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456"/>
        <w:gridCol w:w="4678"/>
      </w:tblGrid>
      <w:tr w:rsidR="00A20D15">
        <w:trPr>
          <w:cantSplit/>
        </w:trPr>
        <w:tc>
          <w:tcPr>
            <w:tcW w:w="2439" w:type="pct"/>
          </w:tcPr>
          <w:p w:rsidR="00A20D15" w:rsidRPr="0029158B" w:rsidRDefault="00973868" w:rsidP="00AB5B92">
            <w:pPr>
              <w:pStyle w:val="ac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31" type="#_x0000_t74" alt="EURD6D300@645B58C2E327@31CE885E108;AA?;0=E[M11034226!!!BIHO@]m110342261@1C8198110D816C2D@CJ5414!Ghslv`sd!Sdmd`rd!Onudr^W3/14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0;width:.05pt;height:.05pt;z-index:251657728;visibility:hidden">
                  <w10:anchorlock/>
                </v:shape>
              </w:pict>
            </w:r>
            <w:r w:rsidR="0029158B" w:rsidRPr="0029158B">
              <w:rPr>
                <w:rFonts w:hint="eastAsia"/>
                <w:b/>
              </w:rPr>
              <w:t>产品名称</w:t>
            </w:r>
          </w:p>
        </w:tc>
        <w:tc>
          <w:tcPr>
            <w:tcW w:w="2561" w:type="pct"/>
          </w:tcPr>
          <w:p w:rsidR="00A20D15" w:rsidRPr="0029158B" w:rsidRDefault="0029158B" w:rsidP="00AB5B92">
            <w:pPr>
              <w:pStyle w:val="ac"/>
              <w:rPr>
                <w:b/>
              </w:rPr>
            </w:pPr>
            <w:r w:rsidRPr="0029158B">
              <w:rPr>
                <w:rFonts w:hint="eastAsia"/>
                <w:b/>
              </w:rPr>
              <w:t>密级</w:t>
            </w:r>
          </w:p>
        </w:tc>
      </w:tr>
      <w:tr w:rsidR="00A20D15">
        <w:trPr>
          <w:cantSplit/>
        </w:trPr>
        <w:tc>
          <w:tcPr>
            <w:tcW w:w="2439" w:type="pct"/>
          </w:tcPr>
          <w:p w:rsidR="00A20D15" w:rsidRPr="00A20D15" w:rsidRDefault="00680F23" w:rsidP="009F33CB">
            <w:pPr>
              <w:pStyle w:val="ac"/>
            </w:pPr>
            <w:r>
              <w:rPr>
                <w:rFonts w:hint="eastAsia"/>
                <w:i/>
                <w:color w:val="0000FF"/>
                <w:lang w:val="de-DE"/>
              </w:rPr>
              <w:t>B</w:t>
            </w:r>
            <w:r w:rsidR="009F33CB">
              <w:rPr>
                <w:i/>
                <w:color w:val="0000FF"/>
                <w:lang w:val="de-DE"/>
              </w:rPr>
              <w:t>535-232</w:t>
            </w:r>
          </w:p>
        </w:tc>
        <w:tc>
          <w:tcPr>
            <w:tcW w:w="2561" w:type="pct"/>
          </w:tcPr>
          <w:p w:rsidR="00A20D15" w:rsidRPr="00A20D15" w:rsidRDefault="0029158B" w:rsidP="00AB5B92">
            <w:pPr>
              <w:pStyle w:val="ac"/>
            </w:pPr>
            <w:r>
              <w:rPr>
                <w:rFonts w:hint="eastAsia"/>
              </w:rPr>
              <w:t>内部公开</w:t>
            </w:r>
          </w:p>
        </w:tc>
      </w:tr>
      <w:tr w:rsidR="00A20D15">
        <w:trPr>
          <w:cantSplit/>
        </w:trPr>
        <w:tc>
          <w:tcPr>
            <w:tcW w:w="2439" w:type="pct"/>
          </w:tcPr>
          <w:p w:rsidR="00A20D15" w:rsidRPr="0029158B" w:rsidRDefault="0029158B" w:rsidP="00AB5B92">
            <w:pPr>
              <w:pStyle w:val="ac"/>
              <w:rPr>
                <w:b/>
              </w:rPr>
            </w:pPr>
            <w:r w:rsidRPr="0029158B">
              <w:rPr>
                <w:rFonts w:hint="eastAsia"/>
                <w:b/>
              </w:rPr>
              <w:t>产品版本</w:t>
            </w:r>
          </w:p>
        </w:tc>
        <w:tc>
          <w:tcPr>
            <w:tcW w:w="2561" w:type="pct"/>
            <w:vMerge w:val="restart"/>
            <w:vAlign w:val="center"/>
          </w:tcPr>
          <w:p w:rsidR="00A20D15" w:rsidRPr="00A20D15" w:rsidRDefault="00A20D15" w:rsidP="009C1640">
            <w:pPr>
              <w:pStyle w:val="ac"/>
            </w:pPr>
            <w:r w:rsidRPr="00A20D15">
              <w:t xml:space="preserve">Total </w:t>
            </w:r>
            <w:r w:rsidR="009C1640">
              <w:rPr>
                <w:rFonts w:hint="eastAsia"/>
              </w:rPr>
              <w:t>6</w:t>
            </w:r>
            <w:r w:rsidR="002829F9">
              <w:rPr>
                <w:rFonts w:hint="eastAsia"/>
              </w:rPr>
              <w:t xml:space="preserve"> </w:t>
            </w:r>
            <w:r w:rsidRPr="00A20D15">
              <w:t>pages</w:t>
            </w:r>
          </w:p>
        </w:tc>
      </w:tr>
      <w:tr w:rsidR="00A20D15">
        <w:trPr>
          <w:cantSplit/>
        </w:trPr>
        <w:tc>
          <w:tcPr>
            <w:tcW w:w="2439" w:type="pct"/>
          </w:tcPr>
          <w:p w:rsidR="00A20D15" w:rsidRPr="0029158B" w:rsidRDefault="008431FB" w:rsidP="009F33CB">
            <w:pPr>
              <w:pStyle w:val="ac"/>
              <w:rPr>
                <w:i/>
                <w:color w:val="0000FF"/>
              </w:rPr>
            </w:pPr>
            <w:r w:rsidRPr="008431FB">
              <w:rPr>
                <w:i/>
                <w:color w:val="0000FF"/>
                <w:lang w:val="de-DE"/>
              </w:rPr>
              <w:t>B535-BD 10.0.1.99(H55SP4C00)</w:t>
            </w:r>
          </w:p>
        </w:tc>
        <w:tc>
          <w:tcPr>
            <w:tcW w:w="2561" w:type="pct"/>
            <w:vMerge/>
          </w:tcPr>
          <w:p w:rsidR="00A20D15" w:rsidRDefault="00A20D15" w:rsidP="00AB5B92">
            <w:pPr>
              <w:pStyle w:val="ac"/>
            </w:pPr>
          </w:p>
        </w:tc>
      </w:tr>
    </w:tbl>
    <w:p w:rsidR="00EA1FBE" w:rsidRDefault="00EA1FBE" w:rsidP="00AB5B92">
      <w:pPr>
        <w:pStyle w:val="ad"/>
      </w:pPr>
    </w:p>
    <w:p w:rsidR="00287516" w:rsidRDefault="00287516" w:rsidP="00AB5B92">
      <w:pPr>
        <w:pStyle w:val="ad"/>
      </w:pPr>
    </w:p>
    <w:p w:rsidR="00287516" w:rsidRPr="00AB5B92" w:rsidRDefault="00287516" w:rsidP="00AB5B92">
      <w:pPr>
        <w:pStyle w:val="ad"/>
      </w:pPr>
    </w:p>
    <w:p w:rsidR="008431FB" w:rsidRDefault="008431FB" w:rsidP="0046525B">
      <w:pPr>
        <w:pStyle w:val="ad"/>
        <w:rPr>
          <w:i/>
          <w:color w:val="0000FF"/>
          <w:sz w:val="36"/>
          <w:szCs w:val="36"/>
          <w:lang w:val="de-DE"/>
        </w:rPr>
      </w:pPr>
      <w:r w:rsidRPr="008431FB">
        <w:rPr>
          <w:i/>
          <w:color w:val="0000FF"/>
          <w:sz w:val="36"/>
          <w:szCs w:val="36"/>
          <w:lang w:val="de-DE"/>
        </w:rPr>
        <w:t>B535-BD 10.0.1.99(H55SP4C00)</w:t>
      </w:r>
    </w:p>
    <w:p w:rsidR="00EA1FBE" w:rsidRDefault="00654B72" w:rsidP="0046525B">
      <w:pPr>
        <w:pStyle w:val="ad"/>
        <w:rPr>
          <w:lang w:val="de-DE"/>
        </w:rPr>
      </w:pPr>
      <w:r>
        <w:rPr>
          <w:rFonts w:hint="eastAsia"/>
          <w:lang w:val="de-DE"/>
        </w:rPr>
        <w:t>烧片软件版本说明书</w:t>
      </w:r>
    </w:p>
    <w:p w:rsidR="00EA1FBE" w:rsidRPr="00B2527C" w:rsidRDefault="00EA1FBE" w:rsidP="00AB5B92">
      <w:pPr>
        <w:pStyle w:val="ac"/>
        <w:rPr>
          <w:lang w:val="de-DE"/>
        </w:rPr>
      </w:pPr>
    </w:p>
    <w:p w:rsidR="00EA1FBE" w:rsidRPr="00B2527C" w:rsidRDefault="00EA1FBE" w:rsidP="00AB5B92">
      <w:pPr>
        <w:pStyle w:val="ac"/>
        <w:rPr>
          <w:lang w:val="de-DE"/>
        </w:rPr>
      </w:pPr>
    </w:p>
    <w:p w:rsidR="00EA1FBE" w:rsidRPr="00534DB9" w:rsidRDefault="00EA1FBE" w:rsidP="00AB5B92">
      <w:pPr>
        <w:pStyle w:val="ac"/>
        <w:rPr>
          <w:lang w:val="de-DE"/>
        </w:rPr>
      </w:pPr>
    </w:p>
    <w:p w:rsidR="00EA1FBE" w:rsidRDefault="00EA1FBE" w:rsidP="00AB5B92">
      <w:pPr>
        <w:pStyle w:val="ac"/>
        <w:rPr>
          <w:lang w:val="de-DE"/>
        </w:rPr>
      </w:pPr>
    </w:p>
    <w:p w:rsidR="00CE19D6" w:rsidRDefault="00CE19D6" w:rsidP="00AB5B92">
      <w:pPr>
        <w:pStyle w:val="ac"/>
        <w:rPr>
          <w:lang w:val="de-DE"/>
        </w:rPr>
      </w:pPr>
    </w:p>
    <w:p w:rsidR="00CE19D6" w:rsidRPr="00B2527C" w:rsidRDefault="00CE19D6" w:rsidP="00AB5B92">
      <w:pPr>
        <w:pStyle w:val="ac"/>
        <w:rPr>
          <w:lang w:val="de-DE"/>
        </w:rPr>
      </w:pPr>
    </w:p>
    <w:p w:rsidR="00EA1FBE" w:rsidRPr="00B2527C" w:rsidRDefault="00EA1FBE" w:rsidP="00AB5B92">
      <w:pPr>
        <w:pStyle w:val="ac"/>
        <w:rPr>
          <w:lang w:val="de-D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999"/>
        <w:gridCol w:w="2638"/>
        <w:gridCol w:w="990"/>
        <w:gridCol w:w="1779"/>
      </w:tblGrid>
      <w:tr w:rsidR="00B0720C" w:rsidRPr="00A20D15" w:rsidTr="00C07D2B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  <w:r w:rsidRPr="00A20D15">
              <w:t>Prepared by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756" w:rsidRPr="00A20D15" w:rsidRDefault="003D3F0C" w:rsidP="004B2756">
            <w:pPr>
              <w:pStyle w:val="ac"/>
            </w:pPr>
            <w:r>
              <w:t>Zwx384543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  <w:r w:rsidRPr="00A20D15">
              <w:t>Date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C814D8" w:rsidP="00542CEC">
            <w:pPr>
              <w:pStyle w:val="ac"/>
            </w:pPr>
            <w:r>
              <w:rPr>
                <w:rFonts w:hint="eastAsia"/>
              </w:rPr>
              <w:t>201</w:t>
            </w:r>
            <w:r w:rsidR="00E83A32">
              <w:t>9</w:t>
            </w:r>
            <w:r w:rsidR="005C093B">
              <w:rPr>
                <w:rFonts w:hint="eastAsia"/>
              </w:rPr>
              <w:t>-</w:t>
            </w:r>
            <w:r w:rsidR="00680F23">
              <w:t>0</w:t>
            </w:r>
            <w:r w:rsidR="008431FB">
              <w:t>6</w:t>
            </w:r>
            <w:r>
              <w:rPr>
                <w:rFonts w:hint="eastAsia"/>
              </w:rPr>
              <w:t>-</w:t>
            </w:r>
            <w:r w:rsidR="00542CEC">
              <w:t>20</w:t>
            </w:r>
          </w:p>
        </w:tc>
      </w:tr>
      <w:tr w:rsidR="00B0720C" w:rsidRPr="00A20D15" w:rsidTr="00C07D2B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  <w:r w:rsidRPr="00A20D15">
              <w:t>Reviewed by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654B72">
            <w:pPr>
              <w:pStyle w:val="ac"/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</w:p>
        </w:tc>
      </w:tr>
      <w:tr w:rsidR="00B0720C" w:rsidRPr="00A20D15" w:rsidTr="00C07D2B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3661C6" w:rsidP="00C07D2B">
            <w:pPr>
              <w:pStyle w:val="ac"/>
            </w:pPr>
            <w:r>
              <w:rPr>
                <w:rFonts w:hint="eastAsia"/>
              </w:rPr>
              <w:t>Approved</w:t>
            </w:r>
            <w:r w:rsidR="00B0720C" w:rsidRPr="00A20D15">
              <w:t xml:space="preserve"> by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654B72">
            <w:pPr>
              <w:pStyle w:val="ac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720C" w:rsidRPr="00A20D15" w:rsidRDefault="00B0720C" w:rsidP="00C07D2B">
            <w:pPr>
              <w:pStyle w:val="ac"/>
            </w:pPr>
          </w:p>
        </w:tc>
      </w:tr>
    </w:tbl>
    <w:p w:rsidR="00EA1FBE" w:rsidRDefault="00EA1FBE" w:rsidP="00AE1392">
      <w:pPr>
        <w:pStyle w:val="ac"/>
      </w:pPr>
    </w:p>
    <w:p w:rsidR="0063469A" w:rsidRDefault="0063469A" w:rsidP="00AE1392">
      <w:pPr>
        <w:pStyle w:val="ac"/>
      </w:pPr>
    </w:p>
    <w:p w:rsidR="0063469A" w:rsidRDefault="0063469A" w:rsidP="00AE1392">
      <w:pPr>
        <w:pStyle w:val="ac"/>
      </w:pPr>
    </w:p>
    <w:p w:rsidR="00971289" w:rsidRDefault="00971289" w:rsidP="00AE1392">
      <w:pPr>
        <w:pStyle w:val="ac"/>
      </w:pPr>
    </w:p>
    <w:p w:rsidR="00971289" w:rsidRDefault="00971289" w:rsidP="00AE1392">
      <w:pPr>
        <w:pStyle w:val="ac"/>
      </w:pPr>
    </w:p>
    <w:p w:rsidR="00971289" w:rsidRDefault="00971289" w:rsidP="00AE1392">
      <w:pPr>
        <w:pStyle w:val="ac"/>
      </w:pPr>
    </w:p>
    <w:p w:rsidR="00971289" w:rsidRDefault="00971289" w:rsidP="00AE1392">
      <w:pPr>
        <w:pStyle w:val="ac"/>
      </w:pPr>
    </w:p>
    <w:p w:rsidR="00971289" w:rsidRDefault="00971289" w:rsidP="00AE1392">
      <w:pPr>
        <w:pStyle w:val="ac"/>
      </w:pPr>
    </w:p>
    <w:p w:rsidR="00AE1392" w:rsidRDefault="00AE1392" w:rsidP="00AE1392">
      <w:pPr>
        <w:pStyle w:val="ac"/>
      </w:pPr>
    </w:p>
    <w:p w:rsidR="00EA1FBE" w:rsidRDefault="0069182F" w:rsidP="007C7023">
      <w:pPr>
        <w:pStyle w:val="afb"/>
      </w:pPr>
      <w:r>
        <w:rPr>
          <w:noProof/>
          <w:sz w:val="32"/>
          <w:szCs w:val="32"/>
        </w:rPr>
        <w:drawing>
          <wp:inline distT="0" distB="0" distL="0" distR="0">
            <wp:extent cx="1129030" cy="112903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112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69A" w:rsidRDefault="0063469A">
      <w:pPr>
        <w:pStyle w:val="ae"/>
        <w:widowControl/>
      </w:pPr>
    </w:p>
    <w:p w:rsidR="00EA1FBE" w:rsidRPr="00160805" w:rsidRDefault="00EA1FBE" w:rsidP="00AB5B92">
      <w:pPr>
        <w:pStyle w:val="af"/>
      </w:pPr>
      <w:r w:rsidRPr="00160805">
        <w:t>Huawei Technologies Co., Ltd.</w:t>
      </w:r>
    </w:p>
    <w:p w:rsidR="00EA1FBE" w:rsidRPr="00160805" w:rsidRDefault="00EA1FBE" w:rsidP="00AB5B92">
      <w:pPr>
        <w:pStyle w:val="ac"/>
      </w:pPr>
    </w:p>
    <w:p w:rsidR="00EA1FBE" w:rsidRDefault="00EA1FBE" w:rsidP="00AB5B92">
      <w:pPr>
        <w:pStyle w:val="ac"/>
      </w:pPr>
      <w:r w:rsidRPr="00E37BEF">
        <w:rPr>
          <w:rFonts w:hint="eastAsia"/>
        </w:rPr>
        <w:t>All rights reserved</w:t>
      </w:r>
    </w:p>
    <w:p w:rsidR="00150F8E" w:rsidRDefault="00150F8E" w:rsidP="00AB5B92">
      <w:pPr>
        <w:pStyle w:val="ac"/>
        <w:sectPr w:rsidR="00150F8E" w:rsidSect="00BF4B23">
          <w:headerReference w:type="default" r:id="rId9"/>
          <w:footerReference w:type="default" r:id="rId10"/>
          <w:pgSz w:w="11900" w:h="16832"/>
          <w:pgMar w:top="1554" w:right="1440" w:bottom="1327" w:left="1440" w:header="646" w:footer="646" w:gutter="0"/>
          <w:cols w:space="720"/>
          <w:noEndnote/>
          <w:titlePg/>
        </w:sectPr>
      </w:pPr>
    </w:p>
    <w:p w:rsidR="00EA1FBE" w:rsidRPr="00160805" w:rsidRDefault="003317CC" w:rsidP="003317CC">
      <w:pPr>
        <w:pStyle w:val="af0"/>
        <w:tabs>
          <w:tab w:val="left" w:pos="2790"/>
          <w:tab w:val="center" w:pos="4510"/>
        </w:tabs>
        <w:jc w:val="left"/>
      </w:pPr>
      <w:r>
        <w:lastRenderedPageBreak/>
        <w:tab/>
      </w:r>
      <w:r>
        <w:tab/>
      </w:r>
      <w:r w:rsidR="00FC254D">
        <w:rPr>
          <w:rFonts w:hint="eastAsia"/>
        </w:rPr>
        <w:t>修订记录</w:t>
      </w:r>
    </w:p>
    <w:tbl>
      <w:tblPr>
        <w:tblW w:w="4222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0"/>
        <w:gridCol w:w="2092"/>
        <w:gridCol w:w="2676"/>
        <w:gridCol w:w="1755"/>
      </w:tblGrid>
      <w:tr w:rsidR="00654B72" w:rsidRPr="00AB5B92" w:rsidTr="00367D05">
        <w:trPr>
          <w:cantSplit/>
          <w:jc w:val="center"/>
        </w:trPr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72" w:rsidRPr="00AB5B92" w:rsidRDefault="00FC254D" w:rsidP="00EC12F7">
            <w:pPr>
              <w:pStyle w:val="af1"/>
            </w:pPr>
            <w:r>
              <w:rPr>
                <w:rFonts w:hint="eastAsia"/>
              </w:rPr>
              <w:t>时间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72" w:rsidRPr="00AB5B92" w:rsidRDefault="00FC254D" w:rsidP="00EC12F7">
            <w:pPr>
              <w:pStyle w:val="af1"/>
            </w:pPr>
            <w:r>
              <w:rPr>
                <w:rFonts w:hint="eastAsia"/>
              </w:rPr>
              <w:t>修订版本</w:t>
            </w:r>
          </w:p>
        </w:tc>
        <w:tc>
          <w:tcPr>
            <w:tcW w:w="1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72" w:rsidRPr="00160805" w:rsidRDefault="00FC254D" w:rsidP="00EC12F7">
            <w:pPr>
              <w:pStyle w:val="af1"/>
            </w:pPr>
            <w:r>
              <w:rPr>
                <w:rFonts w:hint="eastAsia"/>
              </w:rPr>
              <w:t>修订内容</w:t>
            </w:r>
          </w:p>
        </w:tc>
        <w:tc>
          <w:tcPr>
            <w:tcW w:w="1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B72" w:rsidRPr="00AB5B92" w:rsidRDefault="00FC254D" w:rsidP="00EC12F7">
            <w:pPr>
              <w:pStyle w:val="af1"/>
            </w:pPr>
            <w:r>
              <w:rPr>
                <w:rFonts w:hint="eastAsia"/>
              </w:rPr>
              <w:t>作者</w:t>
            </w:r>
          </w:p>
        </w:tc>
      </w:tr>
      <w:tr w:rsidR="00F0309F" w:rsidTr="00367D05">
        <w:trPr>
          <w:cantSplit/>
          <w:jc w:val="center"/>
        </w:trPr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9F" w:rsidRDefault="00212F0F" w:rsidP="008431FB">
            <w:pPr>
              <w:pStyle w:val="af2"/>
            </w:pPr>
            <w:r>
              <w:rPr>
                <w:rFonts w:hint="eastAsia"/>
              </w:rPr>
              <w:t>201</w:t>
            </w:r>
            <w:r w:rsidR="00680F23">
              <w:rPr>
                <w:rFonts w:hint="eastAsia"/>
              </w:rPr>
              <w:t>9</w:t>
            </w:r>
            <w:r>
              <w:rPr>
                <w:rFonts w:hint="eastAsia"/>
              </w:rPr>
              <w:t>-</w:t>
            </w:r>
            <w:r w:rsidR="008431FB">
              <w:t>06-17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9F" w:rsidRDefault="008431FB" w:rsidP="00B77813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  <w:r w:rsidRPr="008431FB"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  <w:t>B535-BD 10.0.1.99(H55SP4C00)</w:t>
            </w:r>
          </w:p>
        </w:tc>
        <w:tc>
          <w:tcPr>
            <w:tcW w:w="1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9F" w:rsidRDefault="00680F23" w:rsidP="00B77813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  <w:r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V</w:t>
            </w:r>
            <w:r w:rsidR="008431FB"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N2</w:t>
            </w:r>
            <w:r w:rsidR="00E00E79"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预</w:t>
            </w:r>
            <w:r w:rsidR="0063450D">
              <w:rPr>
                <w:rFonts w:ascii="Times New Roman" w:hAnsi="Times New Roman" w:cs="Times New Roman" w:hint="eastAsia"/>
                <w:iCs/>
                <w:color w:val="auto"/>
                <w:kern w:val="2"/>
                <w:sz w:val="21"/>
              </w:rPr>
              <w:t>试制</w:t>
            </w:r>
          </w:p>
        </w:tc>
        <w:tc>
          <w:tcPr>
            <w:tcW w:w="1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9F" w:rsidRPr="000465BD" w:rsidRDefault="008431FB" w:rsidP="00680F23">
            <w:pPr>
              <w:pStyle w:val="af2"/>
            </w:pPr>
            <w:r>
              <w:t>Hwx605063</w:t>
            </w:r>
          </w:p>
        </w:tc>
      </w:tr>
      <w:tr w:rsidR="00A11346" w:rsidTr="00367D05">
        <w:trPr>
          <w:cantSplit/>
          <w:jc w:val="center"/>
        </w:trPr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346" w:rsidRDefault="00A11346" w:rsidP="00A11346">
            <w:pPr>
              <w:pStyle w:val="af2"/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346" w:rsidRDefault="00A11346" w:rsidP="00A11346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</w:p>
        </w:tc>
        <w:tc>
          <w:tcPr>
            <w:tcW w:w="1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346" w:rsidRDefault="00A11346" w:rsidP="00A11346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</w:p>
        </w:tc>
        <w:tc>
          <w:tcPr>
            <w:tcW w:w="1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346" w:rsidRPr="000465BD" w:rsidRDefault="00A11346" w:rsidP="00A11346">
            <w:pPr>
              <w:pStyle w:val="af2"/>
            </w:pPr>
          </w:p>
        </w:tc>
      </w:tr>
      <w:tr w:rsidR="00E92DE8" w:rsidTr="00367D05">
        <w:trPr>
          <w:cantSplit/>
          <w:jc w:val="center"/>
        </w:trPr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DE8" w:rsidRDefault="00E92DE8" w:rsidP="00E92DE8">
            <w:pPr>
              <w:pStyle w:val="af2"/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DE8" w:rsidRDefault="00E92DE8" w:rsidP="00E92DE8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</w:p>
        </w:tc>
        <w:tc>
          <w:tcPr>
            <w:tcW w:w="1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DE8" w:rsidRDefault="00E92DE8" w:rsidP="00E92DE8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</w:p>
        </w:tc>
        <w:tc>
          <w:tcPr>
            <w:tcW w:w="1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DE8" w:rsidRPr="000465BD" w:rsidRDefault="00E92DE8" w:rsidP="00E92DE8">
            <w:pPr>
              <w:pStyle w:val="af2"/>
            </w:pPr>
          </w:p>
        </w:tc>
      </w:tr>
      <w:tr w:rsidR="0015237D" w:rsidTr="00367D05">
        <w:trPr>
          <w:cantSplit/>
          <w:jc w:val="center"/>
        </w:trPr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Default="0015237D" w:rsidP="0015237D">
            <w:pPr>
              <w:pStyle w:val="af2"/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Default="0015237D" w:rsidP="0015237D">
            <w:pPr>
              <w:pStyle w:val="Default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</w:p>
        </w:tc>
        <w:tc>
          <w:tcPr>
            <w:tcW w:w="1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Default="0015237D" w:rsidP="0015237D">
            <w:pPr>
              <w:pStyle w:val="Default"/>
              <w:rPr>
                <w:rFonts w:ascii="Times New Roman" w:hAnsi="Times New Roman" w:cs="Times New Roman"/>
                <w:iCs/>
                <w:color w:val="auto"/>
                <w:kern w:val="2"/>
                <w:sz w:val="21"/>
              </w:rPr>
            </w:pPr>
          </w:p>
        </w:tc>
        <w:tc>
          <w:tcPr>
            <w:tcW w:w="1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Pr="000465BD" w:rsidRDefault="0015237D" w:rsidP="0015237D">
            <w:pPr>
              <w:pStyle w:val="af2"/>
            </w:pPr>
          </w:p>
        </w:tc>
      </w:tr>
      <w:tr w:rsidR="0015237D" w:rsidTr="00367D05">
        <w:trPr>
          <w:cantSplit/>
          <w:jc w:val="center"/>
        </w:trPr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Pr="009E1964" w:rsidRDefault="0015237D" w:rsidP="0015237D"/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Pr="009E1964" w:rsidRDefault="0015237D" w:rsidP="0015237D"/>
        </w:tc>
        <w:tc>
          <w:tcPr>
            <w:tcW w:w="1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Pr="009E1964" w:rsidRDefault="0015237D" w:rsidP="0015237D"/>
        </w:tc>
        <w:tc>
          <w:tcPr>
            <w:tcW w:w="1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Default="0015237D" w:rsidP="0015237D"/>
        </w:tc>
      </w:tr>
      <w:tr w:rsidR="0015237D" w:rsidTr="00367D05">
        <w:trPr>
          <w:cantSplit/>
          <w:jc w:val="center"/>
        </w:trPr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Pr="00056760" w:rsidRDefault="0015237D" w:rsidP="0015237D"/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Pr="00056760" w:rsidRDefault="0015237D" w:rsidP="0015237D"/>
        </w:tc>
        <w:tc>
          <w:tcPr>
            <w:tcW w:w="1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Pr="00056760" w:rsidRDefault="0015237D" w:rsidP="0015237D"/>
        </w:tc>
        <w:tc>
          <w:tcPr>
            <w:tcW w:w="11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7D" w:rsidRDefault="0015237D" w:rsidP="0015237D"/>
        </w:tc>
      </w:tr>
    </w:tbl>
    <w:p w:rsidR="00150F8E" w:rsidRDefault="00150F8E" w:rsidP="00150F8E">
      <w:pPr>
        <w:pStyle w:val="a4"/>
        <w:rPr>
          <w:lang w:val="de-DE"/>
        </w:rPr>
        <w:sectPr w:rsidR="00150F8E" w:rsidSect="00BF4B23">
          <w:pgSz w:w="11900" w:h="16832"/>
          <w:pgMar w:top="1554" w:right="1440" w:bottom="1327" w:left="1440" w:header="646" w:footer="646" w:gutter="0"/>
          <w:cols w:space="720"/>
          <w:noEndnote/>
          <w:titlePg/>
        </w:sectPr>
      </w:pPr>
    </w:p>
    <w:p w:rsidR="00BF4572" w:rsidRPr="0029158B" w:rsidRDefault="0029158B" w:rsidP="00BF4572">
      <w:pPr>
        <w:pStyle w:val="af3"/>
        <w:rPr>
          <w:lang w:val="de-DE"/>
        </w:rPr>
      </w:pPr>
      <w:r>
        <w:rPr>
          <w:rFonts w:hint="eastAsia"/>
          <w:lang w:val="de-DE"/>
        </w:rPr>
        <w:lastRenderedPageBreak/>
        <w:t>目</w:t>
      </w:r>
      <w:r>
        <w:rPr>
          <w:rFonts w:hint="eastAsia"/>
          <w:lang w:val="de-DE"/>
        </w:rPr>
        <w:t xml:space="preserve"> </w:t>
      </w:r>
      <w:r>
        <w:rPr>
          <w:rFonts w:hint="eastAsia"/>
          <w:lang w:val="de-DE"/>
        </w:rPr>
        <w:t>录</w:t>
      </w:r>
    </w:p>
    <w:sdt>
      <w:sdtPr>
        <w:rPr>
          <w:rFonts w:ascii="Times New Roman" w:eastAsia="宋体" w:hAnsi="Times New Roman" w:cs="Times New Roman"/>
          <w:b w:val="0"/>
          <w:bCs w:val="0"/>
          <w:color w:val="auto"/>
          <w:sz w:val="20"/>
          <w:szCs w:val="20"/>
          <w:lang w:val="zh-CN"/>
        </w:rPr>
        <w:id w:val="210343474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29158B" w:rsidRDefault="0029158B">
          <w:pPr>
            <w:pStyle w:val="TOC"/>
          </w:pPr>
        </w:p>
        <w:p w:rsidR="00437D76" w:rsidRDefault="009B124F">
          <w:pPr>
            <w:pStyle w:val="10"/>
            <w:tabs>
              <w:tab w:val="left" w:pos="453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</w:rPr>
          </w:pPr>
          <w:r>
            <w:fldChar w:fldCharType="begin"/>
          </w:r>
          <w:r w:rsidR="0029158B">
            <w:instrText xml:space="preserve"> TOC \o "1-3" \h \z \u </w:instrText>
          </w:r>
          <w:r>
            <w:fldChar w:fldCharType="separate"/>
          </w:r>
          <w:hyperlink w:anchor="_Toc6335093" w:history="1">
            <w:r w:rsidR="00437D76" w:rsidRPr="009F30F0">
              <w:rPr>
                <w:rStyle w:val="afd"/>
                <w:noProof/>
              </w:rPr>
              <w:t>1</w:t>
            </w:r>
            <w:r w:rsidR="00437D76"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="00437D76" w:rsidRPr="009F30F0">
              <w:rPr>
                <w:rStyle w:val="afd"/>
                <w:rFonts w:hint="eastAsia"/>
                <w:noProof/>
              </w:rPr>
              <w:t>缩略语</w:t>
            </w:r>
            <w:r w:rsidR="00437D76">
              <w:rPr>
                <w:noProof/>
                <w:webHidden/>
              </w:rPr>
              <w:tab/>
            </w:r>
            <w:r w:rsidR="00437D76">
              <w:rPr>
                <w:noProof/>
                <w:webHidden/>
              </w:rPr>
              <w:fldChar w:fldCharType="begin"/>
            </w:r>
            <w:r w:rsidR="00437D76">
              <w:rPr>
                <w:noProof/>
                <w:webHidden/>
              </w:rPr>
              <w:instrText xml:space="preserve"> PAGEREF _Toc6335093 \h </w:instrText>
            </w:r>
            <w:r w:rsidR="00437D76">
              <w:rPr>
                <w:noProof/>
                <w:webHidden/>
              </w:rPr>
            </w:r>
            <w:r w:rsidR="00437D76">
              <w:rPr>
                <w:noProof/>
                <w:webHidden/>
              </w:rPr>
              <w:fldChar w:fldCharType="separate"/>
            </w:r>
            <w:r w:rsidR="00973868">
              <w:rPr>
                <w:noProof/>
                <w:webHidden/>
              </w:rPr>
              <w:t>4</w:t>
            </w:r>
            <w:r w:rsidR="00437D76">
              <w:rPr>
                <w:noProof/>
                <w:webHidden/>
              </w:rPr>
              <w:fldChar w:fldCharType="end"/>
            </w:r>
          </w:hyperlink>
        </w:p>
        <w:p w:rsidR="00437D76" w:rsidRDefault="00973868">
          <w:pPr>
            <w:pStyle w:val="10"/>
            <w:tabs>
              <w:tab w:val="left" w:pos="453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</w:rPr>
          </w:pPr>
          <w:hyperlink w:anchor="_Toc6335094" w:history="1">
            <w:r w:rsidR="00437D76" w:rsidRPr="009F30F0">
              <w:rPr>
                <w:rStyle w:val="afd"/>
                <w:noProof/>
              </w:rPr>
              <w:t>2</w:t>
            </w:r>
            <w:r w:rsidR="00437D76"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="00437D76" w:rsidRPr="009F30F0">
              <w:rPr>
                <w:rStyle w:val="afd"/>
                <w:rFonts w:hint="eastAsia"/>
                <w:noProof/>
              </w:rPr>
              <w:t>硬件信息</w:t>
            </w:r>
            <w:r w:rsidR="00437D76">
              <w:rPr>
                <w:noProof/>
                <w:webHidden/>
              </w:rPr>
              <w:tab/>
            </w:r>
            <w:r w:rsidR="00437D76">
              <w:rPr>
                <w:noProof/>
                <w:webHidden/>
              </w:rPr>
              <w:fldChar w:fldCharType="begin"/>
            </w:r>
            <w:r w:rsidR="00437D76">
              <w:rPr>
                <w:noProof/>
                <w:webHidden/>
              </w:rPr>
              <w:instrText xml:space="preserve"> PAGEREF _Toc6335094 \h </w:instrText>
            </w:r>
            <w:r w:rsidR="00437D76">
              <w:rPr>
                <w:noProof/>
                <w:webHidden/>
              </w:rPr>
            </w:r>
            <w:r w:rsidR="00437D7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37D76">
              <w:rPr>
                <w:noProof/>
                <w:webHidden/>
              </w:rPr>
              <w:fldChar w:fldCharType="end"/>
            </w:r>
          </w:hyperlink>
        </w:p>
        <w:p w:rsidR="00437D76" w:rsidRDefault="00973868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6335095" w:history="1">
            <w:r w:rsidR="00437D76" w:rsidRPr="009F30F0">
              <w:rPr>
                <w:rStyle w:val="afd"/>
                <w:b/>
                <w:bCs/>
                <w:lang w:val="fr-FR"/>
              </w:rPr>
              <w:t>2.1</w:t>
            </w:r>
            <w:r w:rsidR="00437D76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437D76" w:rsidRPr="009F30F0">
              <w:rPr>
                <w:rStyle w:val="afd"/>
                <w:rFonts w:hint="eastAsia"/>
                <w:b/>
                <w:bCs/>
                <w:lang w:val="fr-FR"/>
              </w:rPr>
              <w:t>版本描述</w:t>
            </w:r>
            <w:r w:rsidR="00437D76">
              <w:rPr>
                <w:webHidden/>
              </w:rPr>
              <w:tab/>
            </w:r>
            <w:r w:rsidR="00437D76">
              <w:rPr>
                <w:webHidden/>
              </w:rPr>
              <w:fldChar w:fldCharType="begin"/>
            </w:r>
            <w:r w:rsidR="00437D76">
              <w:rPr>
                <w:webHidden/>
              </w:rPr>
              <w:instrText xml:space="preserve"> PAGEREF _Toc6335095 \h </w:instrText>
            </w:r>
            <w:r w:rsidR="00437D76">
              <w:rPr>
                <w:webHidden/>
              </w:rPr>
            </w:r>
            <w:r w:rsidR="00437D76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437D76">
              <w:rPr>
                <w:webHidden/>
              </w:rPr>
              <w:fldChar w:fldCharType="end"/>
            </w:r>
          </w:hyperlink>
        </w:p>
        <w:p w:rsidR="00437D76" w:rsidRDefault="00973868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6335096" w:history="1">
            <w:r w:rsidR="00437D76" w:rsidRPr="009F30F0">
              <w:rPr>
                <w:rStyle w:val="afd"/>
                <w:b/>
                <w:bCs/>
              </w:rPr>
              <w:t>2.2</w:t>
            </w:r>
            <w:r w:rsidR="00437D76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437D76" w:rsidRPr="009F30F0">
              <w:rPr>
                <w:rStyle w:val="afd"/>
                <w:rFonts w:hint="eastAsia"/>
                <w:b/>
                <w:bCs/>
              </w:rPr>
              <w:t>较前一版本的变更</w:t>
            </w:r>
            <w:r w:rsidR="00437D76">
              <w:rPr>
                <w:webHidden/>
              </w:rPr>
              <w:tab/>
            </w:r>
            <w:r w:rsidR="00437D76">
              <w:rPr>
                <w:webHidden/>
              </w:rPr>
              <w:fldChar w:fldCharType="begin"/>
            </w:r>
            <w:r w:rsidR="00437D76">
              <w:rPr>
                <w:webHidden/>
              </w:rPr>
              <w:instrText xml:space="preserve"> PAGEREF _Toc6335096 \h </w:instrText>
            </w:r>
            <w:r w:rsidR="00437D76">
              <w:rPr>
                <w:webHidden/>
              </w:rPr>
            </w:r>
            <w:r w:rsidR="00437D76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437D76">
              <w:rPr>
                <w:webHidden/>
              </w:rPr>
              <w:fldChar w:fldCharType="end"/>
            </w:r>
          </w:hyperlink>
        </w:p>
        <w:p w:rsidR="00437D76" w:rsidRDefault="00973868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6335097" w:history="1">
            <w:r w:rsidR="00437D76" w:rsidRPr="009F30F0">
              <w:rPr>
                <w:rStyle w:val="afd"/>
                <w:b/>
                <w:bCs/>
              </w:rPr>
              <w:t>2.3</w:t>
            </w:r>
            <w:r w:rsidR="00437D76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437D76" w:rsidRPr="009F30F0">
              <w:rPr>
                <w:rStyle w:val="afd"/>
                <w:rFonts w:hint="eastAsia"/>
                <w:b/>
                <w:bCs/>
              </w:rPr>
              <w:t>遗留问题</w:t>
            </w:r>
            <w:r w:rsidR="00437D76">
              <w:rPr>
                <w:webHidden/>
              </w:rPr>
              <w:tab/>
            </w:r>
            <w:r w:rsidR="00437D76">
              <w:rPr>
                <w:webHidden/>
              </w:rPr>
              <w:fldChar w:fldCharType="begin"/>
            </w:r>
            <w:r w:rsidR="00437D76">
              <w:rPr>
                <w:webHidden/>
              </w:rPr>
              <w:instrText xml:space="preserve"> PAGEREF _Toc6335097 \h </w:instrText>
            </w:r>
            <w:r w:rsidR="00437D76">
              <w:rPr>
                <w:webHidden/>
              </w:rPr>
            </w:r>
            <w:r w:rsidR="00437D76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437D76">
              <w:rPr>
                <w:webHidden/>
              </w:rPr>
              <w:fldChar w:fldCharType="end"/>
            </w:r>
          </w:hyperlink>
        </w:p>
        <w:p w:rsidR="00437D76" w:rsidRDefault="00973868">
          <w:pPr>
            <w:pStyle w:val="10"/>
            <w:tabs>
              <w:tab w:val="left" w:pos="453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</w:rPr>
          </w:pPr>
          <w:hyperlink w:anchor="_Toc6335098" w:history="1">
            <w:r w:rsidR="00437D76" w:rsidRPr="009F30F0">
              <w:rPr>
                <w:rStyle w:val="afd"/>
                <w:noProof/>
              </w:rPr>
              <w:t>3</w:t>
            </w:r>
            <w:r w:rsidR="00437D76"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="00437D76" w:rsidRPr="009F30F0">
              <w:rPr>
                <w:rStyle w:val="afd"/>
                <w:rFonts w:hint="eastAsia"/>
                <w:noProof/>
              </w:rPr>
              <w:t>烧片软件</w:t>
            </w:r>
            <w:r w:rsidR="00437D76">
              <w:rPr>
                <w:noProof/>
                <w:webHidden/>
              </w:rPr>
              <w:tab/>
            </w:r>
            <w:r w:rsidR="00437D76">
              <w:rPr>
                <w:noProof/>
                <w:webHidden/>
              </w:rPr>
              <w:fldChar w:fldCharType="begin"/>
            </w:r>
            <w:r w:rsidR="00437D76">
              <w:rPr>
                <w:noProof/>
                <w:webHidden/>
              </w:rPr>
              <w:instrText xml:space="preserve"> PAGEREF _Toc6335098 \h </w:instrText>
            </w:r>
            <w:r w:rsidR="00437D76">
              <w:rPr>
                <w:noProof/>
                <w:webHidden/>
              </w:rPr>
            </w:r>
            <w:r w:rsidR="00437D7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37D76">
              <w:rPr>
                <w:noProof/>
                <w:webHidden/>
              </w:rPr>
              <w:fldChar w:fldCharType="end"/>
            </w:r>
          </w:hyperlink>
        </w:p>
        <w:p w:rsidR="00437D76" w:rsidRDefault="00973868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6335099" w:history="1">
            <w:r w:rsidR="00437D76" w:rsidRPr="009F30F0">
              <w:rPr>
                <w:rStyle w:val="afd"/>
                <w:b/>
                <w:bCs/>
                <w:lang w:val="fr-FR"/>
              </w:rPr>
              <w:t>3.1</w:t>
            </w:r>
            <w:r w:rsidR="00437D76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437D76" w:rsidRPr="009F30F0">
              <w:rPr>
                <w:rStyle w:val="afd"/>
                <w:rFonts w:hint="eastAsia"/>
                <w:b/>
                <w:bCs/>
                <w:lang w:val="fr-FR"/>
              </w:rPr>
              <w:t>版本描述</w:t>
            </w:r>
            <w:r w:rsidR="00437D76">
              <w:rPr>
                <w:webHidden/>
              </w:rPr>
              <w:tab/>
            </w:r>
            <w:r w:rsidR="00437D76">
              <w:rPr>
                <w:webHidden/>
              </w:rPr>
              <w:fldChar w:fldCharType="begin"/>
            </w:r>
            <w:r w:rsidR="00437D76">
              <w:rPr>
                <w:webHidden/>
              </w:rPr>
              <w:instrText xml:space="preserve"> PAGEREF _Toc6335099 \h </w:instrText>
            </w:r>
            <w:r w:rsidR="00437D76">
              <w:rPr>
                <w:webHidden/>
              </w:rPr>
            </w:r>
            <w:r w:rsidR="00437D76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437D76">
              <w:rPr>
                <w:webHidden/>
              </w:rPr>
              <w:fldChar w:fldCharType="end"/>
            </w:r>
          </w:hyperlink>
        </w:p>
        <w:p w:rsidR="00437D76" w:rsidRDefault="00973868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6335100" w:history="1">
            <w:r w:rsidR="00437D76" w:rsidRPr="009F30F0">
              <w:rPr>
                <w:rStyle w:val="afd"/>
                <w:b/>
                <w:bCs/>
              </w:rPr>
              <w:t>3.2</w:t>
            </w:r>
            <w:r w:rsidR="00437D76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437D76" w:rsidRPr="009F30F0">
              <w:rPr>
                <w:rStyle w:val="afd"/>
                <w:rFonts w:hint="eastAsia"/>
                <w:b/>
                <w:bCs/>
              </w:rPr>
              <w:t>历次版本变更</w:t>
            </w:r>
            <w:r w:rsidR="00437D76">
              <w:rPr>
                <w:webHidden/>
              </w:rPr>
              <w:tab/>
            </w:r>
            <w:r w:rsidR="00437D76">
              <w:rPr>
                <w:webHidden/>
              </w:rPr>
              <w:fldChar w:fldCharType="begin"/>
            </w:r>
            <w:r w:rsidR="00437D76">
              <w:rPr>
                <w:webHidden/>
              </w:rPr>
              <w:instrText xml:space="preserve"> PAGEREF _Toc6335100 \h </w:instrText>
            </w:r>
            <w:r w:rsidR="00437D76">
              <w:rPr>
                <w:webHidden/>
              </w:rPr>
            </w:r>
            <w:r w:rsidR="00437D76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437D76">
              <w:rPr>
                <w:webHidden/>
              </w:rPr>
              <w:fldChar w:fldCharType="end"/>
            </w:r>
          </w:hyperlink>
        </w:p>
        <w:p w:rsidR="00437D76" w:rsidRDefault="00973868">
          <w:pPr>
            <w:pStyle w:val="20"/>
            <w:rPr>
              <w:rFonts w:asciiTheme="minorHAnsi" w:eastAsiaTheme="minorEastAsia" w:hAnsiTheme="minorHAnsi" w:cstheme="minorBidi"/>
              <w:szCs w:val="22"/>
            </w:rPr>
          </w:pPr>
          <w:hyperlink w:anchor="_Toc6335101" w:history="1">
            <w:r w:rsidR="00437D76" w:rsidRPr="009F30F0">
              <w:rPr>
                <w:rStyle w:val="afd"/>
                <w:b/>
              </w:rPr>
              <w:t>3.3</w:t>
            </w:r>
            <w:r w:rsidR="00437D76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437D76" w:rsidRPr="009F30F0">
              <w:rPr>
                <w:rStyle w:val="afd"/>
                <w:rFonts w:hint="eastAsia"/>
              </w:rPr>
              <w:t>遗留问题</w:t>
            </w:r>
            <w:r w:rsidR="00437D76">
              <w:rPr>
                <w:webHidden/>
              </w:rPr>
              <w:tab/>
            </w:r>
            <w:r w:rsidR="00437D76">
              <w:rPr>
                <w:webHidden/>
              </w:rPr>
              <w:fldChar w:fldCharType="begin"/>
            </w:r>
            <w:r w:rsidR="00437D76">
              <w:rPr>
                <w:webHidden/>
              </w:rPr>
              <w:instrText xml:space="preserve"> PAGEREF _Toc6335101 \h </w:instrText>
            </w:r>
            <w:r w:rsidR="00437D76">
              <w:rPr>
                <w:webHidden/>
              </w:rPr>
            </w:r>
            <w:r w:rsidR="00437D76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437D76">
              <w:rPr>
                <w:webHidden/>
              </w:rPr>
              <w:fldChar w:fldCharType="end"/>
            </w:r>
          </w:hyperlink>
        </w:p>
        <w:p w:rsidR="00437D76" w:rsidRDefault="00973868">
          <w:pPr>
            <w:pStyle w:val="10"/>
            <w:tabs>
              <w:tab w:val="left" w:pos="453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</w:rPr>
          </w:pPr>
          <w:hyperlink w:anchor="_Toc6335102" w:history="1">
            <w:r w:rsidR="00437D76" w:rsidRPr="009F30F0">
              <w:rPr>
                <w:rStyle w:val="afd"/>
                <w:rFonts w:ascii="Times New Roman" w:hAnsi="Times New Roman"/>
                <w:i/>
                <w:iCs/>
                <w:noProof/>
              </w:rPr>
              <w:t>4</w:t>
            </w:r>
            <w:r w:rsidR="00437D76">
              <w:rPr>
                <w:rFonts w:asciiTheme="minorHAnsi" w:eastAsiaTheme="minorEastAsia" w:hAnsiTheme="minorHAnsi" w:cstheme="minorBidi"/>
                <w:noProof/>
                <w:kern w:val="2"/>
                <w:szCs w:val="22"/>
              </w:rPr>
              <w:tab/>
            </w:r>
            <w:r w:rsidR="00437D76" w:rsidRPr="009F30F0">
              <w:rPr>
                <w:rStyle w:val="afd"/>
                <w:rFonts w:hint="eastAsia"/>
                <w:noProof/>
              </w:rPr>
              <w:t>其他</w:t>
            </w:r>
            <w:r w:rsidR="00437D76">
              <w:rPr>
                <w:noProof/>
                <w:webHidden/>
              </w:rPr>
              <w:tab/>
            </w:r>
            <w:r w:rsidR="00437D76">
              <w:rPr>
                <w:noProof/>
                <w:webHidden/>
              </w:rPr>
              <w:fldChar w:fldCharType="begin"/>
            </w:r>
            <w:r w:rsidR="00437D76">
              <w:rPr>
                <w:noProof/>
                <w:webHidden/>
              </w:rPr>
              <w:instrText xml:space="preserve"> PAGEREF _Toc6335102 \h </w:instrText>
            </w:r>
            <w:r w:rsidR="00437D76">
              <w:rPr>
                <w:noProof/>
                <w:webHidden/>
              </w:rPr>
            </w:r>
            <w:r w:rsidR="00437D7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37D76">
              <w:rPr>
                <w:noProof/>
                <w:webHidden/>
              </w:rPr>
              <w:fldChar w:fldCharType="end"/>
            </w:r>
          </w:hyperlink>
        </w:p>
        <w:p w:rsidR="0029158B" w:rsidRDefault="009B124F">
          <w:r>
            <w:fldChar w:fldCharType="end"/>
          </w:r>
        </w:p>
      </w:sdtContent>
    </w:sdt>
    <w:p w:rsidR="00E37BEF" w:rsidRDefault="002C132C" w:rsidP="00F53677">
      <w:pPr>
        <w:pStyle w:val="a4"/>
        <w:rPr>
          <w:lang w:val="de-DE"/>
        </w:rPr>
      </w:pPr>
      <w:r w:rsidRPr="00CA4A5E">
        <w:rPr>
          <w:rFonts w:hint="eastAsia"/>
          <w:lang w:val="de-DE"/>
        </w:rPr>
        <w:t xml:space="preserve"> </w:t>
      </w:r>
    </w:p>
    <w:p w:rsidR="00150F8E" w:rsidRDefault="00150F8E" w:rsidP="00F53677">
      <w:pPr>
        <w:pStyle w:val="a4"/>
        <w:rPr>
          <w:lang w:val="de-DE"/>
        </w:rPr>
        <w:sectPr w:rsidR="00150F8E" w:rsidSect="00BF4B23">
          <w:pgSz w:w="11900" w:h="16832"/>
          <w:pgMar w:top="1554" w:right="1440" w:bottom="1327" w:left="1440" w:header="646" w:footer="646" w:gutter="0"/>
          <w:cols w:space="720"/>
          <w:noEndnote/>
          <w:titlePg/>
        </w:sectPr>
      </w:pPr>
    </w:p>
    <w:p w:rsidR="00A55884" w:rsidRPr="0029158B" w:rsidRDefault="0029158B" w:rsidP="0029158B">
      <w:pPr>
        <w:pStyle w:val="1"/>
      </w:pPr>
      <w:bookmarkStart w:id="1" w:name="_Toc6335093"/>
      <w:r w:rsidRPr="0029158B">
        <w:rPr>
          <w:rFonts w:hint="eastAsia"/>
        </w:rPr>
        <w:lastRenderedPageBreak/>
        <w:t>缩略语</w:t>
      </w:r>
      <w:bookmarkEnd w:id="1"/>
    </w:p>
    <w:tbl>
      <w:tblPr>
        <w:tblW w:w="445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6097"/>
      </w:tblGrid>
      <w:tr w:rsidR="00507C26" w:rsidRPr="000658F8" w:rsidTr="000658F8">
        <w:trPr>
          <w:cantSplit/>
        </w:trPr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507C26" w:rsidRPr="000658F8" w:rsidRDefault="00654B72" w:rsidP="000658F8">
            <w:pPr>
              <w:pStyle w:val="a"/>
              <w:numPr>
                <w:ilvl w:val="0"/>
                <w:numId w:val="0"/>
              </w:numPr>
              <w:ind w:left="4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缩略语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507C26" w:rsidRPr="000658F8" w:rsidRDefault="00654B72" w:rsidP="000658F8">
            <w:pPr>
              <w:pStyle w:val="Default"/>
              <w:spacing w:line="360" w:lineRule="auto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描述说明</w:t>
            </w:r>
          </w:p>
        </w:tc>
      </w:tr>
      <w:tr w:rsidR="00507C26" w:rsidRPr="000658F8" w:rsidTr="009B4550">
        <w:trPr>
          <w:cantSplit/>
        </w:trPr>
        <w:tc>
          <w:tcPr>
            <w:tcW w:w="1292" w:type="pct"/>
            <w:vAlign w:val="center"/>
          </w:tcPr>
          <w:p w:rsidR="00507C26" w:rsidRPr="000658F8" w:rsidRDefault="00507C26" w:rsidP="009B455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</w:p>
        </w:tc>
        <w:tc>
          <w:tcPr>
            <w:tcW w:w="3708" w:type="pct"/>
            <w:vAlign w:val="center"/>
          </w:tcPr>
          <w:p w:rsidR="00507C26" w:rsidRPr="000658F8" w:rsidRDefault="00507C26" w:rsidP="009B455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FF"/>
                <w:kern w:val="2"/>
                <w:sz w:val="21"/>
              </w:rPr>
            </w:pPr>
          </w:p>
        </w:tc>
      </w:tr>
      <w:tr w:rsidR="00507C26" w:rsidRPr="000658F8" w:rsidTr="009B4550">
        <w:trPr>
          <w:cantSplit/>
        </w:trPr>
        <w:tc>
          <w:tcPr>
            <w:tcW w:w="1292" w:type="pct"/>
            <w:vAlign w:val="center"/>
          </w:tcPr>
          <w:p w:rsidR="00507C26" w:rsidRPr="000658F8" w:rsidRDefault="00507C26" w:rsidP="009B4550">
            <w:pPr>
              <w:pStyle w:val="a"/>
              <w:numPr>
                <w:ilvl w:val="0"/>
                <w:numId w:val="0"/>
              </w:numPr>
              <w:ind w:left="400"/>
              <w:jc w:val="center"/>
              <w:rPr>
                <w:sz w:val="24"/>
                <w:szCs w:val="24"/>
              </w:rPr>
            </w:pPr>
          </w:p>
        </w:tc>
        <w:tc>
          <w:tcPr>
            <w:tcW w:w="3708" w:type="pct"/>
            <w:vAlign w:val="center"/>
          </w:tcPr>
          <w:p w:rsidR="00507C26" w:rsidRPr="000658F8" w:rsidRDefault="00507C26" w:rsidP="009B4550">
            <w:pPr>
              <w:pStyle w:val="a"/>
              <w:numPr>
                <w:ilvl w:val="0"/>
                <w:numId w:val="0"/>
              </w:numPr>
              <w:ind w:left="400"/>
              <w:jc w:val="center"/>
              <w:rPr>
                <w:sz w:val="24"/>
                <w:szCs w:val="24"/>
              </w:rPr>
            </w:pPr>
          </w:p>
        </w:tc>
      </w:tr>
    </w:tbl>
    <w:p w:rsidR="00352460" w:rsidRPr="0029158B" w:rsidRDefault="00654B72" w:rsidP="00707C64">
      <w:pPr>
        <w:pStyle w:val="1"/>
      </w:pPr>
      <w:bookmarkStart w:id="2" w:name="_Toc6335094"/>
      <w:r w:rsidRPr="0029158B">
        <w:rPr>
          <w:rFonts w:hint="eastAsia"/>
        </w:rPr>
        <w:t>硬件信息</w:t>
      </w:r>
      <w:bookmarkEnd w:id="2"/>
      <w:r w:rsidR="00352460" w:rsidRPr="0029158B">
        <w:t xml:space="preserve"> </w:t>
      </w:r>
    </w:p>
    <w:p w:rsidR="00352460" w:rsidRPr="00CC6195" w:rsidRDefault="00654B72" w:rsidP="00352460">
      <w:pPr>
        <w:pStyle w:val="2"/>
        <w:rPr>
          <w:b/>
          <w:bCs/>
          <w:lang w:val="fr-FR"/>
        </w:rPr>
      </w:pPr>
      <w:bookmarkStart w:id="3" w:name="_Toc332729369"/>
      <w:bookmarkStart w:id="4" w:name="_Toc6335095"/>
      <w:r>
        <w:rPr>
          <w:rFonts w:hint="eastAsia"/>
          <w:b/>
          <w:bCs/>
          <w:lang w:val="fr-FR"/>
        </w:rPr>
        <w:t>版本描述</w:t>
      </w:r>
      <w:bookmarkEnd w:id="3"/>
      <w:bookmarkEnd w:id="4"/>
    </w:p>
    <w:tbl>
      <w:tblPr>
        <w:tblW w:w="0" w:type="auto"/>
        <w:tblInd w:w="948" w:type="dxa"/>
        <w:tblLayout w:type="fixed"/>
        <w:tblLook w:val="0000" w:firstRow="0" w:lastRow="0" w:firstColumn="0" w:lastColumn="0" w:noHBand="0" w:noVBand="0"/>
      </w:tblPr>
      <w:tblGrid>
        <w:gridCol w:w="2760"/>
        <w:gridCol w:w="3720"/>
      </w:tblGrid>
      <w:tr w:rsidR="00352460" w:rsidRPr="00361F51">
        <w:trPr>
          <w:trHeight w:val="375"/>
        </w:trPr>
        <w:tc>
          <w:tcPr>
            <w:tcW w:w="2760" w:type="dxa"/>
            <w:vAlign w:val="center"/>
          </w:tcPr>
          <w:p w:rsidR="00352460" w:rsidRPr="0029158B" w:rsidRDefault="00352460" w:rsidP="007C0D0E">
            <w:pPr>
              <w:pStyle w:val="af2"/>
              <w:rPr>
                <w:b/>
              </w:rPr>
            </w:pPr>
            <w:r w:rsidRPr="0029158B">
              <w:rPr>
                <w:rFonts w:cs="Arial" w:hint="eastAsia"/>
                <w:b/>
                <w:lang w:val="fr-FR"/>
              </w:rPr>
              <w:t xml:space="preserve">Hardware </w:t>
            </w:r>
            <w:r w:rsidR="007C0D0E" w:rsidRPr="0029158B">
              <w:rPr>
                <w:rFonts w:cs="Arial"/>
                <w:b/>
                <w:lang w:val="fr-FR"/>
              </w:rPr>
              <w:t>V</w:t>
            </w:r>
            <w:r w:rsidRPr="0029158B">
              <w:rPr>
                <w:rFonts w:cs="Arial" w:hint="eastAsia"/>
                <w:b/>
                <w:lang w:val="fr-FR"/>
              </w:rPr>
              <w:t>ersion:</w:t>
            </w:r>
          </w:p>
        </w:tc>
        <w:tc>
          <w:tcPr>
            <w:tcW w:w="3720" w:type="dxa"/>
            <w:vAlign w:val="center"/>
          </w:tcPr>
          <w:p w:rsidR="00352460" w:rsidRPr="00680F23" w:rsidRDefault="00680F23" w:rsidP="00EB0815">
            <w:pPr>
              <w:pStyle w:val="Default"/>
            </w:pPr>
            <w:r w:rsidRPr="00680F23">
              <w:rPr>
                <w:lang w:val="fr-FR"/>
              </w:rPr>
              <w:t>WL1B</w:t>
            </w:r>
            <w:r w:rsidR="00227375">
              <w:rPr>
                <w:lang w:val="fr-FR"/>
              </w:rPr>
              <w:t>535</w:t>
            </w:r>
            <w:r w:rsidR="00EB0815">
              <w:rPr>
                <w:lang w:val="fr-FR"/>
              </w:rPr>
              <w:t>M</w:t>
            </w:r>
            <w:r w:rsidRPr="00680F23">
              <w:rPr>
                <w:lang w:val="fr-FR"/>
              </w:rPr>
              <w:t xml:space="preserve"> Ver.</w:t>
            </w:r>
            <w:r w:rsidR="00EB0815">
              <w:rPr>
                <w:lang w:val="fr-FR"/>
              </w:rPr>
              <w:t>B</w:t>
            </w:r>
          </w:p>
        </w:tc>
      </w:tr>
      <w:tr w:rsidR="00352460" w:rsidRPr="00361F51">
        <w:trPr>
          <w:trHeight w:val="342"/>
        </w:trPr>
        <w:tc>
          <w:tcPr>
            <w:tcW w:w="2760" w:type="dxa"/>
            <w:vAlign w:val="center"/>
          </w:tcPr>
          <w:p w:rsidR="00352460" w:rsidRPr="0029158B" w:rsidRDefault="00352460" w:rsidP="007C0D0E">
            <w:pPr>
              <w:pStyle w:val="af2"/>
              <w:rPr>
                <w:b/>
              </w:rPr>
            </w:pPr>
            <w:r w:rsidRPr="0029158B">
              <w:rPr>
                <w:rFonts w:hint="eastAsia"/>
                <w:b/>
                <w:lang w:val="fr-FR"/>
              </w:rPr>
              <w:t>Platform &amp; Chipset</w:t>
            </w:r>
            <w:r w:rsidRPr="0029158B">
              <w:rPr>
                <w:rFonts w:cs="Arial" w:hint="eastAsia"/>
                <w:b/>
                <w:lang w:val="fr-FR"/>
              </w:rPr>
              <w:t>:</w:t>
            </w:r>
          </w:p>
        </w:tc>
        <w:tc>
          <w:tcPr>
            <w:tcW w:w="3720" w:type="dxa"/>
            <w:vAlign w:val="center"/>
          </w:tcPr>
          <w:p w:rsidR="00352460" w:rsidRPr="00CC6195" w:rsidRDefault="00680F23" w:rsidP="00C814D8">
            <w:pPr>
              <w:pStyle w:val="Default"/>
              <w:rPr>
                <w:lang w:val="fr-FR"/>
              </w:rPr>
            </w:pPr>
            <w:r>
              <w:rPr>
                <w:rFonts w:hint="eastAsia"/>
                <w:lang w:val="fr-FR"/>
              </w:rPr>
              <w:t>Balong V7R22</w:t>
            </w:r>
          </w:p>
        </w:tc>
      </w:tr>
    </w:tbl>
    <w:p w:rsidR="00352460" w:rsidRPr="00CC6195" w:rsidRDefault="003C017E" w:rsidP="00352460">
      <w:pPr>
        <w:pStyle w:val="2"/>
        <w:ind w:left="578" w:hanging="578"/>
        <w:rPr>
          <w:b/>
          <w:bCs/>
        </w:rPr>
      </w:pPr>
      <w:bookmarkStart w:id="5" w:name="_Toc332729371"/>
      <w:bookmarkStart w:id="6" w:name="_Toc6335096"/>
      <w:r>
        <w:rPr>
          <w:rFonts w:hint="eastAsia"/>
          <w:b/>
          <w:bCs/>
        </w:rPr>
        <w:t>较前一版本的变更</w:t>
      </w:r>
      <w:bookmarkEnd w:id="5"/>
      <w:bookmarkEnd w:id="6"/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59"/>
        <w:gridCol w:w="5812"/>
      </w:tblGrid>
      <w:tr w:rsidR="007817FA" w:rsidRPr="00082E49" w:rsidTr="007817FA">
        <w:trPr>
          <w:cantSplit/>
          <w:trHeight w:val="36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7817FA" w:rsidRDefault="007817FA" w:rsidP="000658F8">
            <w:pPr>
              <w:pStyle w:val="TableHeading"/>
            </w:pPr>
            <w:bookmarkStart w:id="7" w:name="_Toc164759348"/>
            <w:bookmarkStart w:id="8" w:name="_Toc165710047"/>
            <w:bookmarkStart w:id="9" w:name="_Toc181710562"/>
            <w:bookmarkStart w:id="10" w:name="_Toc264280211"/>
            <w:r>
              <w:rPr>
                <w:rFonts w:hint="eastAsia"/>
              </w:rPr>
              <w:t>Index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7817FA" w:rsidRPr="00CF0062" w:rsidRDefault="007817FA" w:rsidP="000658F8">
            <w:pPr>
              <w:pStyle w:val="TableHeading"/>
            </w:pPr>
            <w:r>
              <w:rPr>
                <w:rFonts w:hint="eastAsia"/>
              </w:rPr>
              <w:t>Case ID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7817FA" w:rsidRPr="00CF0062" w:rsidRDefault="007817FA" w:rsidP="000658F8">
            <w:pPr>
              <w:pStyle w:val="TableHeading"/>
            </w:pPr>
            <w:r>
              <w:rPr>
                <w:rFonts w:hint="eastAsia"/>
                <w:sz w:val="21"/>
                <w:szCs w:val="21"/>
              </w:rPr>
              <w:t xml:space="preserve">Issue </w:t>
            </w:r>
            <w:r w:rsidRPr="00CC6195">
              <w:rPr>
                <w:rFonts w:hint="eastAsia"/>
                <w:sz w:val="21"/>
                <w:szCs w:val="21"/>
              </w:rPr>
              <w:t>Description</w:t>
            </w:r>
          </w:p>
        </w:tc>
      </w:tr>
      <w:tr w:rsidR="00921C97" w:rsidRPr="00EA391C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Pr="00437416" w:rsidRDefault="00921C97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1F10E0"/>
              </w:rPr>
            </w:pPr>
          </w:p>
        </w:tc>
      </w:tr>
      <w:tr w:rsidR="00921C97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Default="00921C97" w:rsidP="0043741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921C97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Default="00921C97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921C97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4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Default="00921C97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921C97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5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Default="00921C97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921C97" w:rsidRPr="0047639B" w:rsidTr="005C4CF1">
        <w:trPr>
          <w:cantSplit/>
        </w:trPr>
        <w:tc>
          <w:tcPr>
            <w:tcW w:w="851" w:type="dxa"/>
          </w:tcPr>
          <w:p w:rsidR="00921C97" w:rsidRDefault="00921C97" w:rsidP="005C4CF1">
            <w:pPr>
              <w:pStyle w:val="TableText"/>
            </w:pPr>
            <w:r>
              <w:rPr>
                <w:rFonts w:hint="eastAsia"/>
              </w:rPr>
              <w:t>6</w:t>
            </w:r>
          </w:p>
        </w:tc>
        <w:tc>
          <w:tcPr>
            <w:tcW w:w="1559" w:type="dxa"/>
            <w:vAlign w:val="center"/>
          </w:tcPr>
          <w:p w:rsidR="00921C97" w:rsidRPr="00CF0062" w:rsidRDefault="00921C97" w:rsidP="005C4CF1">
            <w:pPr>
              <w:pStyle w:val="TableText"/>
            </w:pPr>
          </w:p>
        </w:tc>
        <w:tc>
          <w:tcPr>
            <w:tcW w:w="5812" w:type="dxa"/>
          </w:tcPr>
          <w:p w:rsidR="00921C97" w:rsidRPr="0047639B" w:rsidRDefault="00921C97" w:rsidP="005C4CF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</w:tbl>
    <w:p w:rsidR="00352460" w:rsidRPr="00CC6195" w:rsidRDefault="005926DF" w:rsidP="00352460">
      <w:pPr>
        <w:pStyle w:val="2"/>
        <w:ind w:left="578" w:hanging="578"/>
        <w:rPr>
          <w:b/>
          <w:bCs/>
        </w:rPr>
      </w:pPr>
      <w:bookmarkStart w:id="11" w:name="_Toc332729372"/>
      <w:bookmarkStart w:id="12" w:name="_Toc6335097"/>
      <w:bookmarkEnd w:id="7"/>
      <w:bookmarkEnd w:id="8"/>
      <w:bookmarkEnd w:id="9"/>
      <w:bookmarkEnd w:id="10"/>
      <w:r w:rsidRPr="0029158B">
        <w:rPr>
          <w:rFonts w:hint="eastAsia"/>
          <w:b/>
          <w:bCs/>
        </w:rPr>
        <w:t>遗留问题</w:t>
      </w:r>
      <w:bookmarkEnd w:id="11"/>
      <w:bookmarkEnd w:id="12"/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59"/>
        <w:gridCol w:w="5812"/>
      </w:tblGrid>
      <w:tr w:rsidR="007817FA" w:rsidRPr="00082E49" w:rsidTr="007817FA">
        <w:trPr>
          <w:cantSplit/>
          <w:trHeight w:val="36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7817FA" w:rsidRDefault="007817FA" w:rsidP="009265B4">
            <w:pPr>
              <w:pStyle w:val="TableHeading"/>
            </w:pPr>
            <w:r>
              <w:rPr>
                <w:rFonts w:hint="eastAsia"/>
              </w:rPr>
              <w:t>Index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7817FA" w:rsidRPr="00CF0062" w:rsidRDefault="007817FA" w:rsidP="009265B4">
            <w:pPr>
              <w:pStyle w:val="TableHeading"/>
            </w:pPr>
            <w:r>
              <w:rPr>
                <w:rFonts w:hint="eastAsia"/>
              </w:rPr>
              <w:t>Case ID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7817FA" w:rsidRPr="00CF0062" w:rsidRDefault="007817FA" w:rsidP="009265B4">
            <w:pPr>
              <w:pStyle w:val="TableHeading"/>
            </w:pPr>
            <w:r>
              <w:rPr>
                <w:rFonts w:hint="eastAsia"/>
                <w:sz w:val="21"/>
                <w:szCs w:val="21"/>
              </w:rPr>
              <w:t xml:space="preserve">Issue </w:t>
            </w:r>
            <w:r w:rsidRPr="00CC6195">
              <w:rPr>
                <w:rFonts w:hint="eastAsia"/>
                <w:sz w:val="21"/>
                <w:szCs w:val="21"/>
              </w:rPr>
              <w:t>Description</w:t>
            </w:r>
          </w:p>
        </w:tc>
      </w:tr>
      <w:tr w:rsidR="00690876" w:rsidRPr="00082E49" w:rsidTr="000D2CD2">
        <w:trPr>
          <w:cantSplit/>
        </w:trPr>
        <w:tc>
          <w:tcPr>
            <w:tcW w:w="851" w:type="dxa"/>
          </w:tcPr>
          <w:p w:rsidR="00690876" w:rsidRDefault="00690876" w:rsidP="000658F8">
            <w:pPr>
              <w:pStyle w:val="TableText"/>
            </w:pPr>
            <w:bookmarkStart w:id="13" w:name="_Toc126033218"/>
            <w:r>
              <w:t>NA</w:t>
            </w:r>
          </w:p>
        </w:tc>
        <w:tc>
          <w:tcPr>
            <w:tcW w:w="1559" w:type="dxa"/>
            <w:vAlign w:val="center"/>
          </w:tcPr>
          <w:p w:rsidR="00690876" w:rsidRPr="00CF0062" w:rsidRDefault="00690876" w:rsidP="000658F8">
            <w:pPr>
              <w:pStyle w:val="TableText"/>
            </w:pPr>
          </w:p>
        </w:tc>
        <w:tc>
          <w:tcPr>
            <w:tcW w:w="5812" w:type="dxa"/>
          </w:tcPr>
          <w:p w:rsidR="00690876" w:rsidRPr="00EA391C" w:rsidRDefault="00690876" w:rsidP="000D2C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690876" w:rsidRPr="00082E49" w:rsidTr="000D2CD2">
        <w:trPr>
          <w:cantSplit/>
        </w:trPr>
        <w:tc>
          <w:tcPr>
            <w:tcW w:w="851" w:type="dxa"/>
          </w:tcPr>
          <w:p w:rsidR="00690876" w:rsidRDefault="00690876" w:rsidP="000658F8">
            <w:pPr>
              <w:pStyle w:val="TableText"/>
            </w:pPr>
          </w:p>
        </w:tc>
        <w:tc>
          <w:tcPr>
            <w:tcW w:w="1559" w:type="dxa"/>
            <w:vAlign w:val="center"/>
          </w:tcPr>
          <w:p w:rsidR="00690876" w:rsidRPr="00CF0062" w:rsidRDefault="00690876" w:rsidP="000658F8">
            <w:pPr>
              <w:pStyle w:val="TableText"/>
            </w:pPr>
          </w:p>
        </w:tc>
        <w:tc>
          <w:tcPr>
            <w:tcW w:w="5812" w:type="dxa"/>
          </w:tcPr>
          <w:p w:rsidR="00690876" w:rsidRDefault="00690876" w:rsidP="000D2CD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</w:tbl>
    <w:p w:rsidR="00680E19" w:rsidRPr="009727F9" w:rsidRDefault="00680E19" w:rsidP="00680E19">
      <w:pPr>
        <w:pStyle w:val="af2"/>
        <w:jc w:val="both"/>
        <w:rPr>
          <w:rFonts w:cs="Arial"/>
          <w:lang w:val="fr-FR"/>
        </w:rPr>
      </w:pPr>
    </w:p>
    <w:p w:rsidR="00FD16AE" w:rsidRDefault="005926DF" w:rsidP="00FD16AE">
      <w:pPr>
        <w:pStyle w:val="1"/>
      </w:pPr>
      <w:bookmarkStart w:id="14" w:name="_Toc6335098"/>
      <w:bookmarkEnd w:id="13"/>
      <w:r>
        <w:rPr>
          <w:rFonts w:hint="eastAsia"/>
        </w:rPr>
        <w:t>烧片软件</w:t>
      </w:r>
      <w:bookmarkEnd w:id="14"/>
    </w:p>
    <w:p w:rsidR="00FD16AE" w:rsidRPr="008B6207" w:rsidRDefault="0029158B" w:rsidP="00FD16AE">
      <w:pPr>
        <w:pStyle w:val="2"/>
        <w:rPr>
          <w:b/>
          <w:bCs/>
          <w:lang w:val="fr-FR"/>
        </w:rPr>
      </w:pPr>
      <w:bookmarkStart w:id="15" w:name="_Toc6335099"/>
      <w:r>
        <w:rPr>
          <w:rFonts w:hint="eastAsia"/>
          <w:b/>
          <w:bCs/>
          <w:lang w:val="fr-FR"/>
        </w:rPr>
        <w:t>版本描述</w:t>
      </w:r>
      <w:bookmarkEnd w:id="15"/>
      <w:r w:rsidR="00FD16AE" w:rsidRPr="008B6207">
        <w:rPr>
          <w:rFonts w:hint="eastAsia"/>
          <w:b/>
          <w:bCs/>
          <w:lang w:val="fr-FR"/>
        </w:rPr>
        <w:t xml:space="preserve"> </w:t>
      </w:r>
    </w:p>
    <w:tbl>
      <w:tblPr>
        <w:tblW w:w="0" w:type="auto"/>
        <w:tblInd w:w="948" w:type="dxa"/>
        <w:tblLayout w:type="fixed"/>
        <w:tblLook w:val="0000" w:firstRow="0" w:lastRow="0" w:firstColumn="0" w:lastColumn="0" w:noHBand="0" w:noVBand="0"/>
      </w:tblPr>
      <w:tblGrid>
        <w:gridCol w:w="2760"/>
        <w:gridCol w:w="3720"/>
      </w:tblGrid>
      <w:tr w:rsidR="00FD16AE" w:rsidRPr="00453270" w:rsidTr="00623619">
        <w:trPr>
          <w:trHeight w:val="375"/>
        </w:trPr>
        <w:tc>
          <w:tcPr>
            <w:tcW w:w="2760" w:type="dxa"/>
            <w:vAlign w:val="center"/>
          </w:tcPr>
          <w:p w:rsidR="00FD16AE" w:rsidRPr="0029158B" w:rsidRDefault="00FC254D" w:rsidP="00623619">
            <w:pPr>
              <w:pStyle w:val="af2"/>
              <w:jc w:val="both"/>
              <w:rPr>
                <w:b/>
              </w:rPr>
            </w:pPr>
            <w:r>
              <w:rPr>
                <w:rFonts w:cs="Arial"/>
                <w:b/>
                <w:lang w:val="fr-FR"/>
              </w:rPr>
              <w:t>F</w:t>
            </w:r>
            <w:r>
              <w:rPr>
                <w:rFonts w:cs="Arial" w:hint="eastAsia"/>
                <w:b/>
                <w:lang w:val="fr-FR"/>
              </w:rPr>
              <w:t xml:space="preserve">irmware </w:t>
            </w:r>
            <w:r w:rsidR="00623619" w:rsidRPr="0029158B">
              <w:rPr>
                <w:rFonts w:cs="Arial"/>
                <w:b/>
                <w:lang w:val="fr-FR"/>
              </w:rPr>
              <w:t>V</w:t>
            </w:r>
            <w:r w:rsidR="00FD16AE" w:rsidRPr="0029158B">
              <w:rPr>
                <w:rFonts w:cs="Arial" w:hint="eastAsia"/>
                <w:b/>
                <w:lang w:val="fr-FR"/>
              </w:rPr>
              <w:t>ersion</w:t>
            </w:r>
            <w:r w:rsidR="0029158B">
              <w:rPr>
                <w:rFonts w:cs="Arial"/>
                <w:b/>
                <w:lang w:val="fr-FR"/>
              </w:rPr>
              <w:t> </w:t>
            </w:r>
            <w:r w:rsidR="0029158B">
              <w:rPr>
                <w:rFonts w:cs="Arial" w:hint="eastAsia"/>
                <w:b/>
                <w:lang w:val="fr-FR"/>
              </w:rPr>
              <w:t>：</w:t>
            </w:r>
          </w:p>
        </w:tc>
        <w:tc>
          <w:tcPr>
            <w:tcW w:w="3720" w:type="dxa"/>
            <w:vAlign w:val="center"/>
          </w:tcPr>
          <w:p w:rsidR="00FD16AE" w:rsidRPr="00FC254D" w:rsidRDefault="008431FB" w:rsidP="00E00E79">
            <w:pPr>
              <w:pStyle w:val="af2"/>
              <w:jc w:val="both"/>
              <w:rPr>
                <w:rFonts w:cs="Arial"/>
                <w:i/>
                <w:color w:val="0000FF"/>
                <w:lang w:val="fr-FR"/>
              </w:rPr>
            </w:pPr>
            <w:r w:rsidRPr="008431FB">
              <w:rPr>
                <w:rFonts w:cs="Arial"/>
                <w:i/>
                <w:color w:val="0000FF"/>
                <w:lang w:val="fr-FR"/>
              </w:rPr>
              <w:t>BD 10.0.1.99(H55SP4C00)</w:t>
            </w:r>
          </w:p>
        </w:tc>
      </w:tr>
      <w:tr w:rsidR="00B07454" w:rsidRPr="00453270" w:rsidTr="00623619">
        <w:trPr>
          <w:trHeight w:val="375"/>
        </w:trPr>
        <w:tc>
          <w:tcPr>
            <w:tcW w:w="2760" w:type="dxa"/>
            <w:vAlign w:val="center"/>
          </w:tcPr>
          <w:p w:rsidR="00B07454" w:rsidRPr="0029158B" w:rsidRDefault="00B07454" w:rsidP="00623619">
            <w:pPr>
              <w:pStyle w:val="af2"/>
              <w:jc w:val="both"/>
              <w:rPr>
                <w:rFonts w:cs="Arial"/>
                <w:b/>
                <w:lang w:val="fr-FR"/>
              </w:rPr>
            </w:pPr>
            <w:r w:rsidRPr="0029158B">
              <w:rPr>
                <w:rFonts w:cs="Arial"/>
                <w:b/>
                <w:lang w:val="fr-FR"/>
              </w:rPr>
              <w:t>B</w:t>
            </w:r>
            <w:r w:rsidRPr="0029158B">
              <w:rPr>
                <w:rFonts w:cs="Arial" w:hint="eastAsia"/>
                <w:b/>
                <w:lang w:val="fr-FR"/>
              </w:rPr>
              <w:t>aseline information</w:t>
            </w:r>
            <w:r w:rsidR="0029158B">
              <w:rPr>
                <w:rFonts w:cs="Arial" w:hint="eastAsia"/>
                <w:b/>
                <w:lang w:val="fr-FR"/>
              </w:rPr>
              <w:t>：</w:t>
            </w:r>
          </w:p>
        </w:tc>
        <w:tc>
          <w:tcPr>
            <w:tcW w:w="3720" w:type="dxa"/>
            <w:vAlign w:val="center"/>
          </w:tcPr>
          <w:p w:rsidR="00B07454" w:rsidRPr="00B644FF" w:rsidRDefault="00680F23" w:rsidP="0047639B">
            <w:pPr>
              <w:pStyle w:val="af2"/>
              <w:jc w:val="both"/>
              <w:rPr>
                <w:rFonts w:cs="Arial"/>
                <w:lang w:val="fr-FR"/>
              </w:rPr>
            </w:pPr>
            <w:r>
              <w:rPr>
                <w:rFonts w:cs="Arial" w:hint="eastAsia"/>
                <w:lang w:val="fr-FR"/>
              </w:rPr>
              <w:t>Balong V7R22C6</w:t>
            </w:r>
            <w:r w:rsidR="00942F41">
              <w:rPr>
                <w:rFonts w:cs="Arial" w:hint="eastAsia"/>
                <w:lang w:val="fr-FR"/>
              </w:rPr>
              <w:t>0B</w:t>
            </w:r>
            <w:r>
              <w:rPr>
                <w:rFonts w:cs="Arial" w:hint="eastAsia"/>
                <w:lang w:val="fr-FR"/>
              </w:rPr>
              <w:t>055</w:t>
            </w:r>
          </w:p>
        </w:tc>
      </w:tr>
      <w:tr w:rsidR="00B07454" w:rsidRPr="00453270" w:rsidDel="00DE06BA" w:rsidTr="00623619">
        <w:trPr>
          <w:trHeight w:val="342"/>
        </w:trPr>
        <w:tc>
          <w:tcPr>
            <w:tcW w:w="2760" w:type="dxa"/>
            <w:vAlign w:val="center"/>
          </w:tcPr>
          <w:p w:rsidR="00B07454" w:rsidRPr="00B644FF" w:rsidDel="00DE06BA" w:rsidRDefault="0029158B" w:rsidP="0029158B">
            <w:pPr>
              <w:pStyle w:val="af2"/>
              <w:jc w:val="both"/>
              <w:rPr>
                <w:rFonts w:cs="Arial"/>
              </w:rPr>
            </w:pPr>
            <w:r w:rsidRPr="0029158B">
              <w:rPr>
                <w:rFonts w:cs="Arial"/>
                <w:b/>
                <w:lang w:val="fr-FR"/>
              </w:rPr>
              <w:t>ProductLine WinDriver</w:t>
            </w:r>
            <w:r w:rsidR="00FC254D">
              <w:rPr>
                <w:rFonts w:cs="Arial" w:hint="eastAsia"/>
                <w:b/>
                <w:lang w:val="fr-FR"/>
              </w:rPr>
              <w:t>：</w:t>
            </w:r>
          </w:p>
        </w:tc>
        <w:tc>
          <w:tcPr>
            <w:tcW w:w="3720" w:type="dxa"/>
            <w:vAlign w:val="center"/>
          </w:tcPr>
          <w:p w:rsidR="00B07454" w:rsidRPr="00B644FF" w:rsidDel="00DE06BA" w:rsidRDefault="004E708D" w:rsidP="00F21EFF">
            <w:pPr>
              <w:pStyle w:val="af2"/>
              <w:jc w:val="both"/>
              <w:rPr>
                <w:rFonts w:cs="Arial"/>
                <w:lang w:val="fr-FR"/>
              </w:rPr>
            </w:pPr>
            <w:r w:rsidRPr="004E708D">
              <w:rPr>
                <w:rFonts w:cs="Arial"/>
                <w:lang w:val="fr-FR"/>
              </w:rPr>
              <w:t>T</w:t>
            </w:r>
            <w:r w:rsidRPr="004E708D">
              <w:rPr>
                <w:rFonts w:cs="Arial" w:hint="eastAsia"/>
                <w:lang w:val="fr-FR"/>
              </w:rPr>
              <w:t>he newest version</w:t>
            </w:r>
          </w:p>
        </w:tc>
      </w:tr>
    </w:tbl>
    <w:p w:rsidR="00FA0C33" w:rsidRDefault="008F3950" w:rsidP="003A633D">
      <w:pPr>
        <w:pStyle w:val="2"/>
        <w:rPr>
          <w:b/>
          <w:bCs/>
        </w:rPr>
      </w:pPr>
      <w:bookmarkStart w:id="16" w:name="_Toc6335100"/>
      <w:bookmarkStart w:id="17" w:name="_Toc126033222"/>
      <w:r>
        <w:rPr>
          <w:rFonts w:hint="eastAsia"/>
          <w:b/>
          <w:bCs/>
        </w:rPr>
        <w:lastRenderedPageBreak/>
        <w:t>历次</w:t>
      </w:r>
      <w:r w:rsidR="005926DF">
        <w:rPr>
          <w:rFonts w:hint="eastAsia"/>
          <w:b/>
          <w:bCs/>
        </w:rPr>
        <w:t>版本变更</w:t>
      </w:r>
      <w:bookmarkEnd w:id="16"/>
      <w:r w:rsidR="00FC254D">
        <w:rPr>
          <w:rFonts w:hint="eastAsia"/>
          <w:b/>
          <w:bCs/>
        </w:rPr>
        <w:t xml:space="preserve"> </w:t>
      </w:r>
    </w:p>
    <w:p w:rsidR="00AD25C7" w:rsidRPr="00AD25C7" w:rsidRDefault="00AD25C7" w:rsidP="00AD25C7">
      <w:pPr>
        <w:pStyle w:val="3"/>
        <w:numPr>
          <w:ilvl w:val="0"/>
          <w:numId w:val="0"/>
        </w:numPr>
        <w:ind w:left="720"/>
      </w:pPr>
      <w:r>
        <w:t>NA</w:t>
      </w:r>
    </w:p>
    <w:p w:rsidR="00FD16AE" w:rsidRPr="001B1A42" w:rsidRDefault="00CA5265" w:rsidP="001B1A42">
      <w:pPr>
        <w:pStyle w:val="2"/>
      </w:pPr>
      <w:bookmarkStart w:id="18" w:name="_Toc6335101"/>
      <w:r w:rsidRPr="001B1A42">
        <w:rPr>
          <w:rFonts w:hint="eastAsia"/>
        </w:rPr>
        <w:t>遗留问题</w:t>
      </w:r>
      <w:bookmarkEnd w:id="18"/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59"/>
        <w:gridCol w:w="5812"/>
      </w:tblGrid>
      <w:tr w:rsidR="00690876" w:rsidRPr="00082E49" w:rsidTr="000D2CD2">
        <w:trPr>
          <w:cantSplit/>
          <w:trHeight w:val="36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90876" w:rsidRDefault="00690876" w:rsidP="000D2CD2">
            <w:pPr>
              <w:pStyle w:val="TableHeading"/>
            </w:pPr>
            <w:r>
              <w:rPr>
                <w:rFonts w:hint="eastAsia"/>
              </w:rPr>
              <w:t>Index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690876" w:rsidRPr="00CF0062" w:rsidRDefault="00690876" w:rsidP="000D2CD2">
            <w:pPr>
              <w:pStyle w:val="TableHeading"/>
            </w:pPr>
            <w:r>
              <w:rPr>
                <w:rFonts w:hint="eastAsia"/>
              </w:rPr>
              <w:t>Case ID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690876" w:rsidRPr="00CF0062" w:rsidRDefault="00690876" w:rsidP="000D2CD2">
            <w:pPr>
              <w:pStyle w:val="TableHeading"/>
            </w:pPr>
            <w:r>
              <w:rPr>
                <w:rFonts w:hint="eastAsia"/>
                <w:sz w:val="21"/>
                <w:szCs w:val="21"/>
              </w:rPr>
              <w:t xml:space="preserve">Issue </w:t>
            </w:r>
            <w:r w:rsidRPr="00CC6195">
              <w:rPr>
                <w:rFonts w:hint="eastAsia"/>
                <w:sz w:val="21"/>
                <w:szCs w:val="21"/>
              </w:rPr>
              <w:t>Description</w:t>
            </w:r>
          </w:p>
        </w:tc>
      </w:tr>
      <w:tr w:rsidR="00690876" w:rsidRPr="00082E49" w:rsidTr="000D2CD2">
        <w:trPr>
          <w:cantSplit/>
        </w:trPr>
        <w:tc>
          <w:tcPr>
            <w:tcW w:w="851" w:type="dxa"/>
          </w:tcPr>
          <w:p w:rsidR="00690876" w:rsidRDefault="000D2CD2" w:rsidP="000D2CD2">
            <w:pPr>
              <w:pStyle w:val="TableText"/>
            </w:pP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  <w:vAlign w:val="center"/>
          </w:tcPr>
          <w:p w:rsidR="00690876" w:rsidRPr="00CF0062" w:rsidRDefault="00690876" w:rsidP="000D2CD2">
            <w:pPr>
              <w:pStyle w:val="TableText"/>
            </w:pPr>
          </w:p>
        </w:tc>
        <w:tc>
          <w:tcPr>
            <w:tcW w:w="5812" w:type="dxa"/>
          </w:tcPr>
          <w:p w:rsidR="00690876" w:rsidRPr="00EA391C" w:rsidRDefault="00690876" w:rsidP="004920AF">
            <w:pPr>
              <w:tabs>
                <w:tab w:val="left" w:pos="0"/>
                <w:tab w:val="left" w:pos="1728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690876" w:rsidRPr="00082E49" w:rsidTr="000D2CD2">
        <w:trPr>
          <w:cantSplit/>
        </w:trPr>
        <w:tc>
          <w:tcPr>
            <w:tcW w:w="851" w:type="dxa"/>
          </w:tcPr>
          <w:p w:rsidR="00690876" w:rsidRDefault="000D2CD2" w:rsidP="000D2CD2">
            <w:pPr>
              <w:pStyle w:val="TableText"/>
            </w:pP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  <w:vAlign w:val="center"/>
          </w:tcPr>
          <w:p w:rsidR="00690876" w:rsidRPr="00CF0062" w:rsidRDefault="00690876" w:rsidP="000D2CD2">
            <w:pPr>
              <w:pStyle w:val="TableText"/>
            </w:pPr>
          </w:p>
        </w:tc>
        <w:tc>
          <w:tcPr>
            <w:tcW w:w="5812" w:type="dxa"/>
          </w:tcPr>
          <w:p w:rsidR="00690876" w:rsidRDefault="00690876" w:rsidP="000D2CD2">
            <w:pPr>
              <w:tabs>
                <w:tab w:val="left" w:pos="0"/>
                <w:tab w:val="left" w:pos="1728"/>
              </w:tabs>
              <w:spacing w:line="360" w:lineRule="atLeast"/>
              <w:rPr>
                <w:rFonts w:ascii="Arial" w:hAnsi="Arial"/>
                <w:color w:val="0000FF"/>
              </w:rPr>
            </w:pPr>
          </w:p>
        </w:tc>
      </w:tr>
      <w:tr w:rsidR="004920AF" w:rsidRPr="00082E49" w:rsidTr="000D2CD2">
        <w:trPr>
          <w:cantSplit/>
        </w:trPr>
        <w:tc>
          <w:tcPr>
            <w:tcW w:w="851" w:type="dxa"/>
          </w:tcPr>
          <w:p w:rsidR="004920AF" w:rsidRDefault="004920AF" w:rsidP="000D2CD2">
            <w:pPr>
              <w:pStyle w:val="TableText"/>
            </w:pPr>
            <w:r>
              <w:rPr>
                <w:rFonts w:hint="eastAsia"/>
              </w:rPr>
              <w:t>3</w:t>
            </w:r>
          </w:p>
        </w:tc>
        <w:tc>
          <w:tcPr>
            <w:tcW w:w="1559" w:type="dxa"/>
            <w:vAlign w:val="center"/>
          </w:tcPr>
          <w:p w:rsidR="004920AF" w:rsidRPr="00CF0062" w:rsidRDefault="004920AF" w:rsidP="000D2CD2">
            <w:pPr>
              <w:pStyle w:val="TableText"/>
            </w:pPr>
          </w:p>
        </w:tc>
        <w:tc>
          <w:tcPr>
            <w:tcW w:w="5812" w:type="dxa"/>
          </w:tcPr>
          <w:p w:rsidR="004920AF" w:rsidRDefault="004920AF" w:rsidP="000D2CD2">
            <w:pPr>
              <w:tabs>
                <w:tab w:val="left" w:pos="0"/>
                <w:tab w:val="left" w:pos="1728"/>
              </w:tabs>
              <w:spacing w:line="360" w:lineRule="atLeast"/>
              <w:rPr>
                <w:rFonts w:ascii="宋体" w:cs="宋体"/>
                <w:color w:val="000000"/>
              </w:rPr>
            </w:pPr>
          </w:p>
        </w:tc>
      </w:tr>
      <w:tr w:rsidR="004920AF" w:rsidRPr="00082E49" w:rsidTr="000D2CD2">
        <w:trPr>
          <w:cantSplit/>
        </w:trPr>
        <w:tc>
          <w:tcPr>
            <w:tcW w:w="851" w:type="dxa"/>
          </w:tcPr>
          <w:p w:rsidR="004920AF" w:rsidRDefault="004920AF" w:rsidP="000D2CD2">
            <w:pPr>
              <w:pStyle w:val="TableText"/>
            </w:pPr>
            <w:r>
              <w:rPr>
                <w:rFonts w:hint="eastAsia"/>
              </w:rPr>
              <w:t>4</w:t>
            </w:r>
          </w:p>
        </w:tc>
        <w:tc>
          <w:tcPr>
            <w:tcW w:w="1559" w:type="dxa"/>
            <w:vAlign w:val="center"/>
          </w:tcPr>
          <w:p w:rsidR="004920AF" w:rsidRPr="00CF0062" w:rsidRDefault="004920AF" w:rsidP="000D2CD2">
            <w:pPr>
              <w:pStyle w:val="TableText"/>
            </w:pPr>
          </w:p>
        </w:tc>
        <w:tc>
          <w:tcPr>
            <w:tcW w:w="5812" w:type="dxa"/>
          </w:tcPr>
          <w:p w:rsidR="004920AF" w:rsidRDefault="004920AF" w:rsidP="004920AF">
            <w:pPr>
              <w:tabs>
                <w:tab w:val="left" w:pos="0"/>
                <w:tab w:val="left" w:pos="1728"/>
              </w:tabs>
              <w:spacing w:line="360" w:lineRule="atLeast"/>
              <w:rPr>
                <w:rFonts w:ascii="宋体" w:cs="宋体"/>
                <w:color w:val="000000"/>
              </w:rPr>
            </w:pPr>
          </w:p>
        </w:tc>
      </w:tr>
      <w:tr w:rsidR="004920AF" w:rsidRPr="00082E49" w:rsidTr="000D2CD2">
        <w:trPr>
          <w:cantSplit/>
        </w:trPr>
        <w:tc>
          <w:tcPr>
            <w:tcW w:w="851" w:type="dxa"/>
          </w:tcPr>
          <w:p w:rsidR="004920AF" w:rsidRDefault="004920AF" w:rsidP="000D2CD2">
            <w:pPr>
              <w:pStyle w:val="TableText"/>
            </w:pPr>
            <w:r>
              <w:rPr>
                <w:rFonts w:hint="eastAsia"/>
              </w:rPr>
              <w:t>5</w:t>
            </w:r>
          </w:p>
        </w:tc>
        <w:tc>
          <w:tcPr>
            <w:tcW w:w="1559" w:type="dxa"/>
            <w:vAlign w:val="center"/>
          </w:tcPr>
          <w:p w:rsidR="004920AF" w:rsidRPr="00CF0062" w:rsidRDefault="004920AF" w:rsidP="000D2CD2">
            <w:pPr>
              <w:pStyle w:val="TableText"/>
            </w:pPr>
          </w:p>
        </w:tc>
        <w:tc>
          <w:tcPr>
            <w:tcW w:w="5812" w:type="dxa"/>
          </w:tcPr>
          <w:p w:rsidR="004920AF" w:rsidRDefault="004920AF" w:rsidP="000D2CD2">
            <w:pPr>
              <w:tabs>
                <w:tab w:val="left" w:pos="0"/>
                <w:tab w:val="left" w:pos="1728"/>
              </w:tabs>
              <w:spacing w:line="360" w:lineRule="atLeast"/>
              <w:rPr>
                <w:rFonts w:ascii="宋体" w:cs="宋体"/>
                <w:color w:val="000000"/>
              </w:rPr>
            </w:pPr>
          </w:p>
        </w:tc>
      </w:tr>
    </w:tbl>
    <w:p w:rsidR="00F03C7A" w:rsidRPr="00B52491" w:rsidRDefault="00654B72" w:rsidP="00F03C7A">
      <w:pPr>
        <w:pStyle w:val="1"/>
        <w:rPr>
          <w:rFonts w:ascii="Times New Roman" w:hAnsi="Times New Roman"/>
          <w:i/>
          <w:iCs/>
          <w:noProof/>
          <w:color w:val="0000FF"/>
          <w:kern w:val="2"/>
          <w:szCs w:val="24"/>
        </w:rPr>
      </w:pPr>
      <w:bookmarkStart w:id="19" w:name="_Toc6335102"/>
      <w:bookmarkStart w:id="20" w:name="_Toc332729386"/>
      <w:bookmarkStart w:id="21" w:name="_Toc331960514"/>
      <w:bookmarkEnd w:id="17"/>
      <w:r>
        <w:rPr>
          <w:rFonts w:hint="eastAsia"/>
        </w:rPr>
        <w:t>其他</w:t>
      </w:r>
      <w:bookmarkEnd w:id="19"/>
      <w:r w:rsidR="00B52491" w:rsidRPr="00356CF9">
        <w:rPr>
          <w:rFonts w:ascii="Times New Roman" w:eastAsia="宋体" w:hAnsi="Times New Roman"/>
          <w:b w:val="0"/>
          <w:i/>
          <w:iCs/>
          <w:noProof/>
          <w:color w:val="0000FF"/>
          <w:kern w:val="2"/>
          <w:sz w:val="21"/>
          <w:szCs w:val="24"/>
        </w:rPr>
        <w:t xml:space="preserve"> </w:t>
      </w:r>
      <w:bookmarkEnd w:id="20"/>
      <w:bookmarkEnd w:id="21"/>
    </w:p>
    <w:p w:rsidR="00E36CA6" w:rsidRPr="00B52491" w:rsidRDefault="00E36CA6" w:rsidP="00B52491">
      <w:pPr>
        <w:pStyle w:val="a4"/>
        <w:ind w:firstLineChars="0" w:firstLine="0"/>
        <w:rPr>
          <w:rFonts w:ascii="Times New Roman" w:hAnsi="Times New Roman"/>
          <w:i/>
          <w:iCs/>
          <w:noProof/>
          <w:color w:val="0000FF"/>
          <w:kern w:val="2"/>
          <w:szCs w:val="24"/>
        </w:rPr>
      </w:pPr>
    </w:p>
    <w:sectPr w:rsidR="00E36CA6" w:rsidRPr="00B52491" w:rsidSect="00B51F75">
      <w:headerReference w:type="default" r:id="rId11"/>
      <w:headerReference w:type="first" r:id="rId12"/>
      <w:footerReference w:type="first" r:id="rId13"/>
      <w:pgSz w:w="11900" w:h="16832"/>
      <w:pgMar w:top="1554" w:right="1440" w:bottom="1327" w:left="1440" w:header="646" w:footer="64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370" w:rsidRDefault="004A0370">
      <w:r>
        <w:separator/>
      </w:r>
    </w:p>
  </w:endnote>
  <w:endnote w:type="continuationSeparator" w:id="0">
    <w:p w:rsidR="004A0370" w:rsidRDefault="004A0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2771"/>
      <w:gridCol w:w="3694"/>
      <w:gridCol w:w="2771"/>
    </w:tblGrid>
    <w:tr w:rsidR="005C4CF1">
      <w:tc>
        <w:tcPr>
          <w:tcW w:w="1500" w:type="pct"/>
          <w:tcBorders>
            <w:top w:val="single" w:sz="4" w:space="0" w:color="auto"/>
          </w:tcBorders>
          <w:vAlign w:val="center"/>
        </w:tcPr>
        <w:p w:rsidR="005C4CF1" w:rsidRDefault="005C4CF1" w:rsidP="00C33DD5">
          <w:pPr>
            <w:pStyle w:val="a8"/>
            <w:jc w:val="both"/>
          </w:pPr>
        </w:p>
      </w:tc>
      <w:tc>
        <w:tcPr>
          <w:tcW w:w="2000" w:type="pct"/>
          <w:tcBorders>
            <w:top w:val="single" w:sz="4" w:space="0" w:color="auto"/>
            <w:left w:val="nil"/>
          </w:tcBorders>
          <w:vAlign w:val="center"/>
        </w:tcPr>
        <w:p w:rsidR="005C4CF1" w:rsidRPr="00FD1DE4" w:rsidRDefault="005C4CF1" w:rsidP="00C33DD5">
          <w:pPr>
            <w:pStyle w:val="a8"/>
            <w:jc w:val="center"/>
          </w:pPr>
        </w:p>
      </w:tc>
      <w:tc>
        <w:tcPr>
          <w:tcW w:w="1500" w:type="pct"/>
          <w:tcBorders>
            <w:top w:val="single" w:sz="4" w:space="0" w:color="auto"/>
          </w:tcBorders>
        </w:tcPr>
        <w:p w:rsidR="005C4CF1" w:rsidRDefault="005C4CF1" w:rsidP="00C33DD5">
          <w:pPr>
            <w:pStyle w:val="a8"/>
            <w:jc w:val="right"/>
          </w:pPr>
          <w:r>
            <w:rPr>
              <w:rFonts w:hint="eastAsia"/>
            </w:rPr>
            <w:t xml:space="preserve">Page </w:t>
          </w:r>
          <w:r w:rsidR="009B124F">
            <w:rPr>
              <w:rStyle w:val="afe"/>
            </w:rPr>
            <w:fldChar w:fldCharType="begin"/>
          </w:r>
          <w:r>
            <w:rPr>
              <w:rStyle w:val="afe"/>
            </w:rPr>
            <w:instrText xml:space="preserve"> PAGE </w:instrText>
          </w:r>
          <w:r w:rsidR="009B124F">
            <w:rPr>
              <w:rStyle w:val="afe"/>
            </w:rPr>
            <w:fldChar w:fldCharType="separate"/>
          </w:r>
          <w:r w:rsidR="00973868">
            <w:rPr>
              <w:rStyle w:val="afe"/>
              <w:noProof/>
            </w:rPr>
            <w:t>4</w:t>
          </w:r>
          <w:r w:rsidR="009B124F">
            <w:rPr>
              <w:rStyle w:val="afe"/>
            </w:rPr>
            <w:fldChar w:fldCharType="end"/>
          </w:r>
          <w:r>
            <w:t xml:space="preserve"> </w:t>
          </w:r>
        </w:p>
      </w:tc>
    </w:tr>
  </w:tbl>
  <w:p w:rsidR="005C4CF1" w:rsidRDefault="005C4CF1" w:rsidP="00DA78E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2771"/>
      <w:gridCol w:w="3694"/>
      <w:gridCol w:w="2771"/>
    </w:tblGrid>
    <w:tr w:rsidR="005C4CF1" w:rsidTr="00F5061B">
      <w:tc>
        <w:tcPr>
          <w:tcW w:w="1500" w:type="pct"/>
          <w:tcBorders>
            <w:top w:val="single" w:sz="4" w:space="0" w:color="auto"/>
          </w:tcBorders>
          <w:vAlign w:val="center"/>
        </w:tcPr>
        <w:p w:rsidR="005C4CF1" w:rsidRDefault="005C4CF1" w:rsidP="00F5061B">
          <w:pPr>
            <w:pStyle w:val="a8"/>
            <w:jc w:val="both"/>
          </w:pPr>
        </w:p>
      </w:tc>
      <w:tc>
        <w:tcPr>
          <w:tcW w:w="2000" w:type="pct"/>
          <w:tcBorders>
            <w:top w:val="single" w:sz="4" w:space="0" w:color="auto"/>
            <w:left w:val="nil"/>
          </w:tcBorders>
          <w:vAlign w:val="center"/>
        </w:tcPr>
        <w:p w:rsidR="005C4CF1" w:rsidRPr="00FD1DE4" w:rsidRDefault="005C4CF1" w:rsidP="00F5061B">
          <w:pPr>
            <w:pStyle w:val="a8"/>
            <w:jc w:val="center"/>
          </w:pPr>
        </w:p>
      </w:tc>
      <w:tc>
        <w:tcPr>
          <w:tcW w:w="1500" w:type="pct"/>
          <w:tcBorders>
            <w:top w:val="single" w:sz="4" w:space="0" w:color="auto"/>
          </w:tcBorders>
        </w:tcPr>
        <w:p w:rsidR="005C4CF1" w:rsidRDefault="005C4CF1" w:rsidP="00F5061B">
          <w:pPr>
            <w:pStyle w:val="a8"/>
            <w:jc w:val="right"/>
          </w:pPr>
          <w:r>
            <w:rPr>
              <w:rFonts w:hint="eastAsia"/>
            </w:rPr>
            <w:t xml:space="preserve">Page </w:t>
          </w:r>
          <w:r w:rsidR="009B124F">
            <w:rPr>
              <w:rStyle w:val="afe"/>
            </w:rPr>
            <w:fldChar w:fldCharType="begin"/>
          </w:r>
          <w:r>
            <w:rPr>
              <w:rStyle w:val="afe"/>
            </w:rPr>
            <w:instrText xml:space="preserve"> PAGE </w:instrText>
          </w:r>
          <w:r w:rsidR="009B124F">
            <w:rPr>
              <w:rStyle w:val="afe"/>
            </w:rPr>
            <w:fldChar w:fldCharType="separate"/>
          </w:r>
          <w:r>
            <w:rPr>
              <w:rStyle w:val="afe"/>
              <w:noProof/>
            </w:rPr>
            <w:t>4</w:t>
          </w:r>
          <w:r w:rsidR="009B124F">
            <w:rPr>
              <w:rStyle w:val="afe"/>
            </w:rPr>
            <w:fldChar w:fldCharType="end"/>
          </w:r>
          <w:r>
            <w:t xml:space="preserve"> </w:t>
          </w:r>
        </w:p>
      </w:tc>
    </w:tr>
  </w:tbl>
  <w:p w:rsidR="005C4CF1" w:rsidRDefault="005C4CF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370" w:rsidRDefault="004A0370">
      <w:r>
        <w:separator/>
      </w:r>
    </w:p>
  </w:footnote>
  <w:footnote w:type="continuationSeparator" w:id="0">
    <w:p w:rsidR="004A0370" w:rsidRDefault="004A0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13"/>
      <w:gridCol w:w="6394"/>
      <w:gridCol w:w="1827"/>
    </w:tblGrid>
    <w:tr w:rsidR="005C4CF1">
      <w:trPr>
        <w:cantSplit/>
        <w:trHeight w:hRule="exact" w:val="668"/>
      </w:trPr>
      <w:tc>
        <w:tcPr>
          <w:tcW w:w="500" w:type="pct"/>
          <w:tcBorders>
            <w:bottom w:val="single" w:sz="6" w:space="0" w:color="auto"/>
          </w:tcBorders>
        </w:tcPr>
        <w:p w:rsidR="005C4CF1" w:rsidRDefault="005C4CF1" w:rsidP="007C7023">
          <w:pPr>
            <w:pStyle w:val="af2"/>
          </w:pPr>
          <w:r>
            <w:rPr>
              <w:rFonts w:ascii="Dotum" w:eastAsia="Dotum" w:hAnsi="Dotum"/>
            </w:rPr>
            <w:drawing>
              <wp:inline distT="0" distB="0" distL="0" distR="0">
                <wp:extent cx="421640" cy="42164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6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C4CF1" w:rsidRDefault="005C4CF1" w:rsidP="00AB5B92"/>
      </w:tc>
      <w:tc>
        <w:tcPr>
          <w:tcW w:w="3500" w:type="pct"/>
          <w:tcBorders>
            <w:bottom w:val="single" w:sz="6" w:space="0" w:color="auto"/>
          </w:tcBorders>
          <w:vAlign w:val="bottom"/>
        </w:tcPr>
        <w:p w:rsidR="005C4CF1" w:rsidRPr="00FF73E3" w:rsidRDefault="005C4CF1" w:rsidP="00DE30D5">
          <w:pPr>
            <w:pStyle w:val="aa"/>
            <w:jc w:val="left"/>
            <w:rPr>
              <w:lang w:val="pt-BR"/>
            </w:rPr>
          </w:pPr>
          <w:r w:rsidRPr="00FF73E3">
            <w:rPr>
              <w:bCs/>
              <w:lang w:val="pt-BR"/>
            </w:rPr>
            <w:t>XXX</w:t>
          </w:r>
          <w:r w:rsidRPr="00FF73E3">
            <w:rPr>
              <w:rFonts w:hint="eastAsia"/>
              <w:bCs/>
              <w:lang w:val="pt-BR"/>
            </w:rPr>
            <w:t xml:space="preserve"> Vx.</w:t>
          </w:r>
          <w:r>
            <w:rPr>
              <w:rFonts w:hint="eastAsia"/>
              <w:bCs/>
              <w:lang w:val="pt-BR"/>
            </w:rPr>
            <w:t>0</w:t>
          </w:r>
          <w:r w:rsidRPr="00FF73E3">
            <w:rPr>
              <w:rFonts w:hint="eastAsia"/>
              <w:bCs/>
              <w:lang w:val="pt-BR"/>
            </w:rPr>
            <w:t xml:space="preserve"> Release Notes</w:t>
          </w:r>
        </w:p>
      </w:tc>
      <w:tc>
        <w:tcPr>
          <w:tcW w:w="1000" w:type="pct"/>
          <w:tcBorders>
            <w:bottom w:val="single" w:sz="6" w:space="0" w:color="auto"/>
          </w:tcBorders>
          <w:vAlign w:val="bottom"/>
        </w:tcPr>
        <w:p w:rsidR="005C4CF1" w:rsidRDefault="005C4CF1" w:rsidP="00E37BEF">
          <w:pPr>
            <w:pStyle w:val="aa"/>
            <w:jc w:val="right"/>
          </w:pPr>
          <w:r w:rsidRPr="000465BD">
            <w:t>CONFIDENTIAL</w:t>
          </w:r>
        </w:p>
      </w:tc>
    </w:tr>
  </w:tbl>
  <w:p w:rsidR="005C4CF1" w:rsidRDefault="005C4CF1" w:rsidP="00AB5B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13"/>
      <w:gridCol w:w="6394"/>
      <w:gridCol w:w="1827"/>
    </w:tblGrid>
    <w:tr w:rsidR="005C4CF1">
      <w:trPr>
        <w:cantSplit/>
        <w:trHeight w:hRule="exact" w:val="668"/>
      </w:trPr>
      <w:tc>
        <w:tcPr>
          <w:tcW w:w="500" w:type="pct"/>
          <w:tcBorders>
            <w:bottom w:val="single" w:sz="6" w:space="0" w:color="auto"/>
          </w:tcBorders>
        </w:tcPr>
        <w:p w:rsidR="005C4CF1" w:rsidRDefault="005C4CF1" w:rsidP="007C7023">
          <w:pPr>
            <w:pStyle w:val="af2"/>
          </w:pPr>
          <w:r>
            <w:rPr>
              <w:rFonts w:ascii="Dotum" w:eastAsia="Dotum" w:hAnsi="Dotum"/>
            </w:rPr>
            <w:drawing>
              <wp:inline distT="0" distB="0" distL="0" distR="0">
                <wp:extent cx="421640" cy="421640"/>
                <wp:effectExtent l="19050" t="0" r="0" b="0"/>
                <wp:docPr id="2" name="图片 2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6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C4CF1" w:rsidRDefault="005C4CF1" w:rsidP="00AB5B92"/>
      </w:tc>
      <w:tc>
        <w:tcPr>
          <w:tcW w:w="3500" w:type="pct"/>
          <w:tcBorders>
            <w:bottom w:val="single" w:sz="6" w:space="0" w:color="auto"/>
          </w:tcBorders>
          <w:vAlign w:val="bottom"/>
        </w:tcPr>
        <w:p w:rsidR="005C4CF1" w:rsidRPr="00C77BAD" w:rsidRDefault="008431FB" w:rsidP="00E00E79">
          <w:pPr>
            <w:pStyle w:val="aa"/>
            <w:jc w:val="left"/>
            <w:rPr>
              <w:i/>
              <w:color w:val="0000FF"/>
              <w:lang w:val="de-DE"/>
            </w:rPr>
          </w:pPr>
          <w:r w:rsidRPr="008431FB">
            <w:rPr>
              <w:i/>
              <w:color w:val="0000FF"/>
              <w:lang w:val="de-DE"/>
            </w:rPr>
            <w:t>B535-BD 10.0.1.99(H55SP4C00)</w:t>
          </w:r>
          <w:r w:rsidR="005C4CF1">
            <w:rPr>
              <w:rFonts w:hint="eastAsia"/>
              <w:bCs/>
              <w:lang w:val="pt-BR"/>
            </w:rPr>
            <w:t>烧片软件版本说明书</w:t>
          </w:r>
        </w:p>
      </w:tc>
      <w:tc>
        <w:tcPr>
          <w:tcW w:w="1000" w:type="pct"/>
          <w:tcBorders>
            <w:bottom w:val="single" w:sz="6" w:space="0" w:color="auto"/>
          </w:tcBorders>
          <w:vAlign w:val="bottom"/>
        </w:tcPr>
        <w:p w:rsidR="005C4CF1" w:rsidRDefault="005C4CF1" w:rsidP="00E37BEF">
          <w:pPr>
            <w:pStyle w:val="aa"/>
            <w:jc w:val="right"/>
          </w:pPr>
          <w:r w:rsidRPr="000465BD">
            <w:t>CONFIDENTIAL</w:t>
          </w:r>
        </w:p>
      </w:tc>
    </w:tr>
  </w:tbl>
  <w:p w:rsidR="005C4CF1" w:rsidRDefault="005C4CF1" w:rsidP="00AB5B9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13"/>
      <w:gridCol w:w="6394"/>
      <w:gridCol w:w="1827"/>
    </w:tblGrid>
    <w:tr w:rsidR="005C4CF1" w:rsidTr="00F5061B">
      <w:trPr>
        <w:cantSplit/>
        <w:trHeight w:hRule="exact" w:val="668"/>
      </w:trPr>
      <w:tc>
        <w:tcPr>
          <w:tcW w:w="500" w:type="pct"/>
          <w:tcBorders>
            <w:bottom w:val="single" w:sz="6" w:space="0" w:color="auto"/>
          </w:tcBorders>
        </w:tcPr>
        <w:p w:rsidR="005C4CF1" w:rsidRDefault="005C4CF1" w:rsidP="00F5061B">
          <w:pPr>
            <w:pStyle w:val="af2"/>
          </w:pPr>
          <w:r>
            <w:rPr>
              <w:rFonts w:ascii="Dotum" w:eastAsia="Dotum" w:hAnsi="Dotum"/>
            </w:rPr>
            <w:drawing>
              <wp:inline distT="0" distB="0" distL="0" distR="0">
                <wp:extent cx="421640" cy="421640"/>
                <wp:effectExtent l="19050" t="0" r="0" b="0"/>
                <wp:docPr id="3" name="图片 3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6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C4CF1" w:rsidRDefault="005C4CF1" w:rsidP="00F5061B"/>
      </w:tc>
      <w:tc>
        <w:tcPr>
          <w:tcW w:w="3500" w:type="pct"/>
          <w:tcBorders>
            <w:bottom w:val="single" w:sz="6" w:space="0" w:color="auto"/>
          </w:tcBorders>
          <w:vAlign w:val="bottom"/>
        </w:tcPr>
        <w:p w:rsidR="005C4CF1" w:rsidRPr="00FF73E3" w:rsidRDefault="005C4CF1" w:rsidP="00FC6D7F">
          <w:pPr>
            <w:pStyle w:val="aa"/>
            <w:jc w:val="left"/>
            <w:rPr>
              <w:lang w:val="pt-BR"/>
            </w:rPr>
          </w:pPr>
          <w:r w:rsidRPr="00FF73E3">
            <w:rPr>
              <w:bCs/>
              <w:lang w:val="pt-BR"/>
            </w:rPr>
            <w:t>XXX</w:t>
          </w:r>
          <w:r w:rsidRPr="00FF73E3">
            <w:rPr>
              <w:rFonts w:hint="eastAsia"/>
              <w:bCs/>
              <w:lang w:val="pt-BR"/>
            </w:rPr>
            <w:t xml:space="preserve"> Release Notes Vx.</w:t>
          </w:r>
          <w:r>
            <w:rPr>
              <w:rFonts w:hint="eastAsia"/>
              <w:bCs/>
              <w:lang w:val="pt-BR"/>
            </w:rPr>
            <w:t>y</w:t>
          </w:r>
        </w:p>
      </w:tc>
      <w:tc>
        <w:tcPr>
          <w:tcW w:w="1000" w:type="pct"/>
          <w:tcBorders>
            <w:bottom w:val="single" w:sz="6" w:space="0" w:color="auto"/>
          </w:tcBorders>
          <w:vAlign w:val="bottom"/>
        </w:tcPr>
        <w:p w:rsidR="005C4CF1" w:rsidRDefault="005C4CF1" w:rsidP="00F5061B">
          <w:pPr>
            <w:pStyle w:val="aa"/>
            <w:jc w:val="right"/>
          </w:pPr>
          <w:r w:rsidRPr="000465BD">
            <w:t>CONFIDENTIAL</w:t>
          </w:r>
        </w:p>
      </w:tc>
    </w:tr>
  </w:tbl>
  <w:p w:rsidR="005C4CF1" w:rsidRDefault="005C4CF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0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6A04C02"/>
    <w:multiLevelType w:val="hybridMultilevel"/>
    <w:tmpl w:val="8FEE1278"/>
    <w:lvl w:ilvl="0" w:tplc="813C6DC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9DC5FCF"/>
    <w:multiLevelType w:val="hybridMultilevel"/>
    <w:tmpl w:val="E746147E"/>
    <w:lvl w:ilvl="0" w:tplc="6074CFEA">
      <w:start w:val="1"/>
      <w:numFmt w:val="bullet"/>
      <w:pStyle w:val="NotesTextListinTable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13"/>
        <w:szCs w:val="13"/>
        <w:vertAlign w:val="baseline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">
    <w:nsid w:val="0D8A1DC0"/>
    <w:multiLevelType w:val="hybridMultilevel"/>
    <w:tmpl w:val="0D1AE978"/>
    <w:lvl w:ilvl="0" w:tplc="AECC68E2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8E12240"/>
    <w:multiLevelType w:val="hybridMultilevel"/>
    <w:tmpl w:val="552E5F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6FC11C1"/>
    <w:multiLevelType w:val="hybridMultilevel"/>
    <w:tmpl w:val="344E22D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FEF7B85"/>
    <w:multiLevelType w:val="hybridMultilevel"/>
    <w:tmpl w:val="D93AFE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2FE570A"/>
    <w:multiLevelType w:val="multilevel"/>
    <w:tmpl w:val="68B8BA7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1"/>
      <w:suff w:val="space"/>
      <w:lvlText w:val="图%8"/>
      <w:lvlJc w:val="center"/>
      <w:pPr>
        <w:ind w:left="276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2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9">
    <w:nsid w:val="53035592"/>
    <w:multiLevelType w:val="hybridMultilevel"/>
    <w:tmpl w:val="344E22D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6AF4192"/>
    <w:multiLevelType w:val="multilevel"/>
    <w:tmpl w:val="36302A3A"/>
    <w:lvl w:ilvl="0">
      <w:start w:val="1"/>
      <w:numFmt w:val="decimal"/>
      <w:pStyle w:val="1"/>
      <w:lvlText w:val="%1"/>
      <w:lvlJc w:val="left"/>
      <w:pPr>
        <w:tabs>
          <w:tab w:val="num" w:pos="630"/>
        </w:tabs>
        <w:ind w:left="630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774"/>
        </w:tabs>
        <w:ind w:left="774" w:hanging="576"/>
      </w:pPr>
      <w:rPr>
        <w:rFonts w:hint="eastAsia"/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i/>
        <w:color w:val="0000FF"/>
      </w:rPr>
    </w:lvl>
    <w:lvl w:ilvl="3">
      <w:start w:val="1"/>
      <w:numFmt w:val="decimal"/>
      <w:pStyle w:val="4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tabs>
          <w:tab w:val="num" w:pos="765"/>
        </w:tabs>
        <w:ind w:left="1134" w:hanging="680"/>
      </w:pPr>
      <w:rPr>
        <w:rFonts w:hint="eastAsia"/>
        <w:color w:val="auto"/>
      </w:rPr>
    </w:lvl>
    <w:lvl w:ilvl="5">
      <w:start w:val="1"/>
      <w:numFmt w:val="lowerLetter"/>
      <w:pStyle w:val="6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pStyle w:val="7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11">
    <w:nsid w:val="64914A2F"/>
    <w:multiLevelType w:val="hybridMultilevel"/>
    <w:tmpl w:val="752C9F70"/>
    <w:lvl w:ilvl="0" w:tplc="813C6DC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6BB55EE"/>
    <w:multiLevelType w:val="hybridMultilevel"/>
    <w:tmpl w:val="4BEABA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C0421A4"/>
    <w:multiLevelType w:val="hybridMultilevel"/>
    <w:tmpl w:val="A8B25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F0F7378"/>
    <w:multiLevelType w:val="hybridMultilevel"/>
    <w:tmpl w:val="278EDA8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7755585C"/>
    <w:multiLevelType w:val="hybridMultilevel"/>
    <w:tmpl w:val="C7E4FE38"/>
    <w:lvl w:ilvl="0" w:tplc="1848F732">
      <w:start w:val="1"/>
      <w:numFmt w:val="bullet"/>
      <w:pStyle w:val="ItemListinTable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  <w:color w:val="000000"/>
        <w:sz w:val="13"/>
        <w:szCs w:val="13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796601A4"/>
    <w:multiLevelType w:val="singleLevel"/>
    <w:tmpl w:val="D4740C1C"/>
    <w:lvl w:ilvl="0">
      <w:start w:val="1"/>
      <w:numFmt w:val="bullet"/>
      <w:pStyle w:val="ItemList"/>
      <w:lvlText w:val=""/>
      <w:lvlJc w:val="left"/>
      <w:pPr>
        <w:tabs>
          <w:tab w:val="num" w:pos="1559"/>
        </w:tabs>
        <w:ind w:left="1559" w:hanging="425"/>
      </w:pPr>
      <w:rPr>
        <w:rFonts w:ascii="Wingdings" w:hAnsi="Wingdings" w:cs="Wingdings" w:hint="default"/>
        <w:b w:val="0"/>
        <w:bCs w:val="0"/>
        <w:i w:val="0"/>
        <w:iCs w:val="0"/>
        <w:color w:val="000000"/>
        <w:sz w:val="13"/>
        <w:szCs w:val="13"/>
        <w:u w:val="none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0"/>
  </w:num>
  <w:num w:numId="5">
    <w:abstractNumId w:val="16"/>
  </w:num>
  <w:num w:numId="6">
    <w:abstractNumId w:val="3"/>
  </w:num>
  <w:num w:numId="7">
    <w:abstractNumId w:val="15"/>
  </w:num>
  <w:num w:numId="8">
    <w:abstractNumId w:val="2"/>
  </w:num>
  <w:num w:numId="9">
    <w:abstractNumId w:val="11"/>
  </w:num>
  <w:num w:numId="10">
    <w:abstractNumId w:val="5"/>
  </w:num>
  <w:num w:numId="11">
    <w:abstractNumId w:val="13"/>
  </w:num>
  <w:num w:numId="12">
    <w:abstractNumId w:val="9"/>
  </w:num>
  <w:num w:numId="13">
    <w:abstractNumId w:val="14"/>
  </w:num>
  <w:num w:numId="14">
    <w:abstractNumId w:val="10"/>
  </w:num>
  <w:num w:numId="15">
    <w:abstractNumId w:val="4"/>
  </w:num>
  <w:num w:numId="16">
    <w:abstractNumId w:val="12"/>
  </w:num>
  <w:num w:numId="17">
    <w:abstractNumId w:val="7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3"/>
    </w:lvlOverride>
    <w:lvlOverride w:ilvl="1">
      <w:startOverride w:val="2"/>
    </w:lvlOverride>
    <w:lvlOverride w:ilvl="2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8601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62D7F"/>
    <w:rsid w:val="0000066D"/>
    <w:rsid w:val="00000751"/>
    <w:rsid w:val="00002457"/>
    <w:rsid w:val="0000257E"/>
    <w:rsid w:val="00002B47"/>
    <w:rsid w:val="00002BF1"/>
    <w:rsid w:val="00002F35"/>
    <w:rsid w:val="0000300F"/>
    <w:rsid w:val="00004B79"/>
    <w:rsid w:val="00004D88"/>
    <w:rsid w:val="0000523B"/>
    <w:rsid w:val="00006153"/>
    <w:rsid w:val="00006CE8"/>
    <w:rsid w:val="00006EEA"/>
    <w:rsid w:val="0001076B"/>
    <w:rsid w:val="00010B35"/>
    <w:rsid w:val="00011F35"/>
    <w:rsid w:val="000124C4"/>
    <w:rsid w:val="0001354C"/>
    <w:rsid w:val="00013665"/>
    <w:rsid w:val="00013DB6"/>
    <w:rsid w:val="000159F5"/>
    <w:rsid w:val="000201B7"/>
    <w:rsid w:val="000202E2"/>
    <w:rsid w:val="00021ABC"/>
    <w:rsid w:val="00024B65"/>
    <w:rsid w:val="00026667"/>
    <w:rsid w:val="00026678"/>
    <w:rsid w:val="00026E21"/>
    <w:rsid w:val="00027C19"/>
    <w:rsid w:val="00031E06"/>
    <w:rsid w:val="00032800"/>
    <w:rsid w:val="00032D73"/>
    <w:rsid w:val="00032ED6"/>
    <w:rsid w:val="00035332"/>
    <w:rsid w:val="0003560D"/>
    <w:rsid w:val="00035CC8"/>
    <w:rsid w:val="00035FDA"/>
    <w:rsid w:val="0003729D"/>
    <w:rsid w:val="00037791"/>
    <w:rsid w:val="00040159"/>
    <w:rsid w:val="00040E32"/>
    <w:rsid w:val="00041464"/>
    <w:rsid w:val="0004207C"/>
    <w:rsid w:val="000422DA"/>
    <w:rsid w:val="000439C9"/>
    <w:rsid w:val="00043B44"/>
    <w:rsid w:val="00044083"/>
    <w:rsid w:val="00044093"/>
    <w:rsid w:val="000458DD"/>
    <w:rsid w:val="0004594D"/>
    <w:rsid w:val="00046128"/>
    <w:rsid w:val="00046B49"/>
    <w:rsid w:val="00050FEA"/>
    <w:rsid w:val="0005133E"/>
    <w:rsid w:val="00051652"/>
    <w:rsid w:val="00051E1D"/>
    <w:rsid w:val="00051E69"/>
    <w:rsid w:val="000532B0"/>
    <w:rsid w:val="00055CF5"/>
    <w:rsid w:val="00055D63"/>
    <w:rsid w:val="00056074"/>
    <w:rsid w:val="00056211"/>
    <w:rsid w:val="00056AB1"/>
    <w:rsid w:val="00056EA2"/>
    <w:rsid w:val="0005789D"/>
    <w:rsid w:val="000606D8"/>
    <w:rsid w:val="00061E62"/>
    <w:rsid w:val="00062C70"/>
    <w:rsid w:val="000642D7"/>
    <w:rsid w:val="000658F8"/>
    <w:rsid w:val="000668C0"/>
    <w:rsid w:val="000675AA"/>
    <w:rsid w:val="00070929"/>
    <w:rsid w:val="00070C30"/>
    <w:rsid w:val="00070FA5"/>
    <w:rsid w:val="00071936"/>
    <w:rsid w:val="00071AED"/>
    <w:rsid w:val="0007284E"/>
    <w:rsid w:val="00073849"/>
    <w:rsid w:val="000744CA"/>
    <w:rsid w:val="00074A1C"/>
    <w:rsid w:val="00074B11"/>
    <w:rsid w:val="00074F0E"/>
    <w:rsid w:val="00076625"/>
    <w:rsid w:val="00076869"/>
    <w:rsid w:val="00076F01"/>
    <w:rsid w:val="00077249"/>
    <w:rsid w:val="00080C32"/>
    <w:rsid w:val="00081030"/>
    <w:rsid w:val="000812B7"/>
    <w:rsid w:val="00081540"/>
    <w:rsid w:val="00083882"/>
    <w:rsid w:val="00084DA3"/>
    <w:rsid w:val="00084E87"/>
    <w:rsid w:val="0008586F"/>
    <w:rsid w:val="00085983"/>
    <w:rsid w:val="00085F6D"/>
    <w:rsid w:val="000866DC"/>
    <w:rsid w:val="00087BE1"/>
    <w:rsid w:val="00087DB5"/>
    <w:rsid w:val="00091B91"/>
    <w:rsid w:val="00094E7A"/>
    <w:rsid w:val="00095878"/>
    <w:rsid w:val="000A0D5E"/>
    <w:rsid w:val="000A0DD8"/>
    <w:rsid w:val="000A0E7D"/>
    <w:rsid w:val="000A10BF"/>
    <w:rsid w:val="000A115C"/>
    <w:rsid w:val="000A16F5"/>
    <w:rsid w:val="000A382E"/>
    <w:rsid w:val="000A5BDF"/>
    <w:rsid w:val="000A6942"/>
    <w:rsid w:val="000A6FD3"/>
    <w:rsid w:val="000A71EC"/>
    <w:rsid w:val="000A7398"/>
    <w:rsid w:val="000B133A"/>
    <w:rsid w:val="000B1A48"/>
    <w:rsid w:val="000B41CB"/>
    <w:rsid w:val="000B5F05"/>
    <w:rsid w:val="000B69D2"/>
    <w:rsid w:val="000B7D6C"/>
    <w:rsid w:val="000C0276"/>
    <w:rsid w:val="000C117F"/>
    <w:rsid w:val="000C165C"/>
    <w:rsid w:val="000C1925"/>
    <w:rsid w:val="000C22A7"/>
    <w:rsid w:val="000C2665"/>
    <w:rsid w:val="000C3816"/>
    <w:rsid w:val="000C49FA"/>
    <w:rsid w:val="000C60D0"/>
    <w:rsid w:val="000C6AB1"/>
    <w:rsid w:val="000C7961"/>
    <w:rsid w:val="000C7E60"/>
    <w:rsid w:val="000C7E81"/>
    <w:rsid w:val="000D13DF"/>
    <w:rsid w:val="000D1771"/>
    <w:rsid w:val="000D1C8C"/>
    <w:rsid w:val="000D20EF"/>
    <w:rsid w:val="000D22DD"/>
    <w:rsid w:val="000D2CD2"/>
    <w:rsid w:val="000D3308"/>
    <w:rsid w:val="000D4472"/>
    <w:rsid w:val="000D499C"/>
    <w:rsid w:val="000D5549"/>
    <w:rsid w:val="000D6295"/>
    <w:rsid w:val="000D689A"/>
    <w:rsid w:val="000D7C63"/>
    <w:rsid w:val="000D7D28"/>
    <w:rsid w:val="000E0CE5"/>
    <w:rsid w:val="000E1BF6"/>
    <w:rsid w:val="000E2F03"/>
    <w:rsid w:val="000E31C6"/>
    <w:rsid w:val="000E38C3"/>
    <w:rsid w:val="000E603F"/>
    <w:rsid w:val="000E666C"/>
    <w:rsid w:val="000E683D"/>
    <w:rsid w:val="000E6C3D"/>
    <w:rsid w:val="000E74E0"/>
    <w:rsid w:val="000E7A27"/>
    <w:rsid w:val="000E7C98"/>
    <w:rsid w:val="000F192E"/>
    <w:rsid w:val="000F1B85"/>
    <w:rsid w:val="000F30EB"/>
    <w:rsid w:val="000F3971"/>
    <w:rsid w:val="000F4A2A"/>
    <w:rsid w:val="000F4F07"/>
    <w:rsid w:val="000F53F2"/>
    <w:rsid w:val="000F650C"/>
    <w:rsid w:val="000F6E1B"/>
    <w:rsid w:val="00100115"/>
    <w:rsid w:val="00100845"/>
    <w:rsid w:val="00101372"/>
    <w:rsid w:val="00101837"/>
    <w:rsid w:val="00101E44"/>
    <w:rsid w:val="00102B31"/>
    <w:rsid w:val="00104503"/>
    <w:rsid w:val="001056E7"/>
    <w:rsid w:val="00105E8E"/>
    <w:rsid w:val="00106A2F"/>
    <w:rsid w:val="00107660"/>
    <w:rsid w:val="00110562"/>
    <w:rsid w:val="0011123C"/>
    <w:rsid w:val="00112826"/>
    <w:rsid w:val="00112E71"/>
    <w:rsid w:val="00112FD4"/>
    <w:rsid w:val="00113064"/>
    <w:rsid w:val="00114604"/>
    <w:rsid w:val="00114D88"/>
    <w:rsid w:val="001151D6"/>
    <w:rsid w:val="00116B3F"/>
    <w:rsid w:val="00116F54"/>
    <w:rsid w:val="0012045C"/>
    <w:rsid w:val="00121F31"/>
    <w:rsid w:val="00121F51"/>
    <w:rsid w:val="001223F2"/>
    <w:rsid w:val="00124CC4"/>
    <w:rsid w:val="0012510A"/>
    <w:rsid w:val="001259E9"/>
    <w:rsid w:val="001262D8"/>
    <w:rsid w:val="00126843"/>
    <w:rsid w:val="00127263"/>
    <w:rsid w:val="00132048"/>
    <w:rsid w:val="001341D0"/>
    <w:rsid w:val="001347D8"/>
    <w:rsid w:val="001366A3"/>
    <w:rsid w:val="00136B5D"/>
    <w:rsid w:val="00136CAA"/>
    <w:rsid w:val="00136D56"/>
    <w:rsid w:val="00136F87"/>
    <w:rsid w:val="001417E1"/>
    <w:rsid w:val="00141D79"/>
    <w:rsid w:val="00142FF5"/>
    <w:rsid w:val="00143559"/>
    <w:rsid w:val="0014524A"/>
    <w:rsid w:val="001456A6"/>
    <w:rsid w:val="00145C14"/>
    <w:rsid w:val="00145FD1"/>
    <w:rsid w:val="00146532"/>
    <w:rsid w:val="00147798"/>
    <w:rsid w:val="00150D06"/>
    <w:rsid w:val="00150F8E"/>
    <w:rsid w:val="00151F08"/>
    <w:rsid w:val="0015237D"/>
    <w:rsid w:val="001527D6"/>
    <w:rsid w:val="001530A0"/>
    <w:rsid w:val="00153A66"/>
    <w:rsid w:val="001549D1"/>
    <w:rsid w:val="00154D4E"/>
    <w:rsid w:val="00155C44"/>
    <w:rsid w:val="00155F5F"/>
    <w:rsid w:val="00156CCD"/>
    <w:rsid w:val="00157338"/>
    <w:rsid w:val="001603D0"/>
    <w:rsid w:val="00160679"/>
    <w:rsid w:val="00160805"/>
    <w:rsid w:val="00160C33"/>
    <w:rsid w:val="00160D7F"/>
    <w:rsid w:val="001618A7"/>
    <w:rsid w:val="00162674"/>
    <w:rsid w:val="001636FD"/>
    <w:rsid w:val="00163873"/>
    <w:rsid w:val="0016627B"/>
    <w:rsid w:val="00166AD1"/>
    <w:rsid w:val="00170843"/>
    <w:rsid w:val="00170D5A"/>
    <w:rsid w:val="00170E01"/>
    <w:rsid w:val="001715D4"/>
    <w:rsid w:val="001724D7"/>
    <w:rsid w:val="001736D2"/>
    <w:rsid w:val="0017485F"/>
    <w:rsid w:val="00174B23"/>
    <w:rsid w:val="00175939"/>
    <w:rsid w:val="001769C6"/>
    <w:rsid w:val="0018202E"/>
    <w:rsid w:val="00182378"/>
    <w:rsid w:val="00183171"/>
    <w:rsid w:val="00183773"/>
    <w:rsid w:val="00184C1B"/>
    <w:rsid w:val="001851C8"/>
    <w:rsid w:val="001855A9"/>
    <w:rsid w:val="001863E7"/>
    <w:rsid w:val="00186DA5"/>
    <w:rsid w:val="00187266"/>
    <w:rsid w:val="0018763F"/>
    <w:rsid w:val="00187D9D"/>
    <w:rsid w:val="0019038A"/>
    <w:rsid w:val="00190A6C"/>
    <w:rsid w:val="001922FA"/>
    <w:rsid w:val="00192AE5"/>
    <w:rsid w:val="00192C67"/>
    <w:rsid w:val="0019323B"/>
    <w:rsid w:val="00193A23"/>
    <w:rsid w:val="00194989"/>
    <w:rsid w:val="00195073"/>
    <w:rsid w:val="0019640C"/>
    <w:rsid w:val="00196820"/>
    <w:rsid w:val="001977E1"/>
    <w:rsid w:val="00197E18"/>
    <w:rsid w:val="001A198B"/>
    <w:rsid w:val="001A1CA9"/>
    <w:rsid w:val="001A1E52"/>
    <w:rsid w:val="001A3AEC"/>
    <w:rsid w:val="001A3C7B"/>
    <w:rsid w:val="001A4221"/>
    <w:rsid w:val="001A4BEC"/>
    <w:rsid w:val="001A575D"/>
    <w:rsid w:val="001A5950"/>
    <w:rsid w:val="001A5B15"/>
    <w:rsid w:val="001A5BB6"/>
    <w:rsid w:val="001A6E88"/>
    <w:rsid w:val="001A7721"/>
    <w:rsid w:val="001B066F"/>
    <w:rsid w:val="001B0820"/>
    <w:rsid w:val="001B0E04"/>
    <w:rsid w:val="001B0F79"/>
    <w:rsid w:val="001B1A42"/>
    <w:rsid w:val="001B1B26"/>
    <w:rsid w:val="001B1D45"/>
    <w:rsid w:val="001B2015"/>
    <w:rsid w:val="001B27FB"/>
    <w:rsid w:val="001B332B"/>
    <w:rsid w:val="001B3F46"/>
    <w:rsid w:val="001B4B60"/>
    <w:rsid w:val="001B4EED"/>
    <w:rsid w:val="001B5496"/>
    <w:rsid w:val="001B5A9B"/>
    <w:rsid w:val="001C27A4"/>
    <w:rsid w:val="001C3078"/>
    <w:rsid w:val="001C3596"/>
    <w:rsid w:val="001C394F"/>
    <w:rsid w:val="001C3D29"/>
    <w:rsid w:val="001C42DD"/>
    <w:rsid w:val="001C4B1D"/>
    <w:rsid w:val="001C4D0C"/>
    <w:rsid w:val="001C4FA2"/>
    <w:rsid w:val="001C5199"/>
    <w:rsid w:val="001C51B4"/>
    <w:rsid w:val="001C5D04"/>
    <w:rsid w:val="001C6ADC"/>
    <w:rsid w:val="001C7CDB"/>
    <w:rsid w:val="001D1C87"/>
    <w:rsid w:val="001D3F7A"/>
    <w:rsid w:val="001D4DFC"/>
    <w:rsid w:val="001D5E33"/>
    <w:rsid w:val="001D6546"/>
    <w:rsid w:val="001D6825"/>
    <w:rsid w:val="001D7279"/>
    <w:rsid w:val="001D73FC"/>
    <w:rsid w:val="001D74FE"/>
    <w:rsid w:val="001D75F9"/>
    <w:rsid w:val="001E06EE"/>
    <w:rsid w:val="001E1A24"/>
    <w:rsid w:val="001E2639"/>
    <w:rsid w:val="001E2A4A"/>
    <w:rsid w:val="001E4064"/>
    <w:rsid w:val="001E5FF3"/>
    <w:rsid w:val="001E6207"/>
    <w:rsid w:val="001E7281"/>
    <w:rsid w:val="001E76F5"/>
    <w:rsid w:val="001E7FC6"/>
    <w:rsid w:val="001F09C6"/>
    <w:rsid w:val="001F11A1"/>
    <w:rsid w:val="001F1417"/>
    <w:rsid w:val="001F14C2"/>
    <w:rsid w:val="001F25B0"/>
    <w:rsid w:val="001F2775"/>
    <w:rsid w:val="001F2C48"/>
    <w:rsid w:val="001F3175"/>
    <w:rsid w:val="001F38A1"/>
    <w:rsid w:val="001F4137"/>
    <w:rsid w:val="001F5205"/>
    <w:rsid w:val="001F699C"/>
    <w:rsid w:val="001F7B15"/>
    <w:rsid w:val="002001D6"/>
    <w:rsid w:val="00200E4C"/>
    <w:rsid w:val="0020319D"/>
    <w:rsid w:val="0020365A"/>
    <w:rsid w:val="00203D57"/>
    <w:rsid w:val="0020497C"/>
    <w:rsid w:val="00205675"/>
    <w:rsid w:val="0020675F"/>
    <w:rsid w:val="00206BC9"/>
    <w:rsid w:val="0020713C"/>
    <w:rsid w:val="00212F0F"/>
    <w:rsid w:val="002136AA"/>
    <w:rsid w:val="00213F66"/>
    <w:rsid w:val="002155DE"/>
    <w:rsid w:val="002161E5"/>
    <w:rsid w:val="0021626A"/>
    <w:rsid w:val="00217574"/>
    <w:rsid w:val="00217BC5"/>
    <w:rsid w:val="002203CA"/>
    <w:rsid w:val="002229A7"/>
    <w:rsid w:val="00223D0E"/>
    <w:rsid w:val="002252F0"/>
    <w:rsid w:val="00225C4A"/>
    <w:rsid w:val="00225CBF"/>
    <w:rsid w:val="00227375"/>
    <w:rsid w:val="00227493"/>
    <w:rsid w:val="00227652"/>
    <w:rsid w:val="00227852"/>
    <w:rsid w:val="00230086"/>
    <w:rsid w:val="00230F28"/>
    <w:rsid w:val="00231D0C"/>
    <w:rsid w:val="00231E32"/>
    <w:rsid w:val="002323F1"/>
    <w:rsid w:val="00233CE5"/>
    <w:rsid w:val="00237725"/>
    <w:rsid w:val="002377DD"/>
    <w:rsid w:val="002401C2"/>
    <w:rsid w:val="002414D3"/>
    <w:rsid w:val="00242E81"/>
    <w:rsid w:val="00243983"/>
    <w:rsid w:val="00245237"/>
    <w:rsid w:val="00245297"/>
    <w:rsid w:val="00246421"/>
    <w:rsid w:val="002470B8"/>
    <w:rsid w:val="0024723D"/>
    <w:rsid w:val="0024730D"/>
    <w:rsid w:val="00247522"/>
    <w:rsid w:val="00250175"/>
    <w:rsid w:val="002504A5"/>
    <w:rsid w:val="0025062B"/>
    <w:rsid w:val="00251F3A"/>
    <w:rsid w:val="002523FF"/>
    <w:rsid w:val="00252AAF"/>
    <w:rsid w:val="0025300B"/>
    <w:rsid w:val="00256BF5"/>
    <w:rsid w:val="002570BA"/>
    <w:rsid w:val="00260082"/>
    <w:rsid w:val="002600D6"/>
    <w:rsid w:val="00261DCA"/>
    <w:rsid w:val="00261EED"/>
    <w:rsid w:val="00262DFD"/>
    <w:rsid w:val="002634C1"/>
    <w:rsid w:val="0026364D"/>
    <w:rsid w:val="00263691"/>
    <w:rsid w:val="00264294"/>
    <w:rsid w:val="00264698"/>
    <w:rsid w:val="0026551E"/>
    <w:rsid w:val="00265CBF"/>
    <w:rsid w:val="00266B89"/>
    <w:rsid w:val="002714FD"/>
    <w:rsid w:val="002751C6"/>
    <w:rsid w:val="00275D55"/>
    <w:rsid w:val="00277EB0"/>
    <w:rsid w:val="00280FD6"/>
    <w:rsid w:val="0028182A"/>
    <w:rsid w:val="00281D71"/>
    <w:rsid w:val="00282732"/>
    <w:rsid w:val="002829F9"/>
    <w:rsid w:val="00285B24"/>
    <w:rsid w:val="0028617E"/>
    <w:rsid w:val="00286F09"/>
    <w:rsid w:val="00287516"/>
    <w:rsid w:val="00290DA6"/>
    <w:rsid w:val="00291117"/>
    <w:rsid w:val="0029158B"/>
    <w:rsid w:val="00292AA8"/>
    <w:rsid w:val="00292E71"/>
    <w:rsid w:val="00293666"/>
    <w:rsid w:val="00293C17"/>
    <w:rsid w:val="00296760"/>
    <w:rsid w:val="002968AE"/>
    <w:rsid w:val="002A2076"/>
    <w:rsid w:val="002A20ED"/>
    <w:rsid w:val="002A2747"/>
    <w:rsid w:val="002A2D85"/>
    <w:rsid w:val="002A32EA"/>
    <w:rsid w:val="002A3AFD"/>
    <w:rsid w:val="002A3F85"/>
    <w:rsid w:val="002A5BE9"/>
    <w:rsid w:val="002A644F"/>
    <w:rsid w:val="002A64C9"/>
    <w:rsid w:val="002A7437"/>
    <w:rsid w:val="002B0480"/>
    <w:rsid w:val="002B1C40"/>
    <w:rsid w:val="002B29B2"/>
    <w:rsid w:val="002B30C7"/>
    <w:rsid w:val="002B436F"/>
    <w:rsid w:val="002B476A"/>
    <w:rsid w:val="002B4868"/>
    <w:rsid w:val="002B5955"/>
    <w:rsid w:val="002B698C"/>
    <w:rsid w:val="002B6A41"/>
    <w:rsid w:val="002B74B2"/>
    <w:rsid w:val="002B7A9C"/>
    <w:rsid w:val="002C0545"/>
    <w:rsid w:val="002C0666"/>
    <w:rsid w:val="002C0903"/>
    <w:rsid w:val="002C0BF3"/>
    <w:rsid w:val="002C124C"/>
    <w:rsid w:val="002C132C"/>
    <w:rsid w:val="002C139D"/>
    <w:rsid w:val="002C1EE7"/>
    <w:rsid w:val="002C2019"/>
    <w:rsid w:val="002C2B5D"/>
    <w:rsid w:val="002C322B"/>
    <w:rsid w:val="002C3239"/>
    <w:rsid w:val="002C3E61"/>
    <w:rsid w:val="002C3F61"/>
    <w:rsid w:val="002C4337"/>
    <w:rsid w:val="002C4F17"/>
    <w:rsid w:val="002C5259"/>
    <w:rsid w:val="002C5BDC"/>
    <w:rsid w:val="002C65BA"/>
    <w:rsid w:val="002C763A"/>
    <w:rsid w:val="002D0E00"/>
    <w:rsid w:val="002D10AD"/>
    <w:rsid w:val="002D1C9B"/>
    <w:rsid w:val="002D3132"/>
    <w:rsid w:val="002D38EB"/>
    <w:rsid w:val="002D3B99"/>
    <w:rsid w:val="002D45B8"/>
    <w:rsid w:val="002D544D"/>
    <w:rsid w:val="002D55F9"/>
    <w:rsid w:val="002D57FF"/>
    <w:rsid w:val="002D5E2B"/>
    <w:rsid w:val="002D658C"/>
    <w:rsid w:val="002D69A7"/>
    <w:rsid w:val="002D768A"/>
    <w:rsid w:val="002E0339"/>
    <w:rsid w:val="002E081B"/>
    <w:rsid w:val="002E0D3C"/>
    <w:rsid w:val="002E2153"/>
    <w:rsid w:val="002E22A1"/>
    <w:rsid w:val="002E26DF"/>
    <w:rsid w:val="002E2804"/>
    <w:rsid w:val="002E3193"/>
    <w:rsid w:val="002E3AEF"/>
    <w:rsid w:val="002E4190"/>
    <w:rsid w:val="002E4434"/>
    <w:rsid w:val="002E51B7"/>
    <w:rsid w:val="002E6A33"/>
    <w:rsid w:val="002E72A9"/>
    <w:rsid w:val="002E75DC"/>
    <w:rsid w:val="002F15A8"/>
    <w:rsid w:val="002F2B78"/>
    <w:rsid w:val="002F374B"/>
    <w:rsid w:val="002F4E9F"/>
    <w:rsid w:val="002F561D"/>
    <w:rsid w:val="002F5A6F"/>
    <w:rsid w:val="002F62A2"/>
    <w:rsid w:val="002F6450"/>
    <w:rsid w:val="002F768C"/>
    <w:rsid w:val="003009D6"/>
    <w:rsid w:val="003015A9"/>
    <w:rsid w:val="00302D32"/>
    <w:rsid w:val="00302ED2"/>
    <w:rsid w:val="00302EF2"/>
    <w:rsid w:val="00302FEF"/>
    <w:rsid w:val="0030512B"/>
    <w:rsid w:val="0030540E"/>
    <w:rsid w:val="00306A85"/>
    <w:rsid w:val="003107B0"/>
    <w:rsid w:val="00313E97"/>
    <w:rsid w:val="00315504"/>
    <w:rsid w:val="0031552E"/>
    <w:rsid w:val="00315EEA"/>
    <w:rsid w:val="00315F19"/>
    <w:rsid w:val="003163BC"/>
    <w:rsid w:val="00321C2E"/>
    <w:rsid w:val="00322A38"/>
    <w:rsid w:val="00323D70"/>
    <w:rsid w:val="00325237"/>
    <w:rsid w:val="00325709"/>
    <w:rsid w:val="00325CC7"/>
    <w:rsid w:val="00327577"/>
    <w:rsid w:val="00327C5B"/>
    <w:rsid w:val="00330A71"/>
    <w:rsid w:val="003313B6"/>
    <w:rsid w:val="003317CC"/>
    <w:rsid w:val="00333309"/>
    <w:rsid w:val="0033484F"/>
    <w:rsid w:val="00335C8F"/>
    <w:rsid w:val="00336B4D"/>
    <w:rsid w:val="003378B2"/>
    <w:rsid w:val="0033796D"/>
    <w:rsid w:val="003403E2"/>
    <w:rsid w:val="00340DCA"/>
    <w:rsid w:val="00340E1F"/>
    <w:rsid w:val="00341D59"/>
    <w:rsid w:val="00343438"/>
    <w:rsid w:val="00344989"/>
    <w:rsid w:val="00344C62"/>
    <w:rsid w:val="00345B3C"/>
    <w:rsid w:val="0034685A"/>
    <w:rsid w:val="00347111"/>
    <w:rsid w:val="00347443"/>
    <w:rsid w:val="003476AD"/>
    <w:rsid w:val="003502A6"/>
    <w:rsid w:val="00350748"/>
    <w:rsid w:val="0035115A"/>
    <w:rsid w:val="00351DB7"/>
    <w:rsid w:val="00352460"/>
    <w:rsid w:val="00352526"/>
    <w:rsid w:val="00352A22"/>
    <w:rsid w:val="00353DEF"/>
    <w:rsid w:val="00354FF2"/>
    <w:rsid w:val="00355859"/>
    <w:rsid w:val="00355901"/>
    <w:rsid w:val="00355B37"/>
    <w:rsid w:val="00356CE8"/>
    <w:rsid w:val="00356CF9"/>
    <w:rsid w:val="0035790E"/>
    <w:rsid w:val="00357ED1"/>
    <w:rsid w:val="003606D7"/>
    <w:rsid w:val="0036094B"/>
    <w:rsid w:val="00360E25"/>
    <w:rsid w:val="00361B93"/>
    <w:rsid w:val="003625DB"/>
    <w:rsid w:val="00362CB3"/>
    <w:rsid w:val="003654ED"/>
    <w:rsid w:val="003655DE"/>
    <w:rsid w:val="003661C6"/>
    <w:rsid w:val="003663C7"/>
    <w:rsid w:val="00366669"/>
    <w:rsid w:val="00366969"/>
    <w:rsid w:val="00367D05"/>
    <w:rsid w:val="00372DDD"/>
    <w:rsid w:val="003737C0"/>
    <w:rsid w:val="0037390B"/>
    <w:rsid w:val="003746FC"/>
    <w:rsid w:val="0037571A"/>
    <w:rsid w:val="00376617"/>
    <w:rsid w:val="00376BB4"/>
    <w:rsid w:val="003771DE"/>
    <w:rsid w:val="00377726"/>
    <w:rsid w:val="00377D3D"/>
    <w:rsid w:val="003817DC"/>
    <w:rsid w:val="00381A6D"/>
    <w:rsid w:val="003822E2"/>
    <w:rsid w:val="00383286"/>
    <w:rsid w:val="003832D2"/>
    <w:rsid w:val="0038438A"/>
    <w:rsid w:val="00384F5A"/>
    <w:rsid w:val="00385BC3"/>
    <w:rsid w:val="00385F58"/>
    <w:rsid w:val="00386FF1"/>
    <w:rsid w:val="00387D95"/>
    <w:rsid w:val="00390468"/>
    <w:rsid w:val="00391A18"/>
    <w:rsid w:val="00391CE3"/>
    <w:rsid w:val="00392808"/>
    <w:rsid w:val="003944DD"/>
    <w:rsid w:val="00394560"/>
    <w:rsid w:val="003958DC"/>
    <w:rsid w:val="00395E5B"/>
    <w:rsid w:val="00395FEF"/>
    <w:rsid w:val="00396101"/>
    <w:rsid w:val="00396181"/>
    <w:rsid w:val="00396DD3"/>
    <w:rsid w:val="003978A1"/>
    <w:rsid w:val="00397FDD"/>
    <w:rsid w:val="003A29C1"/>
    <w:rsid w:val="003A34CD"/>
    <w:rsid w:val="003A42D6"/>
    <w:rsid w:val="003A5107"/>
    <w:rsid w:val="003A56E1"/>
    <w:rsid w:val="003A5AE9"/>
    <w:rsid w:val="003A633D"/>
    <w:rsid w:val="003A65DB"/>
    <w:rsid w:val="003A66FA"/>
    <w:rsid w:val="003A7B5E"/>
    <w:rsid w:val="003A7D0B"/>
    <w:rsid w:val="003B0FEF"/>
    <w:rsid w:val="003B1099"/>
    <w:rsid w:val="003B12E5"/>
    <w:rsid w:val="003B240E"/>
    <w:rsid w:val="003B2BC5"/>
    <w:rsid w:val="003B4D47"/>
    <w:rsid w:val="003B4FB1"/>
    <w:rsid w:val="003B5B22"/>
    <w:rsid w:val="003B62F3"/>
    <w:rsid w:val="003B6CF0"/>
    <w:rsid w:val="003B6EFA"/>
    <w:rsid w:val="003B7A7F"/>
    <w:rsid w:val="003B7CD8"/>
    <w:rsid w:val="003C017E"/>
    <w:rsid w:val="003C11B9"/>
    <w:rsid w:val="003C1280"/>
    <w:rsid w:val="003C1925"/>
    <w:rsid w:val="003C2808"/>
    <w:rsid w:val="003C3367"/>
    <w:rsid w:val="003C4504"/>
    <w:rsid w:val="003C4795"/>
    <w:rsid w:val="003C5536"/>
    <w:rsid w:val="003C5B32"/>
    <w:rsid w:val="003C5EF6"/>
    <w:rsid w:val="003C65DC"/>
    <w:rsid w:val="003C6A15"/>
    <w:rsid w:val="003C6E28"/>
    <w:rsid w:val="003D02C6"/>
    <w:rsid w:val="003D0ECE"/>
    <w:rsid w:val="003D2069"/>
    <w:rsid w:val="003D2DB9"/>
    <w:rsid w:val="003D307A"/>
    <w:rsid w:val="003D34CC"/>
    <w:rsid w:val="003D3F0C"/>
    <w:rsid w:val="003D43CA"/>
    <w:rsid w:val="003D4602"/>
    <w:rsid w:val="003D4C89"/>
    <w:rsid w:val="003D6475"/>
    <w:rsid w:val="003E00E0"/>
    <w:rsid w:val="003E01A0"/>
    <w:rsid w:val="003E18C3"/>
    <w:rsid w:val="003E4298"/>
    <w:rsid w:val="003E45AF"/>
    <w:rsid w:val="003E5509"/>
    <w:rsid w:val="003E6B02"/>
    <w:rsid w:val="003E6CC5"/>
    <w:rsid w:val="003E770E"/>
    <w:rsid w:val="003F00F3"/>
    <w:rsid w:val="003F0CE7"/>
    <w:rsid w:val="003F10D5"/>
    <w:rsid w:val="003F12DB"/>
    <w:rsid w:val="003F1DFA"/>
    <w:rsid w:val="003F2890"/>
    <w:rsid w:val="003F2C5E"/>
    <w:rsid w:val="003F481B"/>
    <w:rsid w:val="003F4CF2"/>
    <w:rsid w:val="003F4EFA"/>
    <w:rsid w:val="003F4F2D"/>
    <w:rsid w:val="003F4F6E"/>
    <w:rsid w:val="0040039A"/>
    <w:rsid w:val="0040054C"/>
    <w:rsid w:val="00401DF0"/>
    <w:rsid w:val="00402BA5"/>
    <w:rsid w:val="004047C0"/>
    <w:rsid w:val="004057DF"/>
    <w:rsid w:val="00405CD4"/>
    <w:rsid w:val="00406A44"/>
    <w:rsid w:val="00407110"/>
    <w:rsid w:val="00407BA1"/>
    <w:rsid w:val="004106D1"/>
    <w:rsid w:val="00411616"/>
    <w:rsid w:val="00411E7B"/>
    <w:rsid w:val="00412886"/>
    <w:rsid w:val="004155C0"/>
    <w:rsid w:val="00415CB1"/>
    <w:rsid w:val="004173CF"/>
    <w:rsid w:val="004205F0"/>
    <w:rsid w:val="00420DB9"/>
    <w:rsid w:val="00421A4B"/>
    <w:rsid w:val="00423B19"/>
    <w:rsid w:val="004240A1"/>
    <w:rsid w:val="00424A6E"/>
    <w:rsid w:val="00430261"/>
    <w:rsid w:val="00431D22"/>
    <w:rsid w:val="00434708"/>
    <w:rsid w:val="00434748"/>
    <w:rsid w:val="00435123"/>
    <w:rsid w:val="00435598"/>
    <w:rsid w:val="004357CF"/>
    <w:rsid w:val="00435C19"/>
    <w:rsid w:val="004361E1"/>
    <w:rsid w:val="00437416"/>
    <w:rsid w:val="00437D76"/>
    <w:rsid w:val="004411BB"/>
    <w:rsid w:val="004413C1"/>
    <w:rsid w:val="00441A39"/>
    <w:rsid w:val="00441ED3"/>
    <w:rsid w:val="004424EB"/>
    <w:rsid w:val="0044336C"/>
    <w:rsid w:val="0044366C"/>
    <w:rsid w:val="00443821"/>
    <w:rsid w:val="00443A9A"/>
    <w:rsid w:val="00443CC3"/>
    <w:rsid w:val="0044594D"/>
    <w:rsid w:val="004460A2"/>
    <w:rsid w:val="0044681C"/>
    <w:rsid w:val="00446BEC"/>
    <w:rsid w:val="004476AC"/>
    <w:rsid w:val="00450690"/>
    <w:rsid w:val="00451A5B"/>
    <w:rsid w:val="00452B39"/>
    <w:rsid w:val="0045376F"/>
    <w:rsid w:val="0045384E"/>
    <w:rsid w:val="00453A88"/>
    <w:rsid w:val="00453D06"/>
    <w:rsid w:val="00454307"/>
    <w:rsid w:val="00460159"/>
    <w:rsid w:val="00461592"/>
    <w:rsid w:val="00461ECD"/>
    <w:rsid w:val="00462085"/>
    <w:rsid w:val="004628F0"/>
    <w:rsid w:val="00463996"/>
    <w:rsid w:val="00464064"/>
    <w:rsid w:val="00464297"/>
    <w:rsid w:val="00464964"/>
    <w:rsid w:val="00465119"/>
    <w:rsid w:val="0046525B"/>
    <w:rsid w:val="00465FA2"/>
    <w:rsid w:val="00466128"/>
    <w:rsid w:val="00466AD5"/>
    <w:rsid w:val="00466FB2"/>
    <w:rsid w:val="00467A58"/>
    <w:rsid w:val="004701D9"/>
    <w:rsid w:val="004702CA"/>
    <w:rsid w:val="00471B03"/>
    <w:rsid w:val="004723CA"/>
    <w:rsid w:val="00472575"/>
    <w:rsid w:val="00472B73"/>
    <w:rsid w:val="00472C1C"/>
    <w:rsid w:val="00473AC7"/>
    <w:rsid w:val="00473B0C"/>
    <w:rsid w:val="00473D39"/>
    <w:rsid w:val="004745EC"/>
    <w:rsid w:val="00476254"/>
    <w:rsid w:val="0047639B"/>
    <w:rsid w:val="00476E79"/>
    <w:rsid w:val="00476FFC"/>
    <w:rsid w:val="00477220"/>
    <w:rsid w:val="00477B42"/>
    <w:rsid w:val="00477BFA"/>
    <w:rsid w:val="0048252E"/>
    <w:rsid w:val="00482ECC"/>
    <w:rsid w:val="00483148"/>
    <w:rsid w:val="00483BA9"/>
    <w:rsid w:val="00483C17"/>
    <w:rsid w:val="00484414"/>
    <w:rsid w:val="004844F5"/>
    <w:rsid w:val="00485560"/>
    <w:rsid w:val="0048668B"/>
    <w:rsid w:val="00487769"/>
    <w:rsid w:val="00490E95"/>
    <w:rsid w:val="004913CA"/>
    <w:rsid w:val="004920AF"/>
    <w:rsid w:val="00492AE9"/>
    <w:rsid w:val="00493337"/>
    <w:rsid w:val="004945F9"/>
    <w:rsid w:val="004952F4"/>
    <w:rsid w:val="00496A55"/>
    <w:rsid w:val="00496C45"/>
    <w:rsid w:val="00497105"/>
    <w:rsid w:val="004A0370"/>
    <w:rsid w:val="004A0548"/>
    <w:rsid w:val="004A1094"/>
    <w:rsid w:val="004A2B52"/>
    <w:rsid w:val="004A2D58"/>
    <w:rsid w:val="004A3B15"/>
    <w:rsid w:val="004A4258"/>
    <w:rsid w:val="004A46C3"/>
    <w:rsid w:val="004A4D46"/>
    <w:rsid w:val="004A54F8"/>
    <w:rsid w:val="004A5A2B"/>
    <w:rsid w:val="004A6337"/>
    <w:rsid w:val="004A66E9"/>
    <w:rsid w:val="004A7D55"/>
    <w:rsid w:val="004B06F8"/>
    <w:rsid w:val="004B0A1C"/>
    <w:rsid w:val="004B1D5C"/>
    <w:rsid w:val="004B2756"/>
    <w:rsid w:val="004B278D"/>
    <w:rsid w:val="004B33DA"/>
    <w:rsid w:val="004B4573"/>
    <w:rsid w:val="004B533B"/>
    <w:rsid w:val="004B57AE"/>
    <w:rsid w:val="004B5E30"/>
    <w:rsid w:val="004B5EE1"/>
    <w:rsid w:val="004B6241"/>
    <w:rsid w:val="004B72C3"/>
    <w:rsid w:val="004C0CB3"/>
    <w:rsid w:val="004C146E"/>
    <w:rsid w:val="004C1775"/>
    <w:rsid w:val="004C1BA0"/>
    <w:rsid w:val="004C1DC4"/>
    <w:rsid w:val="004C210C"/>
    <w:rsid w:val="004C2755"/>
    <w:rsid w:val="004C2D28"/>
    <w:rsid w:val="004C30FF"/>
    <w:rsid w:val="004C502C"/>
    <w:rsid w:val="004C53BB"/>
    <w:rsid w:val="004C628C"/>
    <w:rsid w:val="004D00BD"/>
    <w:rsid w:val="004D01EF"/>
    <w:rsid w:val="004D0465"/>
    <w:rsid w:val="004D13DD"/>
    <w:rsid w:val="004D2734"/>
    <w:rsid w:val="004D38C5"/>
    <w:rsid w:val="004D3EE5"/>
    <w:rsid w:val="004D3F08"/>
    <w:rsid w:val="004D4E82"/>
    <w:rsid w:val="004D5725"/>
    <w:rsid w:val="004D5F9D"/>
    <w:rsid w:val="004D650E"/>
    <w:rsid w:val="004D7BD4"/>
    <w:rsid w:val="004E0903"/>
    <w:rsid w:val="004E1BB5"/>
    <w:rsid w:val="004E1F55"/>
    <w:rsid w:val="004E2DC5"/>
    <w:rsid w:val="004E2FAF"/>
    <w:rsid w:val="004E3613"/>
    <w:rsid w:val="004E4241"/>
    <w:rsid w:val="004E54A7"/>
    <w:rsid w:val="004E5977"/>
    <w:rsid w:val="004E5F17"/>
    <w:rsid w:val="004E6014"/>
    <w:rsid w:val="004E6541"/>
    <w:rsid w:val="004E674E"/>
    <w:rsid w:val="004E708D"/>
    <w:rsid w:val="004E70F1"/>
    <w:rsid w:val="004F0233"/>
    <w:rsid w:val="004F0E63"/>
    <w:rsid w:val="004F304A"/>
    <w:rsid w:val="004F5459"/>
    <w:rsid w:val="004F5D26"/>
    <w:rsid w:val="004F6576"/>
    <w:rsid w:val="004F73EB"/>
    <w:rsid w:val="00500A3B"/>
    <w:rsid w:val="00501754"/>
    <w:rsid w:val="00501876"/>
    <w:rsid w:val="00501BAF"/>
    <w:rsid w:val="00502820"/>
    <w:rsid w:val="00502998"/>
    <w:rsid w:val="00502A95"/>
    <w:rsid w:val="0050313F"/>
    <w:rsid w:val="00503607"/>
    <w:rsid w:val="005049CE"/>
    <w:rsid w:val="00505D9A"/>
    <w:rsid w:val="005063CC"/>
    <w:rsid w:val="0050692D"/>
    <w:rsid w:val="00507C26"/>
    <w:rsid w:val="0051013A"/>
    <w:rsid w:val="005118BA"/>
    <w:rsid w:val="0051383A"/>
    <w:rsid w:val="005139D2"/>
    <w:rsid w:val="00513D54"/>
    <w:rsid w:val="005148CC"/>
    <w:rsid w:val="00514C63"/>
    <w:rsid w:val="005155D8"/>
    <w:rsid w:val="00515F7B"/>
    <w:rsid w:val="00516922"/>
    <w:rsid w:val="00516E0C"/>
    <w:rsid w:val="00521407"/>
    <w:rsid w:val="00522483"/>
    <w:rsid w:val="00522C71"/>
    <w:rsid w:val="00524186"/>
    <w:rsid w:val="00524617"/>
    <w:rsid w:val="0052492B"/>
    <w:rsid w:val="005254E2"/>
    <w:rsid w:val="00525AB4"/>
    <w:rsid w:val="00525B74"/>
    <w:rsid w:val="0052647F"/>
    <w:rsid w:val="0053009D"/>
    <w:rsid w:val="00530392"/>
    <w:rsid w:val="0053046B"/>
    <w:rsid w:val="0053077B"/>
    <w:rsid w:val="005314F2"/>
    <w:rsid w:val="005324C1"/>
    <w:rsid w:val="005326B7"/>
    <w:rsid w:val="00534655"/>
    <w:rsid w:val="00534DB9"/>
    <w:rsid w:val="0053523F"/>
    <w:rsid w:val="00535465"/>
    <w:rsid w:val="0053700B"/>
    <w:rsid w:val="00537B20"/>
    <w:rsid w:val="00537D23"/>
    <w:rsid w:val="00537FC1"/>
    <w:rsid w:val="005403CA"/>
    <w:rsid w:val="00540426"/>
    <w:rsid w:val="00540F34"/>
    <w:rsid w:val="00542309"/>
    <w:rsid w:val="00542CEC"/>
    <w:rsid w:val="0054455C"/>
    <w:rsid w:val="00544808"/>
    <w:rsid w:val="00544DEE"/>
    <w:rsid w:val="00547B5A"/>
    <w:rsid w:val="00547F05"/>
    <w:rsid w:val="00550A41"/>
    <w:rsid w:val="00550BB8"/>
    <w:rsid w:val="005520F1"/>
    <w:rsid w:val="00553A69"/>
    <w:rsid w:val="00554370"/>
    <w:rsid w:val="00555966"/>
    <w:rsid w:val="00555C0A"/>
    <w:rsid w:val="00555D5B"/>
    <w:rsid w:val="005561D1"/>
    <w:rsid w:val="0055672B"/>
    <w:rsid w:val="0055675D"/>
    <w:rsid w:val="005611C8"/>
    <w:rsid w:val="005615C0"/>
    <w:rsid w:val="00564236"/>
    <w:rsid w:val="005646E9"/>
    <w:rsid w:val="00565CD6"/>
    <w:rsid w:val="00566336"/>
    <w:rsid w:val="005666B0"/>
    <w:rsid w:val="00567670"/>
    <w:rsid w:val="00567753"/>
    <w:rsid w:val="005678E6"/>
    <w:rsid w:val="0056797A"/>
    <w:rsid w:val="00571FC6"/>
    <w:rsid w:val="005724EC"/>
    <w:rsid w:val="00572884"/>
    <w:rsid w:val="00573A3A"/>
    <w:rsid w:val="00574505"/>
    <w:rsid w:val="00574931"/>
    <w:rsid w:val="0057518C"/>
    <w:rsid w:val="00580A0F"/>
    <w:rsid w:val="00580F3F"/>
    <w:rsid w:val="00581144"/>
    <w:rsid w:val="005822D1"/>
    <w:rsid w:val="00584D7F"/>
    <w:rsid w:val="00584FCA"/>
    <w:rsid w:val="00585E89"/>
    <w:rsid w:val="00586314"/>
    <w:rsid w:val="00586CAC"/>
    <w:rsid w:val="00587C94"/>
    <w:rsid w:val="00590B44"/>
    <w:rsid w:val="00590D9F"/>
    <w:rsid w:val="00590EF8"/>
    <w:rsid w:val="005919A9"/>
    <w:rsid w:val="005921D3"/>
    <w:rsid w:val="005926DF"/>
    <w:rsid w:val="00592CA3"/>
    <w:rsid w:val="00594102"/>
    <w:rsid w:val="005960D0"/>
    <w:rsid w:val="00596A15"/>
    <w:rsid w:val="0059718D"/>
    <w:rsid w:val="0059731D"/>
    <w:rsid w:val="005A07E2"/>
    <w:rsid w:val="005A1112"/>
    <w:rsid w:val="005A26F0"/>
    <w:rsid w:val="005A2ADE"/>
    <w:rsid w:val="005A6417"/>
    <w:rsid w:val="005A7863"/>
    <w:rsid w:val="005B10E0"/>
    <w:rsid w:val="005B1C99"/>
    <w:rsid w:val="005B1F0C"/>
    <w:rsid w:val="005B2697"/>
    <w:rsid w:val="005B2A26"/>
    <w:rsid w:val="005B3375"/>
    <w:rsid w:val="005B39F4"/>
    <w:rsid w:val="005B442E"/>
    <w:rsid w:val="005B4525"/>
    <w:rsid w:val="005B4FC3"/>
    <w:rsid w:val="005B56EB"/>
    <w:rsid w:val="005B6465"/>
    <w:rsid w:val="005B6C7E"/>
    <w:rsid w:val="005C07ED"/>
    <w:rsid w:val="005C093B"/>
    <w:rsid w:val="005C1749"/>
    <w:rsid w:val="005C1F01"/>
    <w:rsid w:val="005C2624"/>
    <w:rsid w:val="005C2641"/>
    <w:rsid w:val="005C2669"/>
    <w:rsid w:val="005C2A7C"/>
    <w:rsid w:val="005C3423"/>
    <w:rsid w:val="005C4741"/>
    <w:rsid w:val="005C4B81"/>
    <w:rsid w:val="005C4CF1"/>
    <w:rsid w:val="005C5494"/>
    <w:rsid w:val="005C5E76"/>
    <w:rsid w:val="005C6250"/>
    <w:rsid w:val="005D061F"/>
    <w:rsid w:val="005D1492"/>
    <w:rsid w:val="005D1793"/>
    <w:rsid w:val="005D1FA5"/>
    <w:rsid w:val="005D21D2"/>
    <w:rsid w:val="005D2252"/>
    <w:rsid w:val="005D4B1F"/>
    <w:rsid w:val="005D5F74"/>
    <w:rsid w:val="005E0286"/>
    <w:rsid w:val="005E05F2"/>
    <w:rsid w:val="005E0AFD"/>
    <w:rsid w:val="005E0EA3"/>
    <w:rsid w:val="005E1259"/>
    <w:rsid w:val="005E14C5"/>
    <w:rsid w:val="005E2D1D"/>
    <w:rsid w:val="005E2EEF"/>
    <w:rsid w:val="005E3573"/>
    <w:rsid w:val="005E361B"/>
    <w:rsid w:val="005E36C5"/>
    <w:rsid w:val="005E3D09"/>
    <w:rsid w:val="005E4C86"/>
    <w:rsid w:val="005E6F16"/>
    <w:rsid w:val="005E7671"/>
    <w:rsid w:val="005E7C17"/>
    <w:rsid w:val="005F010B"/>
    <w:rsid w:val="005F0401"/>
    <w:rsid w:val="005F0774"/>
    <w:rsid w:val="005F1214"/>
    <w:rsid w:val="005F1A22"/>
    <w:rsid w:val="005F326C"/>
    <w:rsid w:val="005F4A8D"/>
    <w:rsid w:val="005F4BB8"/>
    <w:rsid w:val="005F4CAD"/>
    <w:rsid w:val="00600CC2"/>
    <w:rsid w:val="00601EA6"/>
    <w:rsid w:val="006026F7"/>
    <w:rsid w:val="0060337E"/>
    <w:rsid w:val="00604B45"/>
    <w:rsid w:val="00605002"/>
    <w:rsid w:val="006053C8"/>
    <w:rsid w:val="0060556A"/>
    <w:rsid w:val="00605BE1"/>
    <w:rsid w:val="0060623F"/>
    <w:rsid w:val="00606499"/>
    <w:rsid w:val="00606A49"/>
    <w:rsid w:val="00607402"/>
    <w:rsid w:val="006077DE"/>
    <w:rsid w:val="00610E64"/>
    <w:rsid w:val="006118ED"/>
    <w:rsid w:val="006126F9"/>
    <w:rsid w:val="00612B4B"/>
    <w:rsid w:val="00612B57"/>
    <w:rsid w:val="00613747"/>
    <w:rsid w:val="00614EB0"/>
    <w:rsid w:val="00617FFA"/>
    <w:rsid w:val="006200F1"/>
    <w:rsid w:val="00620423"/>
    <w:rsid w:val="00623619"/>
    <w:rsid w:val="006251DD"/>
    <w:rsid w:val="00625F31"/>
    <w:rsid w:val="0062608E"/>
    <w:rsid w:val="0062695E"/>
    <w:rsid w:val="00627FF9"/>
    <w:rsid w:val="00631659"/>
    <w:rsid w:val="00631DC7"/>
    <w:rsid w:val="00631ED2"/>
    <w:rsid w:val="00632232"/>
    <w:rsid w:val="00633657"/>
    <w:rsid w:val="0063372E"/>
    <w:rsid w:val="006340D1"/>
    <w:rsid w:val="0063450D"/>
    <w:rsid w:val="0063469A"/>
    <w:rsid w:val="006346E2"/>
    <w:rsid w:val="00634795"/>
    <w:rsid w:val="00634C0A"/>
    <w:rsid w:val="00635A8C"/>
    <w:rsid w:val="00635D40"/>
    <w:rsid w:val="00636F2B"/>
    <w:rsid w:val="00637B73"/>
    <w:rsid w:val="0064024C"/>
    <w:rsid w:val="006423BB"/>
    <w:rsid w:val="0064265B"/>
    <w:rsid w:val="00643385"/>
    <w:rsid w:val="00643A8C"/>
    <w:rsid w:val="006448E9"/>
    <w:rsid w:val="0064585C"/>
    <w:rsid w:val="0064702B"/>
    <w:rsid w:val="0064718E"/>
    <w:rsid w:val="006471BA"/>
    <w:rsid w:val="006475BA"/>
    <w:rsid w:val="00647EA0"/>
    <w:rsid w:val="00651351"/>
    <w:rsid w:val="00654B72"/>
    <w:rsid w:val="006554DC"/>
    <w:rsid w:val="006561E5"/>
    <w:rsid w:val="00656BD1"/>
    <w:rsid w:val="0065723A"/>
    <w:rsid w:val="00657263"/>
    <w:rsid w:val="00660154"/>
    <w:rsid w:val="006607A8"/>
    <w:rsid w:val="00661356"/>
    <w:rsid w:val="00661483"/>
    <w:rsid w:val="00661EAA"/>
    <w:rsid w:val="00662CE5"/>
    <w:rsid w:val="00663722"/>
    <w:rsid w:val="00663EC6"/>
    <w:rsid w:val="006641E2"/>
    <w:rsid w:val="00665324"/>
    <w:rsid w:val="00667F3F"/>
    <w:rsid w:val="00667FA0"/>
    <w:rsid w:val="0067025E"/>
    <w:rsid w:val="00670A3F"/>
    <w:rsid w:val="00671640"/>
    <w:rsid w:val="00671AE7"/>
    <w:rsid w:val="006725ED"/>
    <w:rsid w:val="00672913"/>
    <w:rsid w:val="00673461"/>
    <w:rsid w:val="006745A8"/>
    <w:rsid w:val="00674C1F"/>
    <w:rsid w:val="00677926"/>
    <w:rsid w:val="00680E19"/>
    <w:rsid w:val="00680F23"/>
    <w:rsid w:val="00681D60"/>
    <w:rsid w:val="006820FF"/>
    <w:rsid w:val="006838D6"/>
    <w:rsid w:val="00683D78"/>
    <w:rsid w:val="00684565"/>
    <w:rsid w:val="0068577F"/>
    <w:rsid w:val="006857D3"/>
    <w:rsid w:val="00685A13"/>
    <w:rsid w:val="006867E0"/>
    <w:rsid w:val="00686B33"/>
    <w:rsid w:val="00687449"/>
    <w:rsid w:val="00690350"/>
    <w:rsid w:val="00690498"/>
    <w:rsid w:val="00690876"/>
    <w:rsid w:val="0069182F"/>
    <w:rsid w:val="006923EB"/>
    <w:rsid w:val="00693773"/>
    <w:rsid w:val="00693B11"/>
    <w:rsid w:val="00694786"/>
    <w:rsid w:val="006959CC"/>
    <w:rsid w:val="00695A48"/>
    <w:rsid w:val="0069654E"/>
    <w:rsid w:val="00696DAE"/>
    <w:rsid w:val="00696ED9"/>
    <w:rsid w:val="006974ED"/>
    <w:rsid w:val="00697847"/>
    <w:rsid w:val="006A0AB0"/>
    <w:rsid w:val="006A15A5"/>
    <w:rsid w:val="006A1D79"/>
    <w:rsid w:val="006A2AC4"/>
    <w:rsid w:val="006A3D11"/>
    <w:rsid w:val="006A5E94"/>
    <w:rsid w:val="006A62F5"/>
    <w:rsid w:val="006A6546"/>
    <w:rsid w:val="006A6902"/>
    <w:rsid w:val="006A6AC1"/>
    <w:rsid w:val="006B185A"/>
    <w:rsid w:val="006B2150"/>
    <w:rsid w:val="006B2553"/>
    <w:rsid w:val="006B42D6"/>
    <w:rsid w:val="006B57BE"/>
    <w:rsid w:val="006B59E6"/>
    <w:rsid w:val="006B60E1"/>
    <w:rsid w:val="006B6635"/>
    <w:rsid w:val="006C0261"/>
    <w:rsid w:val="006C06B8"/>
    <w:rsid w:val="006C1781"/>
    <w:rsid w:val="006C1E95"/>
    <w:rsid w:val="006C203C"/>
    <w:rsid w:val="006C245B"/>
    <w:rsid w:val="006C26D8"/>
    <w:rsid w:val="006C2B95"/>
    <w:rsid w:val="006C2E32"/>
    <w:rsid w:val="006C36D6"/>
    <w:rsid w:val="006C3E7C"/>
    <w:rsid w:val="006C517B"/>
    <w:rsid w:val="006C6DE0"/>
    <w:rsid w:val="006D0D1D"/>
    <w:rsid w:val="006D0F1C"/>
    <w:rsid w:val="006D7C1B"/>
    <w:rsid w:val="006E010B"/>
    <w:rsid w:val="006E046A"/>
    <w:rsid w:val="006E1031"/>
    <w:rsid w:val="006E1455"/>
    <w:rsid w:val="006E146F"/>
    <w:rsid w:val="006E1ADD"/>
    <w:rsid w:val="006E2F27"/>
    <w:rsid w:val="006E3527"/>
    <w:rsid w:val="006E5E34"/>
    <w:rsid w:val="006E6C9C"/>
    <w:rsid w:val="006E7083"/>
    <w:rsid w:val="006E7593"/>
    <w:rsid w:val="006E7CEC"/>
    <w:rsid w:val="006F0A64"/>
    <w:rsid w:val="006F15AF"/>
    <w:rsid w:val="006F2D59"/>
    <w:rsid w:val="006F3E3A"/>
    <w:rsid w:val="006F4007"/>
    <w:rsid w:val="006F499F"/>
    <w:rsid w:val="006F4FB3"/>
    <w:rsid w:val="006F5C67"/>
    <w:rsid w:val="006F5D12"/>
    <w:rsid w:val="006F654C"/>
    <w:rsid w:val="006F67AA"/>
    <w:rsid w:val="006F6983"/>
    <w:rsid w:val="006F70BB"/>
    <w:rsid w:val="006F7448"/>
    <w:rsid w:val="00702267"/>
    <w:rsid w:val="00702BEB"/>
    <w:rsid w:val="0070309A"/>
    <w:rsid w:val="00703878"/>
    <w:rsid w:val="0070520B"/>
    <w:rsid w:val="00705356"/>
    <w:rsid w:val="00705C5B"/>
    <w:rsid w:val="00706475"/>
    <w:rsid w:val="007067D5"/>
    <w:rsid w:val="00706A19"/>
    <w:rsid w:val="0070751F"/>
    <w:rsid w:val="007076A4"/>
    <w:rsid w:val="00707C64"/>
    <w:rsid w:val="00707DDC"/>
    <w:rsid w:val="0071009A"/>
    <w:rsid w:val="0071010A"/>
    <w:rsid w:val="00710E47"/>
    <w:rsid w:val="007111CB"/>
    <w:rsid w:val="007112AB"/>
    <w:rsid w:val="007115F9"/>
    <w:rsid w:val="00711EE2"/>
    <w:rsid w:val="00712BB3"/>
    <w:rsid w:val="00712BD1"/>
    <w:rsid w:val="00712C36"/>
    <w:rsid w:val="0071361D"/>
    <w:rsid w:val="007143F1"/>
    <w:rsid w:val="00716663"/>
    <w:rsid w:val="007169B2"/>
    <w:rsid w:val="00716A79"/>
    <w:rsid w:val="00716DDF"/>
    <w:rsid w:val="00717475"/>
    <w:rsid w:val="007201E0"/>
    <w:rsid w:val="0072075C"/>
    <w:rsid w:val="007215DB"/>
    <w:rsid w:val="00721B53"/>
    <w:rsid w:val="007223A8"/>
    <w:rsid w:val="00723919"/>
    <w:rsid w:val="00724B99"/>
    <w:rsid w:val="007256E5"/>
    <w:rsid w:val="00725D6D"/>
    <w:rsid w:val="00726EF4"/>
    <w:rsid w:val="0072714B"/>
    <w:rsid w:val="007301C4"/>
    <w:rsid w:val="0073032D"/>
    <w:rsid w:val="00731B5D"/>
    <w:rsid w:val="00734343"/>
    <w:rsid w:val="007343A4"/>
    <w:rsid w:val="00735DFE"/>
    <w:rsid w:val="007362AA"/>
    <w:rsid w:val="00736F10"/>
    <w:rsid w:val="007372D1"/>
    <w:rsid w:val="0073751A"/>
    <w:rsid w:val="00737C64"/>
    <w:rsid w:val="00737DBB"/>
    <w:rsid w:val="0074070B"/>
    <w:rsid w:val="007418D6"/>
    <w:rsid w:val="0074198D"/>
    <w:rsid w:val="00742D3B"/>
    <w:rsid w:val="00743EE2"/>
    <w:rsid w:val="007447B5"/>
    <w:rsid w:val="007448CE"/>
    <w:rsid w:val="00747158"/>
    <w:rsid w:val="00747898"/>
    <w:rsid w:val="0075013B"/>
    <w:rsid w:val="007516AA"/>
    <w:rsid w:val="007522DC"/>
    <w:rsid w:val="0075346E"/>
    <w:rsid w:val="00753A30"/>
    <w:rsid w:val="0075424A"/>
    <w:rsid w:val="00754352"/>
    <w:rsid w:val="00754620"/>
    <w:rsid w:val="00755043"/>
    <w:rsid w:val="00755617"/>
    <w:rsid w:val="00757185"/>
    <w:rsid w:val="00757B3A"/>
    <w:rsid w:val="007608CB"/>
    <w:rsid w:val="00760D78"/>
    <w:rsid w:val="00761C36"/>
    <w:rsid w:val="007623D0"/>
    <w:rsid w:val="00762CAC"/>
    <w:rsid w:val="00764D55"/>
    <w:rsid w:val="00766673"/>
    <w:rsid w:val="007702D1"/>
    <w:rsid w:val="00770762"/>
    <w:rsid w:val="00771160"/>
    <w:rsid w:val="00771974"/>
    <w:rsid w:val="00773098"/>
    <w:rsid w:val="00773458"/>
    <w:rsid w:val="00773939"/>
    <w:rsid w:val="007769F6"/>
    <w:rsid w:val="00777AB2"/>
    <w:rsid w:val="00780017"/>
    <w:rsid w:val="00780513"/>
    <w:rsid w:val="00780B2E"/>
    <w:rsid w:val="007817FA"/>
    <w:rsid w:val="00782251"/>
    <w:rsid w:val="00783A77"/>
    <w:rsid w:val="00783FF8"/>
    <w:rsid w:val="007841E3"/>
    <w:rsid w:val="007846F5"/>
    <w:rsid w:val="0078479C"/>
    <w:rsid w:val="0078641F"/>
    <w:rsid w:val="00786561"/>
    <w:rsid w:val="00790CAA"/>
    <w:rsid w:val="0079161F"/>
    <w:rsid w:val="0079171A"/>
    <w:rsid w:val="007921A3"/>
    <w:rsid w:val="00792AAB"/>
    <w:rsid w:val="00793426"/>
    <w:rsid w:val="0079368F"/>
    <w:rsid w:val="00794BC8"/>
    <w:rsid w:val="00797995"/>
    <w:rsid w:val="007A0A99"/>
    <w:rsid w:val="007A0F23"/>
    <w:rsid w:val="007A1257"/>
    <w:rsid w:val="007A2619"/>
    <w:rsid w:val="007A2ADF"/>
    <w:rsid w:val="007A3B14"/>
    <w:rsid w:val="007A4533"/>
    <w:rsid w:val="007A7F8F"/>
    <w:rsid w:val="007B084C"/>
    <w:rsid w:val="007B135A"/>
    <w:rsid w:val="007B18EB"/>
    <w:rsid w:val="007B1AE4"/>
    <w:rsid w:val="007B1B63"/>
    <w:rsid w:val="007B29D7"/>
    <w:rsid w:val="007B29E5"/>
    <w:rsid w:val="007B30B0"/>
    <w:rsid w:val="007B3223"/>
    <w:rsid w:val="007B49CD"/>
    <w:rsid w:val="007B4B99"/>
    <w:rsid w:val="007B5736"/>
    <w:rsid w:val="007B5CDD"/>
    <w:rsid w:val="007B6B4D"/>
    <w:rsid w:val="007B73B8"/>
    <w:rsid w:val="007B7BEF"/>
    <w:rsid w:val="007C0378"/>
    <w:rsid w:val="007C0B5B"/>
    <w:rsid w:val="007C0D0E"/>
    <w:rsid w:val="007C5856"/>
    <w:rsid w:val="007C6A24"/>
    <w:rsid w:val="007C7023"/>
    <w:rsid w:val="007C73A9"/>
    <w:rsid w:val="007D0A2D"/>
    <w:rsid w:val="007D2002"/>
    <w:rsid w:val="007D20E0"/>
    <w:rsid w:val="007D2335"/>
    <w:rsid w:val="007D2372"/>
    <w:rsid w:val="007D39D0"/>
    <w:rsid w:val="007D4058"/>
    <w:rsid w:val="007D4411"/>
    <w:rsid w:val="007D75C9"/>
    <w:rsid w:val="007D772E"/>
    <w:rsid w:val="007E032F"/>
    <w:rsid w:val="007E0456"/>
    <w:rsid w:val="007E0B29"/>
    <w:rsid w:val="007E1324"/>
    <w:rsid w:val="007E1729"/>
    <w:rsid w:val="007E1ACE"/>
    <w:rsid w:val="007E22DB"/>
    <w:rsid w:val="007E3423"/>
    <w:rsid w:val="007E4F46"/>
    <w:rsid w:val="007E6DBD"/>
    <w:rsid w:val="007E72E6"/>
    <w:rsid w:val="007E7BB1"/>
    <w:rsid w:val="007F2425"/>
    <w:rsid w:val="007F32E4"/>
    <w:rsid w:val="007F379E"/>
    <w:rsid w:val="007F4C46"/>
    <w:rsid w:val="007F4E32"/>
    <w:rsid w:val="007F577B"/>
    <w:rsid w:val="007F61A7"/>
    <w:rsid w:val="007F6258"/>
    <w:rsid w:val="007F6A12"/>
    <w:rsid w:val="007F6E8F"/>
    <w:rsid w:val="007F77D2"/>
    <w:rsid w:val="008011BC"/>
    <w:rsid w:val="0080151D"/>
    <w:rsid w:val="00802289"/>
    <w:rsid w:val="00802819"/>
    <w:rsid w:val="008039A5"/>
    <w:rsid w:val="00803ED2"/>
    <w:rsid w:val="0080426C"/>
    <w:rsid w:val="008043C0"/>
    <w:rsid w:val="0080498B"/>
    <w:rsid w:val="00805362"/>
    <w:rsid w:val="0080538C"/>
    <w:rsid w:val="008059F5"/>
    <w:rsid w:val="00806A91"/>
    <w:rsid w:val="008070D2"/>
    <w:rsid w:val="00810114"/>
    <w:rsid w:val="008103DF"/>
    <w:rsid w:val="00810BF9"/>
    <w:rsid w:val="00810E0A"/>
    <w:rsid w:val="00813208"/>
    <w:rsid w:val="008139A9"/>
    <w:rsid w:val="0081464C"/>
    <w:rsid w:val="00814CEE"/>
    <w:rsid w:val="0081690A"/>
    <w:rsid w:val="0081700A"/>
    <w:rsid w:val="008173A9"/>
    <w:rsid w:val="008179B0"/>
    <w:rsid w:val="00817CB2"/>
    <w:rsid w:val="00817FD6"/>
    <w:rsid w:val="0082289F"/>
    <w:rsid w:val="00822ACE"/>
    <w:rsid w:val="00822E84"/>
    <w:rsid w:val="008230AA"/>
    <w:rsid w:val="00824879"/>
    <w:rsid w:val="008249F0"/>
    <w:rsid w:val="008250A5"/>
    <w:rsid w:val="0082670A"/>
    <w:rsid w:val="0082716F"/>
    <w:rsid w:val="00827343"/>
    <w:rsid w:val="008273CF"/>
    <w:rsid w:val="00830386"/>
    <w:rsid w:val="00832EE1"/>
    <w:rsid w:val="00832F55"/>
    <w:rsid w:val="008333A8"/>
    <w:rsid w:val="0083353F"/>
    <w:rsid w:val="00833F52"/>
    <w:rsid w:val="00833F66"/>
    <w:rsid w:val="008341E9"/>
    <w:rsid w:val="0083576E"/>
    <w:rsid w:val="00835E6E"/>
    <w:rsid w:val="0083657A"/>
    <w:rsid w:val="008369A5"/>
    <w:rsid w:val="008369F0"/>
    <w:rsid w:val="008370C5"/>
    <w:rsid w:val="008431FB"/>
    <w:rsid w:val="00844860"/>
    <w:rsid w:val="00844F01"/>
    <w:rsid w:val="00845026"/>
    <w:rsid w:val="0084579C"/>
    <w:rsid w:val="0084584D"/>
    <w:rsid w:val="0084730D"/>
    <w:rsid w:val="00850140"/>
    <w:rsid w:val="00850371"/>
    <w:rsid w:val="00850431"/>
    <w:rsid w:val="00850F15"/>
    <w:rsid w:val="0085138B"/>
    <w:rsid w:val="008514AD"/>
    <w:rsid w:val="00851B80"/>
    <w:rsid w:val="0085249D"/>
    <w:rsid w:val="00852B68"/>
    <w:rsid w:val="00852BEE"/>
    <w:rsid w:val="008541AB"/>
    <w:rsid w:val="0085494B"/>
    <w:rsid w:val="00854A1C"/>
    <w:rsid w:val="00854ADA"/>
    <w:rsid w:val="00854F36"/>
    <w:rsid w:val="008556BC"/>
    <w:rsid w:val="0085641B"/>
    <w:rsid w:val="00857221"/>
    <w:rsid w:val="00860184"/>
    <w:rsid w:val="00860239"/>
    <w:rsid w:val="00861397"/>
    <w:rsid w:val="008618A9"/>
    <w:rsid w:val="00862FE5"/>
    <w:rsid w:val="0086709B"/>
    <w:rsid w:val="00867AB9"/>
    <w:rsid w:val="00871528"/>
    <w:rsid w:val="00875980"/>
    <w:rsid w:val="00875A82"/>
    <w:rsid w:val="00876104"/>
    <w:rsid w:val="008767BE"/>
    <w:rsid w:val="008769C4"/>
    <w:rsid w:val="00877213"/>
    <w:rsid w:val="00877571"/>
    <w:rsid w:val="008776D9"/>
    <w:rsid w:val="00877829"/>
    <w:rsid w:val="00877963"/>
    <w:rsid w:val="00877E34"/>
    <w:rsid w:val="008806B8"/>
    <w:rsid w:val="008807FB"/>
    <w:rsid w:val="00882B0D"/>
    <w:rsid w:val="00882D80"/>
    <w:rsid w:val="00883DB1"/>
    <w:rsid w:val="00883EAD"/>
    <w:rsid w:val="008847A9"/>
    <w:rsid w:val="00885E73"/>
    <w:rsid w:val="00886D5E"/>
    <w:rsid w:val="00886D89"/>
    <w:rsid w:val="008877BF"/>
    <w:rsid w:val="00887865"/>
    <w:rsid w:val="00887A7A"/>
    <w:rsid w:val="00890A74"/>
    <w:rsid w:val="00891B0F"/>
    <w:rsid w:val="00892169"/>
    <w:rsid w:val="008922E6"/>
    <w:rsid w:val="008931D0"/>
    <w:rsid w:val="00893D9D"/>
    <w:rsid w:val="008944A1"/>
    <w:rsid w:val="0089466D"/>
    <w:rsid w:val="00895DCD"/>
    <w:rsid w:val="00895FCF"/>
    <w:rsid w:val="0089635A"/>
    <w:rsid w:val="008964C9"/>
    <w:rsid w:val="008966C6"/>
    <w:rsid w:val="00896862"/>
    <w:rsid w:val="00896D7F"/>
    <w:rsid w:val="0089729C"/>
    <w:rsid w:val="008976F9"/>
    <w:rsid w:val="00897B2B"/>
    <w:rsid w:val="008A00BB"/>
    <w:rsid w:val="008A0D24"/>
    <w:rsid w:val="008A14FE"/>
    <w:rsid w:val="008A2CC4"/>
    <w:rsid w:val="008A413D"/>
    <w:rsid w:val="008A4869"/>
    <w:rsid w:val="008A4C1A"/>
    <w:rsid w:val="008A4C70"/>
    <w:rsid w:val="008A5004"/>
    <w:rsid w:val="008A5CEE"/>
    <w:rsid w:val="008A70E4"/>
    <w:rsid w:val="008A7692"/>
    <w:rsid w:val="008B0448"/>
    <w:rsid w:val="008B05E1"/>
    <w:rsid w:val="008B08BD"/>
    <w:rsid w:val="008B0B87"/>
    <w:rsid w:val="008B1963"/>
    <w:rsid w:val="008B19B4"/>
    <w:rsid w:val="008B25F5"/>
    <w:rsid w:val="008B27E9"/>
    <w:rsid w:val="008B56BF"/>
    <w:rsid w:val="008B6207"/>
    <w:rsid w:val="008B7485"/>
    <w:rsid w:val="008B7DFD"/>
    <w:rsid w:val="008C05E4"/>
    <w:rsid w:val="008C11B5"/>
    <w:rsid w:val="008C1E3B"/>
    <w:rsid w:val="008C33B1"/>
    <w:rsid w:val="008C4642"/>
    <w:rsid w:val="008C6518"/>
    <w:rsid w:val="008C66DC"/>
    <w:rsid w:val="008C7B28"/>
    <w:rsid w:val="008D063C"/>
    <w:rsid w:val="008D0D08"/>
    <w:rsid w:val="008D1A09"/>
    <w:rsid w:val="008D23C5"/>
    <w:rsid w:val="008D25AA"/>
    <w:rsid w:val="008D2A55"/>
    <w:rsid w:val="008D2B7B"/>
    <w:rsid w:val="008D2E6C"/>
    <w:rsid w:val="008D3BB8"/>
    <w:rsid w:val="008D47D4"/>
    <w:rsid w:val="008D4D5B"/>
    <w:rsid w:val="008D5069"/>
    <w:rsid w:val="008D6608"/>
    <w:rsid w:val="008D6929"/>
    <w:rsid w:val="008E2371"/>
    <w:rsid w:val="008E286A"/>
    <w:rsid w:val="008E2F3D"/>
    <w:rsid w:val="008E33E8"/>
    <w:rsid w:val="008E4230"/>
    <w:rsid w:val="008E425A"/>
    <w:rsid w:val="008E5278"/>
    <w:rsid w:val="008E5EBD"/>
    <w:rsid w:val="008E657C"/>
    <w:rsid w:val="008E774B"/>
    <w:rsid w:val="008F329B"/>
    <w:rsid w:val="008F32B6"/>
    <w:rsid w:val="008F3306"/>
    <w:rsid w:val="008F3950"/>
    <w:rsid w:val="008F456B"/>
    <w:rsid w:val="008F46D2"/>
    <w:rsid w:val="008F4EF9"/>
    <w:rsid w:val="008F5134"/>
    <w:rsid w:val="008F629C"/>
    <w:rsid w:val="00900617"/>
    <w:rsid w:val="009012FA"/>
    <w:rsid w:val="00902530"/>
    <w:rsid w:val="0090292E"/>
    <w:rsid w:val="00903707"/>
    <w:rsid w:val="00903AA1"/>
    <w:rsid w:val="009055EA"/>
    <w:rsid w:val="009057D8"/>
    <w:rsid w:val="009062C8"/>
    <w:rsid w:val="0090659E"/>
    <w:rsid w:val="00907902"/>
    <w:rsid w:val="00907C5F"/>
    <w:rsid w:val="00910553"/>
    <w:rsid w:val="00912015"/>
    <w:rsid w:val="00913742"/>
    <w:rsid w:val="00914A24"/>
    <w:rsid w:val="00914F63"/>
    <w:rsid w:val="0091613F"/>
    <w:rsid w:val="009172D4"/>
    <w:rsid w:val="00917E94"/>
    <w:rsid w:val="00920B85"/>
    <w:rsid w:val="00921037"/>
    <w:rsid w:val="00921C97"/>
    <w:rsid w:val="00922092"/>
    <w:rsid w:val="00922278"/>
    <w:rsid w:val="0092260F"/>
    <w:rsid w:val="009229EC"/>
    <w:rsid w:val="00923244"/>
    <w:rsid w:val="0092341B"/>
    <w:rsid w:val="009236BD"/>
    <w:rsid w:val="00924D2A"/>
    <w:rsid w:val="00925343"/>
    <w:rsid w:val="0092562F"/>
    <w:rsid w:val="00925DE2"/>
    <w:rsid w:val="009265B4"/>
    <w:rsid w:val="0092668B"/>
    <w:rsid w:val="00926D63"/>
    <w:rsid w:val="00927854"/>
    <w:rsid w:val="00927FAA"/>
    <w:rsid w:val="009305EC"/>
    <w:rsid w:val="009314BD"/>
    <w:rsid w:val="00931D9C"/>
    <w:rsid w:val="009340B2"/>
    <w:rsid w:val="0093415B"/>
    <w:rsid w:val="009352C2"/>
    <w:rsid w:val="00935483"/>
    <w:rsid w:val="009357E9"/>
    <w:rsid w:val="009359C8"/>
    <w:rsid w:val="00937144"/>
    <w:rsid w:val="0093780C"/>
    <w:rsid w:val="00937DA2"/>
    <w:rsid w:val="009406A1"/>
    <w:rsid w:val="0094100F"/>
    <w:rsid w:val="00942C2C"/>
    <w:rsid w:val="00942F41"/>
    <w:rsid w:val="009430C7"/>
    <w:rsid w:val="0094314B"/>
    <w:rsid w:val="00943264"/>
    <w:rsid w:val="00943558"/>
    <w:rsid w:val="00944D92"/>
    <w:rsid w:val="0094516E"/>
    <w:rsid w:val="009454F9"/>
    <w:rsid w:val="00945C43"/>
    <w:rsid w:val="00945D44"/>
    <w:rsid w:val="00946A28"/>
    <w:rsid w:val="0094715C"/>
    <w:rsid w:val="009479A8"/>
    <w:rsid w:val="00951B8F"/>
    <w:rsid w:val="0095237F"/>
    <w:rsid w:val="009537CD"/>
    <w:rsid w:val="00953867"/>
    <w:rsid w:val="00954498"/>
    <w:rsid w:val="00955105"/>
    <w:rsid w:val="0095554B"/>
    <w:rsid w:val="00955B76"/>
    <w:rsid w:val="00956876"/>
    <w:rsid w:val="00957AE4"/>
    <w:rsid w:val="00957AFC"/>
    <w:rsid w:val="0096057F"/>
    <w:rsid w:val="009609BD"/>
    <w:rsid w:val="00961567"/>
    <w:rsid w:val="009615C0"/>
    <w:rsid w:val="009618C1"/>
    <w:rsid w:val="0096213D"/>
    <w:rsid w:val="00962436"/>
    <w:rsid w:val="00962D7F"/>
    <w:rsid w:val="00963A9E"/>
    <w:rsid w:val="00964FBA"/>
    <w:rsid w:val="00967036"/>
    <w:rsid w:val="00971289"/>
    <w:rsid w:val="0097209C"/>
    <w:rsid w:val="00972120"/>
    <w:rsid w:val="009727F9"/>
    <w:rsid w:val="00973868"/>
    <w:rsid w:val="0097394C"/>
    <w:rsid w:val="009742F9"/>
    <w:rsid w:val="00975B1D"/>
    <w:rsid w:val="00976222"/>
    <w:rsid w:val="00981786"/>
    <w:rsid w:val="00982199"/>
    <w:rsid w:val="009827AF"/>
    <w:rsid w:val="00984FCB"/>
    <w:rsid w:val="009858EC"/>
    <w:rsid w:val="00985BD7"/>
    <w:rsid w:val="00986ACA"/>
    <w:rsid w:val="00987ED7"/>
    <w:rsid w:val="00990C2D"/>
    <w:rsid w:val="00991584"/>
    <w:rsid w:val="00991C42"/>
    <w:rsid w:val="00992326"/>
    <w:rsid w:val="0099242C"/>
    <w:rsid w:val="009927AF"/>
    <w:rsid w:val="00993B7B"/>
    <w:rsid w:val="00996AE3"/>
    <w:rsid w:val="009975E0"/>
    <w:rsid w:val="009A0302"/>
    <w:rsid w:val="009A056F"/>
    <w:rsid w:val="009A0821"/>
    <w:rsid w:val="009A148D"/>
    <w:rsid w:val="009A168A"/>
    <w:rsid w:val="009A19C8"/>
    <w:rsid w:val="009A2C41"/>
    <w:rsid w:val="009A2C66"/>
    <w:rsid w:val="009A35E8"/>
    <w:rsid w:val="009A3B4D"/>
    <w:rsid w:val="009A4B1B"/>
    <w:rsid w:val="009A60A9"/>
    <w:rsid w:val="009A68D0"/>
    <w:rsid w:val="009A7C15"/>
    <w:rsid w:val="009B003A"/>
    <w:rsid w:val="009B00DE"/>
    <w:rsid w:val="009B124F"/>
    <w:rsid w:val="009B18D4"/>
    <w:rsid w:val="009B1A79"/>
    <w:rsid w:val="009B25C3"/>
    <w:rsid w:val="009B2A03"/>
    <w:rsid w:val="009B319B"/>
    <w:rsid w:val="009B3D7C"/>
    <w:rsid w:val="009B3F7F"/>
    <w:rsid w:val="009B406A"/>
    <w:rsid w:val="009B43C4"/>
    <w:rsid w:val="009B4550"/>
    <w:rsid w:val="009B4F3A"/>
    <w:rsid w:val="009B5A56"/>
    <w:rsid w:val="009B6469"/>
    <w:rsid w:val="009B6520"/>
    <w:rsid w:val="009B76A7"/>
    <w:rsid w:val="009B7845"/>
    <w:rsid w:val="009C0957"/>
    <w:rsid w:val="009C0A47"/>
    <w:rsid w:val="009C0B23"/>
    <w:rsid w:val="009C0BC0"/>
    <w:rsid w:val="009C1640"/>
    <w:rsid w:val="009C21F1"/>
    <w:rsid w:val="009C38D7"/>
    <w:rsid w:val="009C4595"/>
    <w:rsid w:val="009C5E13"/>
    <w:rsid w:val="009C64A2"/>
    <w:rsid w:val="009C6B00"/>
    <w:rsid w:val="009C6E38"/>
    <w:rsid w:val="009C7620"/>
    <w:rsid w:val="009D04A2"/>
    <w:rsid w:val="009D246D"/>
    <w:rsid w:val="009D3A69"/>
    <w:rsid w:val="009D4DF7"/>
    <w:rsid w:val="009D4FB0"/>
    <w:rsid w:val="009D5030"/>
    <w:rsid w:val="009D58F4"/>
    <w:rsid w:val="009D6CCE"/>
    <w:rsid w:val="009E09D3"/>
    <w:rsid w:val="009E10DD"/>
    <w:rsid w:val="009E1D60"/>
    <w:rsid w:val="009E6823"/>
    <w:rsid w:val="009E6EC4"/>
    <w:rsid w:val="009E727F"/>
    <w:rsid w:val="009F055C"/>
    <w:rsid w:val="009F0FE6"/>
    <w:rsid w:val="009F2AA7"/>
    <w:rsid w:val="009F30E7"/>
    <w:rsid w:val="009F31EA"/>
    <w:rsid w:val="009F33CB"/>
    <w:rsid w:val="009F4300"/>
    <w:rsid w:val="009F6695"/>
    <w:rsid w:val="009F700C"/>
    <w:rsid w:val="009F7104"/>
    <w:rsid w:val="009F748C"/>
    <w:rsid w:val="00A00979"/>
    <w:rsid w:val="00A0151D"/>
    <w:rsid w:val="00A01CB9"/>
    <w:rsid w:val="00A02813"/>
    <w:rsid w:val="00A03030"/>
    <w:rsid w:val="00A05590"/>
    <w:rsid w:val="00A05D66"/>
    <w:rsid w:val="00A05DC7"/>
    <w:rsid w:val="00A05FA7"/>
    <w:rsid w:val="00A07FEA"/>
    <w:rsid w:val="00A10300"/>
    <w:rsid w:val="00A11221"/>
    <w:rsid w:val="00A11346"/>
    <w:rsid w:val="00A113DA"/>
    <w:rsid w:val="00A11892"/>
    <w:rsid w:val="00A13123"/>
    <w:rsid w:val="00A13719"/>
    <w:rsid w:val="00A15729"/>
    <w:rsid w:val="00A1573D"/>
    <w:rsid w:val="00A15D82"/>
    <w:rsid w:val="00A16B2F"/>
    <w:rsid w:val="00A16C1B"/>
    <w:rsid w:val="00A174E1"/>
    <w:rsid w:val="00A1787D"/>
    <w:rsid w:val="00A206DF"/>
    <w:rsid w:val="00A20D15"/>
    <w:rsid w:val="00A20D9D"/>
    <w:rsid w:val="00A223C5"/>
    <w:rsid w:val="00A235FE"/>
    <w:rsid w:val="00A23C0E"/>
    <w:rsid w:val="00A24AF5"/>
    <w:rsid w:val="00A251A9"/>
    <w:rsid w:val="00A25F1B"/>
    <w:rsid w:val="00A25F7A"/>
    <w:rsid w:val="00A266AE"/>
    <w:rsid w:val="00A27A32"/>
    <w:rsid w:val="00A27F4F"/>
    <w:rsid w:val="00A30400"/>
    <w:rsid w:val="00A31E41"/>
    <w:rsid w:val="00A32753"/>
    <w:rsid w:val="00A32850"/>
    <w:rsid w:val="00A32EFA"/>
    <w:rsid w:val="00A32FC5"/>
    <w:rsid w:val="00A3475A"/>
    <w:rsid w:val="00A34A82"/>
    <w:rsid w:val="00A34D56"/>
    <w:rsid w:val="00A3570D"/>
    <w:rsid w:val="00A358E2"/>
    <w:rsid w:val="00A36020"/>
    <w:rsid w:val="00A3737C"/>
    <w:rsid w:val="00A37F7A"/>
    <w:rsid w:val="00A406D7"/>
    <w:rsid w:val="00A406E7"/>
    <w:rsid w:val="00A414E1"/>
    <w:rsid w:val="00A42788"/>
    <w:rsid w:val="00A42F5D"/>
    <w:rsid w:val="00A44104"/>
    <w:rsid w:val="00A4564F"/>
    <w:rsid w:val="00A45EB1"/>
    <w:rsid w:val="00A503DD"/>
    <w:rsid w:val="00A55672"/>
    <w:rsid w:val="00A55884"/>
    <w:rsid w:val="00A559C5"/>
    <w:rsid w:val="00A55B56"/>
    <w:rsid w:val="00A57070"/>
    <w:rsid w:val="00A6041F"/>
    <w:rsid w:val="00A6072E"/>
    <w:rsid w:val="00A60A5F"/>
    <w:rsid w:val="00A60D3B"/>
    <w:rsid w:val="00A61F3A"/>
    <w:rsid w:val="00A62779"/>
    <w:rsid w:val="00A63EE7"/>
    <w:rsid w:val="00A64217"/>
    <w:rsid w:val="00A676B9"/>
    <w:rsid w:val="00A67F82"/>
    <w:rsid w:val="00A70434"/>
    <w:rsid w:val="00A7239C"/>
    <w:rsid w:val="00A72589"/>
    <w:rsid w:val="00A726D4"/>
    <w:rsid w:val="00A72D7D"/>
    <w:rsid w:val="00A73A6C"/>
    <w:rsid w:val="00A73CB3"/>
    <w:rsid w:val="00A747D0"/>
    <w:rsid w:val="00A752DE"/>
    <w:rsid w:val="00A75961"/>
    <w:rsid w:val="00A75A48"/>
    <w:rsid w:val="00A75B83"/>
    <w:rsid w:val="00A764AA"/>
    <w:rsid w:val="00A77BFC"/>
    <w:rsid w:val="00A80600"/>
    <w:rsid w:val="00A81951"/>
    <w:rsid w:val="00A81AB4"/>
    <w:rsid w:val="00A822F5"/>
    <w:rsid w:val="00A828D4"/>
    <w:rsid w:val="00A83077"/>
    <w:rsid w:val="00A835F6"/>
    <w:rsid w:val="00A83F29"/>
    <w:rsid w:val="00A84473"/>
    <w:rsid w:val="00A86803"/>
    <w:rsid w:val="00A86C1C"/>
    <w:rsid w:val="00A86E9A"/>
    <w:rsid w:val="00A87087"/>
    <w:rsid w:val="00A8775B"/>
    <w:rsid w:val="00A87C84"/>
    <w:rsid w:val="00A87EF0"/>
    <w:rsid w:val="00A900AC"/>
    <w:rsid w:val="00A9156A"/>
    <w:rsid w:val="00A92842"/>
    <w:rsid w:val="00A92AE0"/>
    <w:rsid w:val="00A940DF"/>
    <w:rsid w:val="00A94515"/>
    <w:rsid w:val="00A9473D"/>
    <w:rsid w:val="00A94923"/>
    <w:rsid w:val="00A951AF"/>
    <w:rsid w:val="00A9620C"/>
    <w:rsid w:val="00A96B1B"/>
    <w:rsid w:val="00A96E07"/>
    <w:rsid w:val="00A9795E"/>
    <w:rsid w:val="00AA021F"/>
    <w:rsid w:val="00AA02EA"/>
    <w:rsid w:val="00AA123A"/>
    <w:rsid w:val="00AA1294"/>
    <w:rsid w:val="00AA1C67"/>
    <w:rsid w:val="00AA1D83"/>
    <w:rsid w:val="00AA2472"/>
    <w:rsid w:val="00AA2637"/>
    <w:rsid w:val="00AA3475"/>
    <w:rsid w:val="00AA37E5"/>
    <w:rsid w:val="00AA3B4A"/>
    <w:rsid w:val="00AA3BBF"/>
    <w:rsid w:val="00AA41CC"/>
    <w:rsid w:val="00AA5E77"/>
    <w:rsid w:val="00AA7015"/>
    <w:rsid w:val="00AA79F8"/>
    <w:rsid w:val="00AB011A"/>
    <w:rsid w:val="00AB059A"/>
    <w:rsid w:val="00AB07E0"/>
    <w:rsid w:val="00AB1005"/>
    <w:rsid w:val="00AB1347"/>
    <w:rsid w:val="00AB15D7"/>
    <w:rsid w:val="00AB1A84"/>
    <w:rsid w:val="00AB2BC9"/>
    <w:rsid w:val="00AB30F0"/>
    <w:rsid w:val="00AB50BA"/>
    <w:rsid w:val="00AB50D5"/>
    <w:rsid w:val="00AB5505"/>
    <w:rsid w:val="00AB5B92"/>
    <w:rsid w:val="00AB5F9D"/>
    <w:rsid w:val="00AB626E"/>
    <w:rsid w:val="00AB6A8E"/>
    <w:rsid w:val="00AB6AA9"/>
    <w:rsid w:val="00AB6D86"/>
    <w:rsid w:val="00AB7FF0"/>
    <w:rsid w:val="00AC0478"/>
    <w:rsid w:val="00AC0C21"/>
    <w:rsid w:val="00AC1341"/>
    <w:rsid w:val="00AC17B1"/>
    <w:rsid w:val="00AC26FF"/>
    <w:rsid w:val="00AC274F"/>
    <w:rsid w:val="00AC376D"/>
    <w:rsid w:val="00AC4287"/>
    <w:rsid w:val="00AC6995"/>
    <w:rsid w:val="00AC6C06"/>
    <w:rsid w:val="00AC6EBD"/>
    <w:rsid w:val="00AD070E"/>
    <w:rsid w:val="00AD1951"/>
    <w:rsid w:val="00AD1C62"/>
    <w:rsid w:val="00AD25C7"/>
    <w:rsid w:val="00AD347C"/>
    <w:rsid w:val="00AD3AA2"/>
    <w:rsid w:val="00AD400B"/>
    <w:rsid w:val="00AD4A8E"/>
    <w:rsid w:val="00AD4AFB"/>
    <w:rsid w:val="00AD5AEE"/>
    <w:rsid w:val="00AD7259"/>
    <w:rsid w:val="00AD73E0"/>
    <w:rsid w:val="00AE01E5"/>
    <w:rsid w:val="00AE02FA"/>
    <w:rsid w:val="00AE0916"/>
    <w:rsid w:val="00AE1392"/>
    <w:rsid w:val="00AE148A"/>
    <w:rsid w:val="00AE156E"/>
    <w:rsid w:val="00AE1593"/>
    <w:rsid w:val="00AE2473"/>
    <w:rsid w:val="00AE24C1"/>
    <w:rsid w:val="00AE24DF"/>
    <w:rsid w:val="00AE2651"/>
    <w:rsid w:val="00AE2A08"/>
    <w:rsid w:val="00AE2A30"/>
    <w:rsid w:val="00AE2DF8"/>
    <w:rsid w:val="00AE44C9"/>
    <w:rsid w:val="00AE4957"/>
    <w:rsid w:val="00AE54AA"/>
    <w:rsid w:val="00AE63B3"/>
    <w:rsid w:val="00AE6E5F"/>
    <w:rsid w:val="00AE7959"/>
    <w:rsid w:val="00AF008F"/>
    <w:rsid w:val="00AF03AF"/>
    <w:rsid w:val="00AF220F"/>
    <w:rsid w:val="00AF25C3"/>
    <w:rsid w:val="00AF2F4D"/>
    <w:rsid w:val="00AF3CDA"/>
    <w:rsid w:val="00AF46AC"/>
    <w:rsid w:val="00AF6A70"/>
    <w:rsid w:val="00AF6D5B"/>
    <w:rsid w:val="00AF750E"/>
    <w:rsid w:val="00AF77C5"/>
    <w:rsid w:val="00AF7F17"/>
    <w:rsid w:val="00B0015F"/>
    <w:rsid w:val="00B00956"/>
    <w:rsid w:val="00B00B2D"/>
    <w:rsid w:val="00B0137D"/>
    <w:rsid w:val="00B01BE1"/>
    <w:rsid w:val="00B02286"/>
    <w:rsid w:val="00B028AC"/>
    <w:rsid w:val="00B02C5F"/>
    <w:rsid w:val="00B0394A"/>
    <w:rsid w:val="00B03E12"/>
    <w:rsid w:val="00B04140"/>
    <w:rsid w:val="00B0484D"/>
    <w:rsid w:val="00B04B8A"/>
    <w:rsid w:val="00B04EF9"/>
    <w:rsid w:val="00B05469"/>
    <w:rsid w:val="00B055FE"/>
    <w:rsid w:val="00B0720C"/>
    <w:rsid w:val="00B07454"/>
    <w:rsid w:val="00B11B05"/>
    <w:rsid w:val="00B12180"/>
    <w:rsid w:val="00B14034"/>
    <w:rsid w:val="00B150E3"/>
    <w:rsid w:val="00B16EDB"/>
    <w:rsid w:val="00B171FF"/>
    <w:rsid w:val="00B175F3"/>
    <w:rsid w:val="00B20AB9"/>
    <w:rsid w:val="00B225DB"/>
    <w:rsid w:val="00B227F7"/>
    <w:rsid w:val="00B23288"/>
    <w:rsid w:val="00B23659"/>
    <w:rsid w:val="00B2414B"/>
    <w:rsid w:val="00B2478B"/>
    <w:rsid w:val="00B24CD9"/>
    <w:rsid w:val="00B2527C"/>
    <w:rsid w:val="00B26615"/>
    <w:rsid w:val="00B26E91"/>
    <w:rsid w:val="00B270C3"/>
    <w:rsid w:val="00B2780A"/>
    <w:rsid w:val="00B3253C"/>
    <w:rsid w:val="00B33068"/>
    <w:rsid w:val="00B3353A"/>
    <w:rsid w:val="00B3365E"/>
    <w:rsid w:val="00B33AE0"/>
    <w:rsid w:val="00B33D47"/>
    <w:rsid w:val="00B33EC5"/>
    <w:rsid w:val="00B35206"/>
    <w:rsid w:val="00B35246"/>
    <w:rsid w:val="00B36726"/>
    <w:rsid w:val="00B37593"/>
    <w:rsid w:val="00B37C75"/>
    <w:rsid w:val="00B415D9"/>
    <w:rsid w:val="00B41B62"/>
    <w:rsid w:val="00B424AB"/>
    <w:rsid w:val="00B4314D"/>
    <w:rsid w:val="00B43336"/>
    <w:rsid w:val="00B445F4"/>
    <w:rsid w:val="00B44647"/>
    <w:rsid w:val="00B4507C"/>
    <w:rsid w:val="00B476C6"/>
    <w:rsid w:val="00B47996"/>
    <w:rsid w:val="00B47EDC"/>
    <w:rsid w:val="00B50A64"/>
    <w:rsid w:val="00B50CD8"/>
    <w:rsid w:val="00B5116E"/>
    <w:rsid w:val="00B51F75"/>
    <w:rsid w:val="00B52007"/>
    <w:rsid w:val="00B52491"/>
    <w:rsid w:val="00B538D6"/>
    <w:rsid w:val="00B53A5D"/>
    <w:rsid w:val="00B53D59"/>
    <w:rsid w:val="00B569B4"/>
    <w:rsid w:val="00B56D5D"/>
    <w:rsid w:val="00B60595"/>
    <w:rsid w:val="00B627AF"/>
    <w:rsid w:val="00B64493"/>
    <w:rsid w:val="00B644FF"/>
    <w:rsid w:val="00B65CA8"/>
    <w:rsid w:val="00B662B9"/>
    <w:rsid w:val="00B662ED"/>
    <w:rsid w:val="00B66CFE"/>
    <w:rsid w:val="00B72E9A"/>
    <w:rsid w:val="00B731D8"/>
    <w:rsid w:val="00B7320A"/>
    <w:rsid w:val="00B73501"/>
    <w:rsid w:val="00B7365B"/>
    <w:rsid w:val="00B7381B"/>
    <w:rsid w:val="00B74134"/>
    <w:rsid w:val="00B74D55"/>
    <w:rsid w:val="00B756DA"/>
    <w:rsid w:val="00B75DB8"/>
    <w:rsid w:val="00B75E1D"/>
    <w:rsid w:val="00B760F9"/>
    <w:rsid w:val="00B77813"/>
    <w:rsid w:val="00B77CC4"/>
    <w:rsid w:val="00B77D8F"/>
    <w:rsid w:val="00B828F1"/>
    <w:rsid w:val="00B83306"/>
    <w:rsid w:val="00B83513"/>
    <w:rsid w:val="00B837C3"/>
    <w:rsid w:val="00B83AF4"/>
    <w:rsid w:val="00B853A2"/>
    <w:rsid w:val="00B85A36"/>
    <w:rsid w:val="00B87CAE"/>
    <w:rsid w:val="00B90E50"/>
    <w:rsid w:val="00B91605"/>
    <w:rsid w:val="00B919C3"/>
    <w:rsid w:val="00B921A1"/>
    <w:rsid w:val="00B9237D"/>
    <w:rsid w:val="00B93EE8"/>
    <w:rsid w:val="00B95CE1"/>
    <w:rsid w:val="00B96805"/>
    <w:rsid w:val="00B96B70"/>
    <w:rsid w:val="00B96D7C"/>
    <w:rsid w:val="00B9731D"/>
    <w:rsid w:val="00BA05B5"/>
    <w:rsid w:val="00BA1378"/>
    <w:rsid w:val="00BA1902"/>
    <w:rsid w:val="00BA2EF2"/>
    <w:rsid w:val="00BA413E"/>
    <w:rsid w:val="00BA52B1"/>
    <w:rsid w:val="00BA550B"/>
    <w:rsid w:val="00BA60A9"/>
    <w:rsid w:val="00BA60EB"/>
    <w:rsid w:val="00BA6208"/>
    <w:rsid w:val="00BA6356"/>
    <w:rsid w:val="00BB0593"/>
    <w:rsid w:val="00BB0C27"/>
    <w:rsid w:val="00BB0D40"/>
    <w:rsid w:val="00BB288B"/>
    <w:rsid w:val="00BB42E8"/>
    <w:rsid w:val="00BB49F8"/>
    <w:rsid w:val="00BB4DF3"/>
    <w:rsid w:val="00BB5317"/>
    <w:rsid w:val="00BB5441"/>
    <w:rsid w:val="00BB5A5F"/>
    <w:rsid w:val="00BB5BB6"/>
    <w:rsid w:val="00BC097C"/>
    <w:rsid w:val="00BC09C3"/>
    <w:rsid w:val="00BC0D8D"/>
    <w:rsid w:val="00BC21F5"/>
    <w:rsid w:val="00BC285B"/>
    <w:rsid w:val="00BC34F3"/>
    <w:rsid w:val="00BC6075"/>
    <w:rsid w:val="00BC6103"/>
    <w:rsid w:val="00BC6EA1"/>
    <w:rsid w:val="00BD030D"/>
    <w:rsid w:val="00BD06B3"/>
    <w:rsid w:val="00BD0939"/>
    <w:rsid w:val="00BD1541"/>
    <w:rsid w:val="00BD160B"/>
    <w:rsid w:val="00BD226D"/>
    <w:rsid w:val="00BD240F"/>
    <w:rsid w:val="00BD4BD7"/>
    <w:rsid w:val="00BD575D"/>
    <w:rsid w:val="00BD5E1E"/>
    <w:rsid w:val="00BD60F8"/>
    <w:rsid w:val="00BD6C8F"/>
    <w:rsid w:val="00BD7319"/>
    <w:rsid w:val="00BD747D"/>
    <w:rsid w:val="00BE0659"/>
    <w:rsid w:val="00BE10DF"/>
    <w:rsid w:val="00BE1534"/>
    <w:rsid w:val="00BE189D"/>
    <w:rsid w:val="00BE2233"/>
    <w:rsid w:val="00BE2410"/>
    <w:rsid w:val="00BE3282"/>
    <w:rsid w:val="00BE3A9C"/>
    <w:rsid w:val="00BE49EF"/>
    <w:rsid w:val="00BE6170"/>
    <w:rsid w:val="00BE667E"/>
    <w:rsid w:val="00BE676D"/>
    <w:rsid w:val="00BE6F1A"/>
    <w:rsid w:val="00BE7B7C"/>
    <w:rsid w:val="00BF00EB"/>
    <w:rsid w:val="00BF10C3"/>
    <w:rsid w:val="00BF187A"/>
    <w:rsid w:val="00BF1EA2"/>
    <w:rsid w:val="00BF222E"/>
    <w:rsid w:val="00BF2723"/>
    <w:rsid w:val="00BF3395"/>
    <w:rsid w:val="00BF43E9"/>
    <w:rsid w:val="00BF4572"/>
    <w:rsid w:val="00BF4B23"/>
    <w:rsid w:val="00BF5716"/>
    <w:rsid w:val="00BF58B6"/>
    <w:rsid w:val="00BF6CD2"/>
    <w:rsid w:val="00BF7095"/>
    <w:rsid w:val="00C0159A"/>
    <w:rsid w:val="00C02AE7"/>
    <w:rsid w:val="00C03B2B"/>
    <w:rsid w:val="00C043FB"/>
    <w:rsid w:val="00C065E8"/>
    <w:rsid w:val="00C0763E"/>
    <w:rsid w:val="00C07780"/>
    <w:rsid w:val="00C07799"/>
    <w:rsid w:val="00C07D2B"/>
    <w:rsid w:val="00C10065"/>
    <w:rsid w:val="00C10653"/>
    <w:rsid w:val="00C108F8"/>
    <w:rsid w:val="00C119F7"/>
    <w:rsid w:val="00C11A90"/>
    <w:rsid w:val="00C12249"/>
    <w:rsid w:val="00C14703"/>
    <w:rsid w:val="00C14973"/>
    <w:rsid w:val="00C14981"/>
    <w:rsid w:val="00C15BE4"/>
    <w:rsid w:val="00C16202"/>
    <w:rsid w:val="00C16747"/>
    <w:rsid w:val="00C16854"/>
    <w:rsid w:val="00C16DAE"/>
    <w:rsid w:val="00C16E05"/>
    <w:rsid w:val="00C172DB"/>
    <w:rsid w:val="00C173A8"/>
    <w:rsid w:val="00C204D1"/>
    <w:rsid w:val="00C21417"/>
    <w:rsid w:val="00C21590"/>
    <w:rsid w:val="00C21F25"/>
    <w:rsid w:val="00C223FD"/>
    <w:rsid w:val="00C22E42"/>
    <w:rsid w:val="00C23A9A"/>
    <w:rsid w:val="00C23C95"/>
    <w:rsid w:val="00C24097"/>
    <w:rsid w:val="00C24D23"/>
    <w:rsid w:val="00C26061"/>
    <w:rsid w:val="00C27731"/>
    <w:rsid w:val="00C30124"/>
    <w:rsid w:val="00C30645"/>
    <w:rsid w:val="00C31119"/>
    <w:rsid w:val="00C317FA"/>
    <w:rsid w:val="00C31969"/>
    <w:rsid w:val="00C31E87"/>
    <w:rsid w:val="00C31FB3"/>
    <w:rsid w:val="00C32083"/>
    <w:rsid w:val="00C33DD5"/>
    <w:rsid w:val="00C35532"/>
    <w:rsid w:val="00C35FDF"/>
    <w:rsid w:val="00C360C9"/>
    <w:rsid w:val="00C36E53"/>
    <w:rsid w:val="00C36E63"/>
    <w:rsid w:val="00C40386"/>
    <w:rsid w:val="00C40BCE"/>
    <w:rsid w:val="00C41285"/>
    <w:rsid w:val="00C415A7"/>
    <w:rsid w:val="00C415EC"/>
    <w:rsid w:val="00C42A77"/>
    <w:rsid w:val="00C4325F"/>
    <w:rsid w:val="00C436D5"/>
    <w:rsid w:val="00C44C5B"/>
    <w:rsid w:val="00C455B7"/>
    <w:rsid w:val="00C4577B"/>
    <w:rsid w:val="00C459CE"/>
    <w:rsid w:val="00C45B21"/>
    <w:rsid w:val="00C45DFF"/>
    <w:rsid w:val="00C46307"/>
    <w:rsid w:val="00C46625"/>
    <w:rsid w:val="00C47435"/>
    <w:rsid w:val="00C5084B"/>
    <w:rsid w:val="00C513AE"/>
    <w:rsid w:val="00C51FC3"/>
    <w:rsid w:val="00C525CB"/>
    <w:rsid w:val="00C54377"/>
    <w:rsid w:val="00C55057"/>
    <w:rsid w:val="00C55FBB"/>
    <w:rsid w:val="00C565E5"/>
    <w:rsid w:val="00C569A1"/>
    <w:rsid w:val="00C56A0C"/>
    <w:rsid w:val="00C56F4C"/>
    <w:rsid w:val="00C57528"/>
    <w:rsid w:val="00C577EB"/>
    <w:rsid w:val="00C61F4A"/>
    <w:rsid w:val="00C6246F"/>
    <w:rsid w:val="00C62A76"/>
    <w:rsid w:val="00C6359E"/>
    <w:rsid w:val="00C6547A"/>
    <w:rsid w:val="00C65857"/>
    <w:rsid w:val="00C66250"/>
    <w:rsid w:val="00C7035A"/>
    <w:rsid w:val="00C723E1"/>
    <w:rsid w:val="00C73775"/>
    <w:rsid w:val="00C73CA8"/>
    <w:rsid w:val="00C73FCB"/>
    <w:rsid w:val="00C760B8"/>
    <w:rsid w:val="00C7635B"/>
    <w:rsid w:val="00C764BD"/>
    <w:rsid w:val="00C77643"/>
    <w:rsid w:val="00C77BAD"/>
    <w:rsid w:val="00C77BDF"/>
    <w:rsid w:val="00C77CF5"/>
    <w:rsid w:val="00C80202"/>
    <w:rsid w:val="00C813A4"/>
    <w:rsid w:val="00C814D8"/>
    <w:rsid w:val="00C81548"/>
    <w:rsid w:val="00C81D11"/>
    <w:rsid w:val="00C820A5"/>
    <w:rsid w:val="00C82442"/>
    <w:rsid w:val="00C83672"/>
    <w:rsid w:val="00C841C3"/>
    <w:rsid w:val="00C84884"/>
    <w:rsid w:val="00C84C55"/>
    <w:rsid w:val="00C85E36"/>
    <w:rsid w:val="00C864D7"/>
    <w:rsid w:val="00C90B3B"/>
    <w:rsid w:val="00C91064"/>
    <w:rsid w:val="00C91653"/>
    <w:rsid w:val="00C93A54"/>
    <w:rsid w:val="00C97A19"/>
    <w:rsid w:val="00CA1503"/>
    <w:rsid w:val="00CA19F6"/>
    <w:rsid w:val="00CA222E"/>
    <w:rsid w:val="00CA2517"/>
    <w:rsid w:val="00CA2925"/>
    <w:rsid w:val="00CA2C04"/>
    <w:rsid w:val="00CA2DFA"/>
    <w:rsid w:val="00CA3C19"/>
    <w:rsid w:val="00CA3C4F"/>
    <w:rsid w:val="00CA45E9"/>
    <w:rsid w:val="00CA4839"/>
    <w:rsid w:val="00CA4A5E"/>
    <w:rsid w:val="00CA5265"/>
    <w:rsid w:val="00CA5EE9"/>
    <w:rsid w:val="00CA5F97"/>
    <w:rsid w:val="00CA661B"/>
    <w:rsid w:val="00CA7DDF"/>
    <w:rsid w:val="00CB037B"/>
    <w:rsid w:val="00CB0BE0"/>
    <w:rsid w:val="00CB163C"/>
    <w:rsid w:val="00CB1A93"/>
    <w:rsid w:val="00CB223C"/>
    <w:rsid w:val="00CB30CC"/>
    <w:rsid w:val="00CB7772"/>
    <w:rsid w:val="00CC0EA9"/>
    <w:rsid w:val="00CC0EF6"/>
    <w:rsid w:val="00CC233A"/>
    <w:rsid w:val="00CC2CF1"/>
    <w:rsid w:val="00CC3853"/>
    <w:rsid w:val="00CC3C82"/>
    <w:rsid w:val="00CC4225"/>
    <w:rsid w:val="00CC4554"/>
    <w:rsid w:val="00CC4EAD"/>
    <w:rsid w:val="00CC6195"/>
    <w:rsid w:val="00CC689D"/>
    <w:rsid w:val="00CC6A73"/>
    <w:rsid w:val="00CC7B94"/>
    <w:rsid w:val="00CD0380"/>
    <w:rsid w:val="00CD2930"/>
    <w:rsid w:val="00CD2CE1"/>
    <w:rsid w:val="00CD46AA"/>
    <w:rsid w:val="00CD49B4"/>
    <w:rsid w:val="00CD5649"/>
    <w:rsid w:val="00CD59EF"/>
    <w:rsid w:val="00CD6ACA"/>
    <w:rsid w:val="00CD6C13"/>
    <w:rsid w:val="00CD6FF0"/>
    <w:rsid w:val="00CE0508"/>
    <w:rsid w:val="00CE0566"/>
    <w:rsid w:val="00CE0B3C"/>
    <w:rsid w:val="00CE0C36"/>
    <w:rsid w:val="00CE0E0D"/>
    <w:rsid w:val="00CE19D6"/>
    <w:rsid w:val="00CE2DE4"/>
    <w:rsid w:val="00CE4B03"/>
    <w:rsid w:val="00CE4EB9"/>
    <w:rsid w:val="00CE4FBE"/>
    <w:rsid w:val="00CE51C1"/>
    <w:rsid w:val="00CE6F39"/>
    <w:rsid w:val="00CF0255"/>
    <w:rsid w:val="00CF0329"/>
    <w:rsid w:val="00CF146E"/>
    <w:rsid w:val="00CF1851"/>
    <w:rsid w:val="00CF1D14"/>
    <w:rsid w:val="00CF2D55"/>
    <w:rsid w:val="00CF358B"/>
    <w:rsid w:val="00CF55CA"/>
    <w:rsid w:val="00CF62A7"/>
    <w:rsid w:val="00CF6B91"/>
    <w:rsid w:val="00CF7115"/>
    <w:rsid w:val="00D012D7"/>
    <w:rsid w:val="00D01B41"/>
    <w:rsid w:val="00D033CF"/>
    <w:rsid w:val="00D03BB7"/>
    <w:rsid w:val="00D051CF"/>
    <w:rsid w:val="00D05E17"/>
    <w:rsid w:val="00D05F14"/>
    <w:rsid w:val="00D062D2"/>
    <w:rsid w:val="00D0713B"/>
    <w:rsid w:val="00D0762F"/>
    <w:rsid w:val="00D07925"/>
    <w:rsid w:val="00D1155F"/>
    <w:rsid w:val="00D115E7"/>
    <w:rsid w:val="00D1275F"/>
    <w:rsid w:val="00D1792A"/>
    <w:rsid w:val="00D20C85"/>
    <w:rsid w:val="00D220D4"/>
    <w:rsid w:val="00D23D0D"/>
    <w:rsid w:val="00D25AAE"/>
    <w:rsid w:val="00D26B94"/>
    <w:rsid w:val="00D27CA4"/>
    <w:rsid w:val="00D30799"/>
    <w:rsid w:val="00D328E1"/>
    <w:rsid w:val="00D32CE4"/>
    <w:rsid w:val="00D33BEE"/>
    <w:rsid w:val="00D3435C"/>
    <w:rsid w:val="00D351EA"/>
    <w:rsid w:val="00D35F8E"/>
    <w:rsid w:val="00D40345"/>
    <w:rsid w:val="00D41B60"/>
    <w:rsid w:val="00D46A44"/>
    <w:rsid w:val="00D50D61"/>
    <w:rsid w:val="00D515A0"/>
    <w:rsid w:val="00D52B4B"/>
    <w:rsid w:val="00D53526"/>
    <w:rsid w:val="00D53552"/>
    <w:rsid w:val="00D5502F"/>
    <w:rsid w:val="00D567DE"/>
    <w:rsid w:val="00D56CD3"/>
    <w:rsid w:val="00D57608"/>
    <w:rsid w:val="00D579EC"/>
    <w:rsid w:val="00D60677"/>
    <w:rsid w:val="00D60CB0"/>
    <w:rsid w:val="00D6175A"/>
    <w:rsid w:val="00D6369A"/>
    <w:rsid w:val="00D642D0"/>
    <w:rsid w:val="00D64312"/>
    <w:rsid w:val="00D64B60"/>
    <w:rsid w:val="00D64DE5"/>
    <w:rsid w:val="00D65210"/>
    <w:rsid w:val="00D65913"/>
    <w:rsid w:val="00D65E35"/>
    <w:rsid w:val="00D6752E"/>
    <w:rsid w:val="00D705D8"/>
    <w:rsid w:val="00D730FE"/>
    <w:rsid w:val="00D73294"/>
    <w:rsid w:val="00D732BB"/>
    <w:rsid w:val="00D7449D"/>
    <w:rsid w:val="00D7467A"/>
    <w:rsid w:val="00D7469E"/>
    <w:rsid w:val="00D749C9"/>
    <w:rsid w:val="00D75CA4"/>
    <w:rsid w:val="00D75D40"/>
    <w:rsid w:val="00D764BF"/>
    <w:rsid w:val="00D76BC3"/>
    <w:rsid w:val="00D77964"/>
    <w:rsid w:val="00D80742"/>
    <w:rsid w:val="00D80B08"/>
    <w:rsid w:val="00D81101"/>
    <w:rsid w:val="00D82BFB"/>
    <w:rsid w:val="00D8456A"/>
    <w:rsid w:val="00D8533B"/>
    <w:rsid w:val="00D8605C"/>
    <w:rsid w:val="00D864FC"/>
    <w:rsid w:val="00D86F15"/>
    <w:rsid w:val="00D87D21"/>
    <w:rsid w:val="00D90633"/>
    <w:rsid w:val="00D91D3B"/>
    <w:rsid w:val="00D92B82"/>
    <w:rsid w:val="00D92D0B"/>
    <w:rsid w:val="00D933F6"/>
    <w:rsid w:val="00D93C85"/>
    <w:rsid w:val="00D94234"/>
    <w:rsid w:val="00D95B4D"/>
    <w:rsid w:val="00D95DD7"/>
    <w:rsid w:val="00D95DE3"/>
    <w:rsid w:val="00D96175"/>
    <w:rsid w:val="00D96374"/>
    <w:rsid w:val="00D968ED"/>
    <w:rsid w:val="00D9705E"/>
    <w:rsid w:val="00D97AE9"/>
    <w:rsid w:val="00DA0B0E"/>
    <w:rsid w:val="00DA0DD4"/>
    <w:rsid w:val="00DA2123"/>
    <w:rsid w:val="00DA24A8"/>
    <w:rsid w:val="00DA3AB5"/>
    <w:rsid w:val="00DA47AF"/>
    <w:rsid w:val="00DA6E19"/>
    <w:rsid w:val="00DA73B9"/>
    <w:rsid w:val="00DA78E4"/>
    <w:rsid w:val="00DB0597"/>
    <w:rsid w:val="00DB065E"/>
    <w:rsid w:val="00DB0FAA"/>
    <w:rsid w:val="00DB155A"/>
    <w:rsid w:val="00DB237A"/>
    <w:rsid w:val="00DB29D9"/>
    <w:rsid w:val="00DB34D7"/>
    <w:rsid w:val="00DB38F9"/>
    <w:rsid w:val="00DB3955"/>
    <w:rsid w:val="00DB5269"/>
    <w:rsid w:val="00DB577F"/>
    <w:rsid w:val="00DB5813"/>
    <w:rsid w:val="00DB71EE"/>
    <w:rsid w:val="00DB74D4"/>
    <w:rsid w:val="00DB7D84"/>
    <w:rsid w:val="00DC026B"/>
    <w:rsid w:val="00DC0376"/>
    <w:rsid w:val="00DC09C1"/>
    <w:rsid w:val="00DC133C"/>
    <w:rsid w:val="00DC2DE1"/>
    <w:rsid w:val="00DC4174"/>
    <w:rsid w:val="00DC4A6D"/>
    <w:rsid w:val="00DC557D"/>
    <w:rsid w:val="00DC6303"/>
    <w:rsid w:val="00DC782B"/>
    <w:rsid w:val="00DC7F1D"/>
    <w:rsid w:val="00DD1441"/>
    <w:rsid w:val="00DD16C7"/>
    <w:rsid w:val="00DD1945"/>
    <w:rsid w:val="00DD26B5"/>
    <w:rsid w:val="00DD3289"/>
    <w:rsid w:val="00DD5A34"/>
    <w:rsid w:val="00DD5D0F"/>
    <w:rsid w:val="00DD651C"/>
    <w:rsid w:val="00DD7036"/>
    <w:rsid w:val="00DD7094"/>
    <w:rsid w:val="00DE06BA"/>
    <w:rsid w:val="00DE17DF"/>
    <w:rsid w:val="00DE1D87"/>
    <w:rsid w:val="00DE2BC4"/>
    <w:rsid w:val="00DE30D5"/>
    <w:rsid w:val="00DE47E1"/>
    <w:rsid w:val="00DE564E"/>
    <w:rsid w:val="00DE56EC"/>
    <w:rsid w:val="00DE5C77"/>
    <w:rsid w:val="00DE6459"/>
    <w:rsid w:val="00DE7568"/>
    <w:rsid w:val="00DE7587"/>
    <w:rsid w:val="00DF0812"/>
    <w:rsid w:val="00DF0B5E"/>
    <w:rsid w:val="00DF0C20"/>
    <w:rsid w:val="00DF1199"/>
    <w:rsid w:val="00DF1924"/>
    <w:rsid w:val="00DF224C"/>
    <w:rsid w:val="00DF2351"/>
    <w:rsid w:val="00DF406F"/>
    <w:rsid w:val="00DF4970"/>
    <w:rsid w:val="00DF54BF"/>
    <w:rsid w:val="00DF5C98"/>
    <w:rsid w:val="00DF5FC4"/>
    <w:rsid w:val="00DF7F11"/>
    <w:rsid w:val="00E00E79"/>
    <w:rsid w:val="00E01122"/>
    <w:rsid w:val="00E025A9"/>
    <w:rsid w:val="00E02BB9"/>
    <w:rsid w:val="00E02CDD"/>
    <w:rsid w:val="00E035C6"/>
    <w:rsid w:val="00E05774"/>
    <w:rsid w:val="00E072A7"/>
    <w:rsid w:val="00E074BD"/>
    <w:rsid w:val="00E07D4F"/>
    <w:rsid w:val="00E10200"/>
    <w:rsid w:val="00E10236"/>
    <w:rsid w:val="00E112A1"/>
    <w:rsid w:val="00E11CB2"/>
    <w:rsid w:val="00E1283B"/>
    <w:rsid w:val="00E12A5A"/>
    <w:rsid w:val="00E14545"/>
    <w:rsid w:val="00E15081"/>
    <w:rsid w:val="00E1544A"/>
    <w:rsid w:val="00E15795"/>
    <w:rsid w:val="00E15C10"/>
    <w:rsid w:val="00E16DA4"/>
    <w:rsid w:val="00E21E9C"/>
    <w:rsid w:val="00E22AB4"/>
    <w:rsid w:val="00E22B44"/>
    <w:rsid w:val="00E2331D"/>
    <w:rsid w:val="00E23441"/>
    <w:rsid w:val="00E240A1"/>
    <w:rsid w:val="00E24287"/>
    <w:rsid w:val="00E25483"/>
    <w:rsid w:val="00E30EE1"/>
    <w:rsid w:val="00E31128"/>
    <w:rsid w:val="00E315EA"/>
    <w:rsid w:val="00E31FA1"/>
    <w:rsid w:val="00E3205D"/>
    <w:rsid w:val="00E321E3"/>
    <w:rsid w:val="00E3222D"/>
    <w:rsid w:val="00E3241C"/>
    <w:rsid w:val="00E3343A"/>
    <w:rsid w:val="00E33506"/>
    <w:rsid w:val="00E356FF"/>
    <w:rsid w:val="00E35A85"/>
    <w:rsid w:val="00E36CA6"/>
    <w:rsid w:val="00E36E8C"/>
    <w:rsid w:val="00E36F8B"/>
    <w:rsid w:val="00E37BEF"/>
    <w:rsid w:val="00E37C24"/>
    <w:rsid w:val="00E4134E"/>
    <w:rsid w:val="00E41C67"/>
    <w:rsid w:val="00E433DD"/>
    <w:rsid w:val="00E43D9C"/>
    <w:rsid w:val="00E43E7F"/>
    <w:rsid w:val="00E44E80"/>
    <w:rsid w:val="00E45F14"/>
    <w:rsid w:val="00E47CE6"/>
    <w:rsid w:val="00E50193"/>
    <w:rsid w:val="00E50913"/>
    <w:rsid w:val="00E51A16"/>
    <w:rsid w:val="00E52A89"/>
    <w:rsid w:val="00E52CF5"/>
    <w:rsid w:val="00E52FA7"/>
    <w:rsid w:val="00E538A4"/>
    <w:rsid w:val="00E54994"/>
    <w:rsid w:val="00E57556"/>
    <w:rsid w:val="00E57C15"/>
    <w:rsid w:val="00E60D13"/>
    <w:rsid w:val="00E61953"/>
    <w:rsid w:val="00E61EC6"/>
    <w:rsid w:val="00E6541C"/>
    <w:rsid w:val="00E665D9"/>
    <w:rsid w:val="00E665F7"/>
    <w:rsid w:val="00E67B04"/>
    <w:rsid w:val="00E67DC4"/>
    <w:rsid w:val="00E67DFD"/>
    <w:rsid w:val="00E700F0"/>
    <w:rsid w:val="00E71206"/>
    <w:rsid w:val="00E71BAC"/>
    <w:rsid w:val="00E72AC4"/>
    <w:rsid w:val="00E72B39"/>
    <w:rsid w:val="00E731E6"/>
    <w:rsid w:val="00E734DC"/>
    <w:rsid w:val="00E73865"/>
    <w:rsid w:val="00E73E11"/>
    <w:rsid w:val="00E74966"/>
    <w:rsid w:val="00E760CE"/>
    <w:rsid w:val="00E766E1"/>
    <w:rsid w:val="00E76A8B"/>
    <w:rsid w:val="00E7746B"/>
    <w:rsid w:val="00E80E19"/>
    <w:rsid w:val="00E80F32"/>
    <w:rsid w:val="00E81558"/>
    <w:rsid w:val="00E82362"/>
    <w:rsid w:val="00E82CAF"/>
    <w:rsid w:val="00E83201"/>
    <w:rsid w:val="00E83237"/>
    <w:rsid w:val="00E83380"/>
    <w:rsid w:val="00E83A32"/>
    <w:rsid w:val="00E8504A"/>
    <w:rsid w:val="00E85799"/>
    <w:rsid w:val="00E85B11"/>
    <w:rsid w:val="00E87C04"/>
    <w:rsid w:val="00E91141"/>
    <w:rsid w:val="00E91566"/>
    <w:rsid w:val="00E919B7"/>
    <w:rsid w:val="00E92DE8"/>
    <w:rsid w:val="00E9379C"/>
    <w:rsid w:val="00E93B6A"/>
    <w:rsid w:val="00E93FCC"/>
    <w:rsid w:val="00E943A5"/>
    <w:rsid w:val="00E94487"/>
    <w:rsid w:val="00E95001"/>
    <w:rsid w:val="00E952D2"/>
    <w:rsid w:val="00E9572A"/>
    <w:rsid w:val="00E97F1B"/>
    <w:rsid w:val="00EA0B77"/>
    <w:rsid w:val="00EA15B1"/>
    <w:rsid w:val="00EA1FBE"/>
    <w:rsid w:val="00EA2BF6"/>
    <w:rsid w:val="00EA2EDA"/>
    <w:rsid w:val="00EA361C"/>
    <w:rsid w:val="00EA38F5"/>
    <w:rsid w:val="00EA3D82"/>
    <w:rsid w:val="00EA410E"/>
    <w:rsid w:val="00EA55C0"/>
    <w:rsid w:val="00EA57D9"/>
    <w:rsid w:val="00EA5CFE"/>
    <w:rsid w:val="00EA6107"/>
    <w:rsid w:val="00EB0815"/>
    <w:rsid w:val="00EB0872"/>
    <w:rsid w:val="00EB0C16"/>
    <w:rsid w:val="00EB0E2B"/>
    <w:rsid w:val="00EB0FA3"/>
    <w:rsid w:val="00EB11FF"/>
    <w:rsid w:val="00EB162B"/>
    <w:rsid w:val="00EB16A3"/>
    <w:rsid w:val="00EB2355"/>
    <w:rsid w:val="00EB3183"/>
    <w:rsid w:val="00EB3849"/>
    <w:rsid w:val="00EB4766"/>
    <w:rsid w:val="00EB528C"/>
    <w:rsid w:val="00EC0E31"/>
    <w:rsid w:val="00EC12F7"/>
    <w:rsid w:val="00EC1BE5"/>
    <w:rsid w:val="00EC2097"/>
    <w:rsid w:val="00EC2114"/>
    <w:rsid w:val="00EC219E"/>
    <w:rsid w:val="00EC2694"/>
    <w:rsid w:val="00EC5212"/>
    <w:rsid w:val="00EC531D"/>
    <w:rsid w:val="00EC5F1B"/>
    <w:rsid w:val="00EC668E"/>
    <w:rsid w:val="00EC700E"/>
    <w:rsid w:val="00EC7A48"/>
    <w:rsid w:val="00EC7B65"/>
    <w:rsid w:val="00EC7C96"/>
    <w:rsid w:val="00ED06E4"/>
    <w:rsid w:val="00ED082C"/>
    <w:rsid w:val="00ED1094"/>
    <w:rsid w:val="00ED156A"/>
    <w:rsid w:val="00ED21D5"/>
    <w:rsid w:val="00ED2972"/>
    <w:rsid w:val="00ED327B"/>
    <w:rsid w:val="00ED3B91"/>
    <w:rsid w:val="00ED3DB1"/>
    <w:rsid w:val="00ED418B"/>
    <w:rsid w:val="00ED4490"/>
    <w:rsid w:val="00ED4996"/>
    <w:rsid w:val="00ED5672"/>
    <w:rsid w:val="00ED6299"/>
    <w:rsid w:val="00ED791C"/>
    <w:rsid w:val="00EE08E3"/>
    <w:rsid w:val="00EE178D"/>
    <w:rsid w:val="00EE1B51"/>
    <w:rsid w:val="00EE1D92"/>
    <w:rsid w:val="00EE219F"/>
    <w:rsid w:val="00EE38C4"/>
    <w:rsid w:val="00EE3B30"/>
    <w:rsid w:val="00EE4CF5"/>
    <w:rsid w:val="00EE6C5E"/>
    <w:rsid w:val="00EE7311"/>
    <w:rsid w:val="00EF00CA"/>
    <w:rsid w:val="00EF09A3"/>
    <w:rsid w:val="00EF0C51"/>
    <w:rsid w:val="00EF3F89"/>
    <w:rsid w:val="00EF4AEF"/>
    <w:rsid w:val="00EF56CC"/>
    <w:rsid w:val="00EF5A4B"/>
    <w:rsid w:val="00EF665A"/>
    <w:rsid w:val="00F0068D"/>
    <w:rsid w:val="00F009D6"/>
    <w:rsid w:val="00F00E88"/>
    <w:rsid w:val="00F02317"/>
    <w:rsid w:val="00F02D84"/>
    <w:rsid w:val="00F0309F"/>
    <w:rsid w:val="00F03AA3"/>
    <w:rsid w:val="00F03C7A"/>
    <w:rsid w:val="00F04A8C"/>
    <w:rsid w:val="00F05375"/>
    <w:rsid w:val="00F101C4"/>
    <w:rsid w:val="00F1121E"/>
    <w:rsid w:val="00F12666"/>
    <w:rsid w:val="00F130C5"/>
    <w:rsid w:val="00F1425F"/>
    <w:rsid w:val="00F14535"/>
    <w:rsid w:val="00F152B9"/>
    <w:rsid w:val="00F15596"/>
    <w:rsid w:val="00F159F3"/>
    <w:rsid w:val="00F1603E"/>
    <w:rsid w:val="00F167F1"/>
    <w:rsid w:val="00F16DFB"/>
    <w:rsid w:val="00F16ED9"/>
    <w:rsid w:val="00F17965"/>
    <w:rsid w:val="00F20DAA"/>
    <w:rsid w:val="00F215AB"/>
    <w:rsid w:val="00F21A52"/>
    <w:rsid w:val="00F21EFF"/>
    <w:rsid w:val="00F24A18"/>
    <w:rsid w:val="00F24B16"/>
    <w:rsid w:val="00F26019"/>
    <w:rsid w:val="00F26310"/>
    <w:rsid w:val="00F269B0"/>
    <w:rsid w:val="00F27393"/>
    <w:rsid w:val="00F31D93"/>
    <w:rsid w:val="00F32ED1"/>
    <w:rsid w:val="00F333FE"/>
    <w:rsid w:val="00F33526"/>
    <w:rsid w:val="00F337C1"/>
    <w:rsid w:val="00F33AE9"/>
    <w:rsid w:val="00F33E23"/>
    <w:rsid w:val="00F353E0"/>
    <w:rsid w:val="00F3547B"/>
    <w:rsid w:val="00F35E8C"/>
    <w:rsid w:val="00F37190"/>
    <w:rsid w:val="00F37684"/>
    <w:rsid w:val="00F3795B"/>
    <w:rsid w:val="00F40694"/>
    <w:rsid w:val="00F40D16"/>
    <w:rsid w:val="00F43412"/>
    <w:rsid w:val="00F435CC"/>
    <w:rsid w:val="00F439EC"/>
    <w:rsid w:val="00F445D6"/>
    <w:rsid w:val="00F45A63"/>
    <w:rsid w:val="00F45B1E"/>
    <w:rsid w:val="00F45F44"/>
    <w:rsid w:val="00F5061B"/>
    <w:rsid w:val="00F518A1"/>
    <w:rsid w:val="00F51F01"/>
    <w:rsid w:val="00F53177"/>
    <w:rsid w:val="00F53677"/>
    <w:rsid w:val="00F544D7"/>
    <w:rsid w:val="00F5653B"/>
    <w:rsid w:val="00F56C24"/>
    <w:rsid w:val="00F57CC9"/>
    <w:rsid w:val="00F57DC1"/>
    <w:rsid w:val="00F61F68"/>
    <w:rsid w:val="00F62C63"/>
    <w:rsid w:val="00F64075"/>
    <w:rsid w:val="00F64408"/>
    <w:rsid w:val="00F651BB"/>
    <w:rsid w:val="00F6526F"/>
    <w:rsid w:val="00F655CC"/>
    <w:rsid w:val="00F65AB7"/>
    <w:rsid w:val="00F66BA1"/>
    <w:rsid w:val="00F66C34"/>
    <w:rsid w:val="00F66D1B"/>
    <w:rsid w:val="00F67C8B"/>
    <w:rsid w:val="00F71821"/>
    <w:rsid w:val="00F7198F"/>
    <w:rsid w:val="00F71F65"/>
    <w:rsid w:val="00F736F1"/>
    <w:rsid w:val="00F74C52"/>
    <w:rsid w:val="00F77290"/>
    <w:rsid w:val="00F776B1"/>
    <w:rsid w:val="00F80BFA"/>
    <w:rsid w:val="00F80E60"/>
    <w:rsid w:val="00F8167C"/>
    <w:rsid w:val="00F82113"/>
    <w:rsid w:val="00F83938"/>
    <w:rsid w:val="00F83D57"/>
    <w:rsid w:val="00F8491A"/>
    <w:rsid w:val="00F84FD0"/>
    <w:rsid w:val="00F851EB"/>
    <w:rsid w:val="00F8691F"/>
    <w:rsid w:val="00F86BEA"/>
    <w:rsid w:val="00F873C8"/>
    <w:rsid w:val="00F900FC"/>
    <w:rsid w:val="00F90DF3"/>
    <w:rsid w:val="00F9263A"/>
    <w:rsid w:val="00F92C79"/>
    <w:rsid w:val="00F93902"/>
    <w:rsid w:val="00F93A45"/>
    <w:rsid w:val="00F9575C"/>
    <w:rsid w:val="00F9616D"/>
    <w:rsid w:val="00FA071B"/>
    <w:rsid w:val="00FA0C33"/>
    <w:rsid w:val="00FA1724"/>
    <w:rsid w:val="00FA2438"/>
    <w:rsid w:val="00FA24BB"/>
    <w:rsid w:val="00FA2C53"/>
    <w:rsid w:val="00FA5DE3"/>
    <w:rsid w:val="00FA768C"/>
    <w:rsid w:val="00FA79B8"/>
    <w:rsid w:val="00FB0518"/>
    <w:rsid w:val="00FB1B21"/>
    <w:rsid w:val="00FB2B68"/>
    <w:rsid w:val="00FB3C3B"/>
    <w:rsid w:val="00FB52EA"/>
    <w:rsid w:val="00FB69E7"/>
    <w:rsid w:val="00FB6A98"/>
    <w:rsid w:val="00FC09E2"/>
    <w:rsid w:val="00FC1A02"/>
    <w:rsid w:val="00FC254D"/>
    <w:rsid w:val="00FC36BB"/>
    <w:rsid w:val="00FC3BFB"/>
    <w:rsid w:val="00FC3E82"/>
    <w:rsid w:val="00FC480D"/>
    <w:rsid w:val="00FC4DF9"/>
    <w:rsid w:val="00FC6034"/>
    <w:rsid w:val="00FC6313"/>
    <w:rsid w:val="00FC69ED"/>
    <w:rsid w:val="00FC6C0C"/>
    <w:rsid w:val="00FC6D7F"/>
    <w:rsid w:val="00FD16AE"/>
    <w:rsid w:val="00FD1DE4"/>
    <w:rsid w:val="00FD340D"/>
    <w:rsid w:val="00FD35BA"/>
    <w:rsid w:val="00FD5A50"/>
    <w:rsid w:val="00FD5F59"/>
    <w:rsid w:val="00FD6096"/>
    <w:rsid w:val="00FD6269"/>
    <w:rsid w:val="00FD785A"/>
    <w:rsid w:val="00FD79FA"/>
    <w:rsid w:val="00FE01D5"/>
    <w:rsid w:val="00FE039D"/>
    <w:rsid w:val="00FE0C8A"/>
    <w:rsid w:val="00FE1FF2"/>
    <w:rsid w:val="00FE22E9"/>
    <w:rsid w:val="00FE3214"/>
    <w:rsid w:val="00FE4BAE"/>
    <w:rsid w:val="00FE4D12"/>
    <w:rsid w:val="00FE5206"/>
    <w:rsid w:val="00FE653F"/>
    <w:rsid w:val="00FF0201"/>
    <w:rsid w:val="00FF0595"/>
    <w:rsid w:val="00FF1ADB"/>
    <w:rsid w:val="00FF2C8A"/>
    <w:rsid w:val="00FF2E71"/>
    <w:rsid w:val="00FF3958"/>
    <w:rsid w:val="00FF3AA2"/>
    <w:rsid w:val="00FF4389"/>
    <w:rsid w:val="00FF48E2"/>
    <w:rsid w:val="00FF4B15"/>
    <w:rsid w:val="00FF6760"/>
    <w:rsid w:val="00FF6CAC"/>
    <w:rsid w:val="00FF73E3"/>
    <w:rsid w:val="00FF74DB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 fillcolor="white">
      <v:fill color="white"/>
    </o:shapedefaults>
    <o:shapelayout v:ext="edit">
      <o:idmap v:ext="edit" data="1"/>
    </o:shapelayout>
  </w:shapeDefaults>
  <w:decimalSymbol w:val="."/>
  <w:listSeparator w:val=","/>
  <w15:docId w15:val="{044C50C6-9586-4E72-B307-365A8E7B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D0762F"/>
    <w:pPr>
      <w:widowControl w:val="0"/>
      <w:autoSpaceDE w:val="0"/>
      <w:autoSpaceDN w:val="0"/>
      <w:adjustRightInd w:val="0"/>
    </w:pPr>
  </w:style>
  <w:style w:type="paragraph" w:styleId="1">
    <w:name w:val="heading 1"/>
    <w:aliases w:val="heading 1"/>
    <w:basedOn w:val="a3"/>
    <w:next w:val="2"/>
    <w:qFormat/>
    <w:rsid w:val="006554DC"/>
    <w:pPr>
      <w:keepNext/>
      <w:widowControl/>
      <w:numPr>
        <w:numId w:val="4"/>
      </w:numPr>
      <w:adjustRightInd/>
      <w:spacing w:before="240" w:after="240"/>
      <w:jc w:val="both"/>
      <w:outlineLvl w:val="0"/>
    </w:pPr>
    <w:rPr>
      <w:rFonts w:ascii="Arial" w:eastAsia="黑体" w:hAnsi="Arial"/>
      <w:b/>
      <w:sz w:val="32"/>
      <w:szCs w:val="36"/>
    </w:rPr>
  </w:style>
  <w:style w:type="paragraph" w:styleId="2">
    <w:name w:val="heading 2"/>
    <w:aliases w:val="heading 2"/>
    <w:basedOn w:val="a3"/>
    <w:next w:val="3"/>
    <w:qFormat/>
    <w:rsid w:val="00AC6EBD"/>
    <w:pPr>
      <w:keepNext/>
      <w:widowControl/>
      <w:numPr>
        <w:ilvl w:val="1"/>
        <w:numId w:val="4"/>
      </w:numPr>
      <w:adjustRightInd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aliases w:val="heading 3"/>
    <w:basedOn w:val="a3"/>
    <w:next w:val="4"/>
    <w:link w:val="3Char"/>
    <w:qFormat/>
    <w:rsid w:val="00AC6EBD"/>
    <w:pPr>
      <w:keepNext/>
      <w:widowControl/>
      <w:numPr>
        <w:ilvl w:val="2"/>
        <w:numId w:val="4"/>
      </w:numPr>
      <w:adjustRightInd/>
      <w:spacing w:before="240" w:after="240"/>
      <w:jc w:val="both"/>
      <w:outlineLvl w:val="2"/>
    </w:pPr>
    <w:rPr>
      <w:rFonts w:ascii="Arial" w:eastAsia="黑体" w:hAnsi="Arial"/>
      <w:sz w:val="24"/>
      <w:szCs w:val="24"/>
    </w:rPr>
  </w:style>
  <w:style w:type="paragraph" w:styleId="4">
    <w:name w:val="heading 4"/>
    <w:aliases w:val="heading 4"/>
    <w:basedOn w:val="a3"/>
    <w:next w:val="a4"/>
    <w:qFormat/>
    <w:rsid w:val="00AB5B92"/>
    <w:pPr>
      <w:keepNext/>
      <w:widowControl/>
      <w:numPr>
        <w:ilvl w:val="3"/>
        <w:numId w:val="4"/>
      </w:numPr>
      <w:adjustRightInd/>
      <w:spacing w:before="160" w:after="160"/>
      <w:jc w:val="both"/>
      <w:outlineLvl w:val="3"/>
    </w:pPr>
    <w:rPr>
      <w:rFonts w:ascii="Arial" w:eastAsia="黑体" w:hAnsi="Arial"/>
      <w:sz w:val="21"/>
      <w:szCs w:val="21"/>
    </w:rPr>
  </w:style>
  <w:style w:type="paragraph" w:styleId="5">
    <w:name w:val="heading 5"/>
    <w:aliases w:val="heading 5"/>
    <w:basedOn w:val="a3"/>
    <w:next w:val="a4"/>
    <w:qFormat/>
    <w:rsid w:val="00712BD1"/>
    <w:pPr>
      <w:keepNext/>
      <w:widowControl/>
      <w:numPr>
        <w:ilvl w:val="4"/>
        <w:numId w:val="4"/>
      </w:numPr>
      <w:adjustRightInd/>
      <w:spacing w:line="360" w:lineRule="auto"/>
      <w:outlineLvl w:val="4"/>
    </w:pPr>
    <w:rPr>
      <w:rFonts w:ascii="Arial" w:eastAsia="黑体" w:hAnsi="Arial"/>
      <w:sz w:val="21"/>
      <w:szCs w:val="21"/>
    </w:rPr>
  </w:style>
  <w:style w:type="paragraph" w:styleId="6">
    <w:name w:val="heading 6"/>
    <w:aliases w:val="heading 6"/>
    <w:basedOn w:val="a3"/>
    <w:autoRedefine/>
    <w:qFormat/>
    <w:rsid w:val="00712BD1"/>
    <w:pPr>
      <w:widowControl/>
      <w:numPr>
        <w:ilvl w:val="5"/>
        <w:numId w:val="4"/>
      </w:numPr>
      <w:spacing w:line="360" w:lineRule="auto"/>
      <w:outlineLvl w:val="5"/>
    </w:pPr>
    <w:rPr>
      <w:rFonts w:ascii="Arial" w:eastAsia="黑体" w:hAnsi="Arial"/>
      <w:sz w:val="21"/>
      <w:szCs w:val="21"/>
    </w:rPr>
  </w:style>
  <w:style w:type="paragraph" w:styleId="7">
    <w:name w:val="heading 7"/>
    <w:aliases w:val="heading 7"/>
    <w:basedOn w:val="a3"/>
    <w:qFormat/>
    <w:rsid w:val="00712BD1"/>
    <w:pPr>
      <w:widowControl/>
      <w:numPr>
        <w:ilvl w:val="6"/>
        <w:numId w:val="4"/>
      </w:numPr>
      <w:spacing w:line="360" w:lineRule="auto"/>
      <w:outlineLvl w:val="6"/>
    </w:pPr>
    <w:rPr>
      <w:rFonts w:ascii="Arial" w:eastAsia="黑体" w:hAnsi="Arial"/>
      <w:sz w:val="21"/>
      <w:szCs w:val="21"/>
    </w:rPr>
  </w:style>
  <w:style w:type="paragraph" w:styleId="8">
    <w:name w:val="heading 8"/>
    <w:basedOn w:val="a3"/>
    <w:next w:val="a3"/>
    <w:qFormat/>
    <w:rsid w:val="00AB5B92"/>
    <w:pPr>
      <w:keepNext/>
      <w:keepLines/>
      <w:numPr>
        <w:ilvl w:val="7"/>
        <w:numId w:val="4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3"/>
    <w:next w:val="a3"/>
    <w:qFormat/>
    <w:rsid w:val="00AB5B92"/>
    <w:pPr>
      <w:keepNext/>
      <w:keepLines/>
      <w:numPr>
        <w:ilvl w:val="8"/>
        <w:numId w:val="4"/>
      </w:numPr>
      <w:spacing w:before="240" w:after="64" w:line="320" w:lineRule="auto"/>
      <w:outlineLvl w:val="8"/>
    </w:pPr>
    <w:rPr>
      <w:rFonts w:ascii="Arial" w:eastAsia="黑体" w:hAnsi="Arial"/>
      <w:sz w:val="21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4">
    <w:name w:val="Body Text First Indent"/>
    <w:basedOn w:val="a3"/>
    <w:link w:val="Char"/>
    <w:rsid w:val="00712BD1"/>
    <w:pPr>
      <w:spacing w:line="360" w:lineRule="auto"/>
      <w:ind w:firstLineChars="200" w:firstLine="420"/>
      <w:jc w:val="both"/>
    </w:pPr>
    <w:rPr>
      <w:rFonts w:ascii="Arial" w:hAnsi="Arial"/>
      <w:sz w:val="21"/>
      <w:szCs w:val="21"/>
    </w:rPr>
  </w:style>
  <w:style w:type="paragraph" w:styleId="20">
    <w:name w:val="toc 2"/>
    <w:basedOn w:val="a3"/>
    <w:autoRedefine/>
    <w:uiPriority w:val="39"/>
    <w:qFormat/>
    <w:rsid w:val="00415CB1"/>
    <w:pPr>
      <w:tabs>
        <w:tab w:val="left" w:pos="794"/>
        <w:tab w:val="right" w:leader="dot" w:pos="9010"/>
      </w:tabs>
      <w:ind w:left="453" w:hanging="283"/>
    </w:pPr>
    <w:rPr>
      <w:rFonts w:ascii="Arial Unicode MS" w:eastAsia="Arial Unicode MS" w:hAnsi="Arial Unicode MS" w:cs="Arial Unicode MS"/>
      <w:noProof/>
      <w:kern w:val="2"/>
      <w:sz w:val="21"/>
      <w:szCs w:val="24"/>
    </w:rPr>
  </w:style>
  <w:style w:type="paragraph" w:styleId="a8">
    <w:name w:val="footer"/>
    <w:basedOn w:val="a3"/>
    <w:rsid w:val="00E37BEF"/>
    <w:pPr>
      <w:widowControl/>
      <w:tabs>
        <w:tab w:val="center" w:pos="4510"/>
        <w:tab w:val="right" w:pos="9020"/>
      </w:tabs>
      <w:spacing w:line="360" w:lineRule="auto"/>
    </w:pPr>
    <w:rPr>
      <w:rFonts w:ascii="Arial" w:hAnsi="Arial"/>
      <w:sz w:val="18"/>
      <w:szCs w:val="18"/>
    </w:rPr>
  </w:style>
  <w:style w:type="paragraph" w:styleId="a">
    <w:name w:val="List Bullet"/>
    <w:basedOn w:val="a3"/>
    <w:rsid w:val="00AB5B92"/>
    <w:pPr>
      <w:numPr>
        <w:numId w:val="1"/>
      </w:numPr>
      <w:spacing w:line="360" w:lineRule="auto"/>
    </w:pPr>
    <w:rPr>
      <w:rFonts w:ascii="Arial" w:hAnsi="Arial"/>
      <w:sz w:val="21"/>
      <w:szCs w:val="21"/>
    </w:rPr>
  </w:style>
  <w:style w:type="paragraph" w:styleId="10">
    <w:name w:val="toc 1"/>
    <w:basedOn w:val="a3"/>
    <w:next w:val="a3"/>
    <w:autoRedefine/>
    <w:uiPriority w:val="39"/>
    <w:qFormat/>
    <w:rsid w:val="00E37BEF"/>
    <w:pPr>
      <w:widowControl/>
      <w:ind w:left="198" w:hanging="113"/>
    </w:pPr>
    <w:rPr>
      <w:rFonts w:ascii="Arial" w:hAnsi="Arial"/>
      <w:sz w:val="21"/>
      <w:szCs w:val="21"/>
    </w:rPr>
  </w:style>
  <w:style w:type="paragraph" w:styleId="30">
    <w:name w:val="toc 3"/>
    <w:basedOn w:val="a3"/>
    <w:autoRedefine/>
    <w:uiPriority w:val="39"/>
    <w:qFormat/>
    <w:rsid w:val="00E37BEF"/>
    <w:pPr>
      <w:ind w:left="794" w:hanging="454"/>
    </w:pPr>
    <w:rPr>
      <w:rFonts w:ascii="Arial" w:hAnsi="Arial"/>
      <w:sz w:val="21"/>
      <w:szCs w:val="21"/>
    </w:rPr>
  </w:style>
  <w:style w:type="paragraph" w:styleId="40">
    <w:name w:val="toc 4"/>
    <w:basedOn w:val="a3"/>
    <w:autoRedefine/>
    <w:semiHidden/>
    <w:rsid w:val="00E37BEF"/>
    <w:pPr>
      <w:ind w:left="1134" w:hanging="567"/>
    </w:pPr>
    <w:rPr>
      <w:rFonts w:ascii="Arial" w:hAnsi="Arial"/>
      <w:sz w:val="21"/>
      <w:szCs w:val="21"/>
    </w:rPr>
  </w:style>
  <w:style w:type="paragraph" w:styleId="60">
    <w:name w:val="toc 6"/>
    <w:basedOn w:val="a3"/>
    <w:autoRedefine/>
    <w:semiHidden/>
    <w:rsid w:val="00F24A18"/>
    <w:pPr>
      <w:ind w:left="1757" w:hanging="907"/>
    </w:pPr>
    <w:rPr>
      <w:sz w:val="21"/>
    </w:rPr>
  </w:style>
  <w:style w:type="paragraph" w:styleId="a9">
    <w:name w:val="Document Map"/>
    <w:basedOn w:val="a3"/>
    <w:semiHidden/>
    <w:rsid w:val="00F24A18"/>
    <w:pPr>
      <w:shd w:val="clear" w:color="auto" w:fill="000080"/>
    </w:pPr>
  </w:style>
  <w:style w:type="paragraph" w:styleId="50">
    <w:name w:val="toc 5"/>
    <w:basedOn w:val="a3"/>
    <w:next w:val="a3"/>
    <w:autoRedefine/>
    <w:semiHidden/>
    <w:rsid w:val="00F24A18"/>
    <w:pPr>
      <w:ind w:left="1680"/>
    </w:pPr>
  </w:style>
  <w:style w:type="paragraph" w:styleId="70">
    <w:name w:val="toc 7"/>
    <w:basedOn w:val="a3"/>
    <w:next w:val="a3"/>
    <w:autoRedefine/>
    <w:semiHidden/>
    <w:rsid w:val="00F24A18"/>
    <w:pPr>
      <w:ind w:left="2520"/>
    </w:pPr>
  </w:style>
  <w:style w:type="paragraph" w:styleId="80">
    <w:name w:val="toc 8"/>
    <w:basedOn w:val="a3"/>
    <w:next w:val="a3"/>
    <w:autoRedefine/>
    <w:semiHidden/>
    <w:rsid w:val="00F24A18"/>
    <w:pPr>
      <w:ind w:left="2940"/>
    </w:pPr>
  </w:style>
  <w:style w:type="paragraph" w:styleId="90">
    <w:name w:val="toc 9"/>
    <w:basedOn w:val="a3"/>
    <w:next w:val="a3"/>
    <w:autoRedefine/>
    <w:semiHidden/>
    <w:rsid w:val="00F24A18"/>
    <w:pPr>
      <w:ind w:left="3360"/>
    </w:pPr>
  </w:style>
  <w:style w:type="paragraph" w:styleId="aa">
    <w:name w:val="header"/>
    <w:basedOn w:val="a3"/>
    <w:rsid w:val="00E37BEF"/>
    <w:pPr>
      <w:tabs>
        <w:tab w:val="center" w:pos="4153"/>
        <w:tab w:val="right" w:pos="8306"/>
      </w:tabs>
      <w:snapToGrid w:val="0"/>
      <w:jc w:val="center"/>
    </w:pPr>
    <w:rPr>
      <w:rFonts w:ascii="Arial" w:hAnsi="Arial"/>
      <w:sz w:val="18"/>
      <w:szCs w:val="18"/>
    </w:rPr>
  </w:style>
  <w:style w:type="paragraph" w:styleId="ab">
    <w:name w:val="table of figures"/>
    <w:basedOn w:val="10"/>
    <w:autoRedefine/>
    <w:semiHidden/>
    <w:rsid w:val="00E37BEF"/>
    <w:pPr>
      <w:widowControl w:val="0"/>
      <w:spacing w:before="300" w:after="150" w:line="360" w:lineRule="auto"/>
      <w:jc w:val="center"/>
    </w:pPr>
  </w:style>
  <w:style w:type="paragraph" w:customStyle="1" w:styleId="a2">
    <w:name w:val="表号"/>
    <w:basedOn w:val="a3"/>
    <w:next w:val="a4"/>
    <w:rsid w:val="00DF1924"/>
    <w:pPr>
      <w:keepLines/>
      <w:numPr>
        <w:ilvl w:val="8"/>
        <w:numId w:val="2"/>
      </w:numPr>
      <w:spacing w:line="360" w:lineRule="auto"/>
      <w:jc w:val="center"/>
    </w:pPr>
    <w:rPr>
      <w:rFonts w:ascii="Arial" w:hAnsi="Arial"/>
      <w:sz w:val="18"/>
      <w:szCs w:val="18"/>
    </w:rPr>
  </w:style>
  <w:style w:type="paragraph" w:customStyle="1" w:styleId="ac">
    <w:name w:val="封面表格文本"/>
    <w:basedOn w:val="a3"/>
    <w:rsid w:val="00AB5B92"/>
    <w:pPr>
      <w:jc w:val="center"/>
    </w:pPr>
    <w:rPr>
      <w:rFonts w:ascii="Arial" w:hAnsi="Arial"/>
      <w:sz w:val="21"/>
      <w:szCs w:val="21"/>
    </w:rPr>
  </w:style>
  <w:style w:type="paragraph" w:customStyle="1" w:styleId="ad">
    <w:name w:val="封面文档标题"/>
    <w:basedOn w:val="a3"/>
    <w:rsid w:val="00AB5B92"/>
    <w:pPr>
      <w:spacing w:line="360" w:lineRule="auto"/>
      <w:jc w:val="center"/>
    </w:pPr>
    <w:rPr>
      <w:rFonts w:ascii="Arial" w:eastAsia="黑体" w:hAnsi="Arial"/>
      <w:bCs/>
      <w:sz w:val="44"/>
      <w:szCs w:val="44"/>
    </w:rPr>
  </w:style>
  <w:style w:type="paragraph" w:customStyle="1" w:styleId="ae">
    <w:name w:val="缺省文本"/>
    <w:basedOn w:val="a3"/>
    <w:rsid w:val="003378B2"/>
    <w:pPr>
      <w:spacing w:line="360" w:lineRule="auto"/>
    </w:pPr>
    <w:rPr>
      <w:rFonts w:ascii="Arial" w:hAnsi="Arial"/>
      <w:sz w:val="21"/>
      <w:szCs w:val="21"/>
    </w:rPr>
  </w:style>
  <w:style w:type="paragraph" w:customStyle="1" w:styleId="af">
    <w:name w:val="封面华为技术"/>
    <w:basedOn w:val="a3"/>
    <w:rsid w:val="00AB5B92"/>
    <w:pPr>
      <w:spacing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f0">
    <w:name w:val="修订记录"/>
    <w:basedOn w:val="a3"/>
    <w:rsid w:val="00AB5B92"/>
    <w:pPr>
      <w:pageBreakBefore/>
      <w:widowControl/>
      <w:spacing w:before="300" w:after="150"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f1">
    <w:name w:val="表头样式"/>
    <w:basedOn w:val="a3"/>
    <w:link w:val="Char0"/>
    <w:rsid w:val="00AB5B92"/>
    <w:pPr>
      <w:jc w:val="center"/>
    </w:pPr>
    <w:rPr>
      <w:rFonts w:ascii="Arial" w:hAnsi="Arial"/>
      <w:b/>
      <w:sz w:val="21"/>
      <w:szCs w:val="21"/>
    </w:rPr>
  </w:style>
  <w:style w:type="paragraph" w:customStyle="1" w:styleId="af2">
    <w:name w:val="表格文本"/>
    <w:basedOn w:val="a3"/>
    <w:rsid w:val="00917E94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3">
    <w:name w:val="目录"/>
    <w:basedOn w:val="a3"/>
    <w:rsid w:val="00DF1924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4">
    <w:name w:val="文档标题"/>
    <w:basedOn w:val="a3"/>
    <w:rsid w:val="00612B57"/>
    <w:pPr>
      <w:pageBreakBefore/>
      <w:tabs>
        <w:tab w:val="left" w:pos="0"/>
      </w:tabs>
      <w:spacing w:before="300" w:after="30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摘要"/>
    <w:basedOn w:val="a3"/>
    <w:rsid w:val="00712BD1"/>
    <w:pPr>
      <w:widowControl/>
      <w:tabs>
        <w:tab w:val="left" w:pos="907"/>
      </w:tabs>
      <w:spacing w:line="360" w:lineRule="auto"/>
      <w:ind w:left="879" w:hanging="879"/>
      <w:jc w:val="both"/>
    </w:pPr>
    <w:rPr>
      <w:rFonts w:ascii="Arial" w:hAnsi="Arial"/>
      <w:b/>
      <w:sz w:val="21"/>
      <w:szCs w:val="21"/>
    </w:rPr>
  </w:style>
  <w:style w:type="paragraph" w:customStyle="1" w:styleId="a0">
    <w:name w:val="参考资料清单"/>
    <w:basedOn w:val="a3"/>
    <w:rsid w:val="00917E94"/>
    <w:pPr>
      <w:numPr>
        <w:numId w:val="3"/>
      </w:numPr>
      <w:spacing w:line="360" w:lineRule="auto"/>
      <w:jc w:val="both"/>
    </w:pPr>
    <w:rPr>
      <w:rFonts w:ascii="Arial" w:hAnsi="Arial"/>
      <w:sz w:val="21"/>
      <w:szCs w:val="21"/>
    </w:rPr>
  </w:style>
  <w:style w:type="paragraph" w:customStyle="1" w:styleId="af6">
    <w:name w:val="编写建议"/>
    <w:basedOn w:val="a3"/>
    <w:link w:val="Char1"/>
    <w:rsid w:val="00B83513"/>
    <w:pPr>
      <w:spacing w:line="360" w:lineRule="auto"/>
      <w:ind w:firstLineChars="200" w:firstLine="200"/>
    </w:pPr>
    <w:rPr>
      <w:rFonts w:ascii="Arial" w:hAnsi="Arial" w:cs="Arial"/>
      <w:i/>
      <w:color w:val="0000FF"/>
      <w:sz w:val="21"/>
      <w:szCs w:val="21"/>
    </w:rPr>
  </w:style>
  <w:style w:type="paragraph" w:styleId="af7">
    <w:name w:val="Balloon Text"/>
    <w:basedOn w:val="a3"/>
    <w:semiHidden/>
    <w:rsid w:val="00962D7F"/>
    <w:rPr>
      <w:sz w:val="18"/>
      <w:szCs w:val="18"/>
    </w:rPr>
  </w:style>
  <w:style w:type="paragraph" w:customStyle="1" w:styleId="af8">
    <w:name w:val="注示头"/>
    <w:basedOn w:val="a3"/>
    <w:rsid w:val="00712BD1"/>
    <w:pPr>
      <w:pBdr>
        <w:top w:val="single" w:sz="4" w:space="1" w:color="000000"/>
      </w:pBdr>
      <w:spacing w:line="360" w:lineRule="auto"/>
      <w:jc w:val="both"/>
    </w:pPr>
    <w:rPr>
      <w:rFonts w:ascii="Arial" w:eastAsia="黑体" w:hAnsi="Arial"/>
      <w:sz w:val="18"/>
      <w:szCs w:val="21"/>
    </w:rPr>
  </w:style>
  <w:style w:type="table" w:customStyle="1" w:styleId="af9">
    <w:name w:val="表样式"/>
    <w:basedOn w:val="a6"/>
    <w:rsid w:val="00712BD1"/>
    <w:pPr>
      <w:jc w:val="both"/>
    </w:pPr>
    <w:rPr>
      <w:sz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a">
    <w:name w:val="参考资料清单+倾斜+蓝色"/>
    <w:basedOn w:val="a3"/>
    <w:rsid w:val="003378B2"/>
    <w:pPr>
      <w:spacing w:line="360" w:lineRule="auto"/>
      <w:ind w:left="360" w:hanging="360"/>
      <w:jc w:val="both"/>
    </w:pPr>
    <w:rPr>
      <w:rFonts w:ascii="Arial" w:hAnsi="Arial"/>
      <w:i/>
      <w:iCs/>
      <w:color w:val="0000FF"/>
      <w:sz w:val="21"/>
      <w:szCs w:val="21"/>
    </w:rPr>
  </w:style>
  <w:style w:type="paragraph" w:customStyle="1" w:styleId="a1">
    <w:name w:val="图号"/>
    <w:basedOn w:val="a3"/>
    <w:rsid w:val="00DF1924"/>
    <w:pPr>
      <w:numPr>
        <w:ilvl w:val="7"/>
        <w:numId w:val="2"/>
      </w:numPr>
      <w:spacing w:before="105" w:line="360" w:lineRule="auto"/>
      <w:jc w:val="center"/>
    </w:pPr>
    <w:rPr>
      <w:rFonts w:ascii="Arial" w:hAnsi="Arial"/>
      <w:sz w:val="18"/>
      <w:szCs w:val="18"/>
    </w:rPr>
  </w:style>
  <w:style w:type="paragraph" w:customStyle="1" w:styleId="afb">
    <w:name w:val="图样式"/>
    <w:basedOn w:val="a3"/>
    <w:rsid w:val="00DF1924"/>
    <w:pPr>
      <w:keepNext/>
      <w:widowControl/>
      <w:spacing w:before="80" w:after="80" w:line="360" w:lineRule="auto"/>
      <w:jc w:val="center"/>
    </w:pPr>
  </w:style>
  <w:style w:type="character" w:customStyle="1" w:styleId="Char0">
    <w:name w:val="表头样式 Char"/>
    <w:basedOn w:val="a5"/>
    <w:link w:val="af1"/>
    <w:rsid w:val="00AB5B92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afc">
    <w:name w:val="注示文本"/>
    <w:basedOn w:val="a3"/>
    <w:rsid w:val="00712BD1"/>
    <w:pPr>
      <w:pBdr>
        <w:bottom w:val="single" w:sz="4" w:space="1" w:color="000000"/>
      </w:pBdr>
      <w:spacing w:line="360" w:lineRule="auto"/>
      <w:ind w:firstLineChars="200"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1">
    <w:name w:val="编写建议 Char"/>
    <w:basedOn w:val="a5"/>
    <w:link w:val="af6"/>
    <w:rsid w:val="00B77D8F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styleId="afd">
    <w:name w:val="Hyperlink"/>
    <w:basedOn w:val="a5"/>
    <w:uiPriority w:val="99"/>
    <w:rsid w:val="00170E01"/>
    <w:rPr>
      <w:color w:val="0000FF"/>
      <w:u w:val="single"/>
    </w:rPr>
  </w:style>
  <w:style w:type="character" w:styleId="afe">
    <w:name w:val="page number"/>
    <w:basedOn w:val="a5"/>
    <w:rsid w:val="00724B99"/>
  </w:style>
  <w:style w:type="paragraph" w:customStyle="1" w:styleId="aff">
    <w:name w:val="关键词"/>
    <w:basedOn w:val="af5"/>
    <w:rsid w:val="00121F31"/>
  </w:style>
  <w:style w:type="paragraph" w:customStyle="1" w:styleId="aff0">
    <w:name w:val="代码样式"/>
    <w:basedOn w:val="ac"/>
    <w:rsid w:val="00EA15B1"/>
    <w:pPr>
      <w:spacing w:line="360" w:lineRule="auto"/>
    </w:pPr>
    <w:rPr>
      <w:rFonts w:ascii="Courier New" w:hAnsi="Courier New"/>
      <w:sz w:val="18"/>
      <w:szCs w:val="18"/>
    </w:rPr>
  </w:style>
  <w:style w:type="table" w:styleId="aff1">
    <w:name w:val="Table Grid"/>
    <w:basedOn w:val="a6"/>
    <w:rsid w:val="00DA78E4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FollowedHyperlink"/>
    <w:basedOn w:val="a5"/>
    <w:rsid w:val="001E06EE"/>
    <w:rPr>
      <w:color w:val="800080"/>
      <w:u w:val="single"/>
    </w:rPr>
  </w:style>
  <w:style w:type="paragraph" w:customStyle="1" w:styleId="ItemList">
    <w:name w:val="Item List"/>
    <w:link w:val="ItemListChar"/>
    <w:rsid w:val="00A64217"/>
    <w:pPr>
      <w:numPr>
        <w:numId w:val="5"/>
      </w:numPr>
    </w:pPr>
    <w:rPr>
      <w:rFonts w:ascii="Arial" w:hAnsi="Arial" w:cs="Arial"/>
    </w:rPr>
  </w:style>
  <w:style w:type="character" w:customStyle="1" w:styleId="ItemListChar">
    <w:name w:val="Item List Char"/>
    <w:basedOn w:val="a5"/>
    <w:link w:val="ItemList"/>
    <w:rsid w:val="00A64217"/>
    <w:rPr>
      <w:rFonts w:ascii="Arial" w:hAnsi="Arial" w:cs="Arial"/>
      <w:lang w:val="en-US" w:eastAsia="zh-CN" w:bidi="ar-SA"/>
    </w:rPr>
  </w:style>
  <w:style w:type="paragraph" w:customStyle="1" w:styleId="NotesTextListinTable">
    <w:name w:val="Notes Text List in Table"/>
    <w:rsid w:val="00A64217"/>
    <w:pPr>
      <w:keepLines/>
      <w:numPr>
        <w:numId w:val="6"/>
      </w:numPr>
      <w:spacing w:before="40" w:after="40"/>
    </w:pPr>
    <w:rPr>
      <w:rFonts w:ascii="Arial" w:eastAsia="楷体_GB2312" w:hAnsi="Arial" w:cs="Arial Narrow"/>
      <w:i/>
    </w:rPr>
  </w:style>
  <w:style w:type="paragraph" w:customStyle="1" w:styleId="INFeature">
    <w:name w:val="IN Feature"/>
    <w:next w:val="INStep"/>
    <w:rsid w:val="005B2697"/>
    <w:pPr>
      <w:keepNext/>
      <w:keepLines/>
      <w:spacing w:before="240" w:after="240"/>
      <w:outlineLvl w:val="7"/>
    </w:pPr>
    <w:rPr>
      <w:rFonts w:ascii="Arial" w:eastAsia="黑体" w:hAnsi="Arial" w:cs="Arial"/>
      <w:b/>
      <w:bCs/>
      <w:kern w:val="2"/>
    </w:rPr>
  </w:style>
  <w:style w:type="paragraph" w:customStyle="1" w:styleId="INStep">
    <w:name w:val="IN Step"/>
    <w:basedOn w:val="a3"/>
    <w:rsid w:val="005B2697"/>
    <w:pPr>
      <w:keepLines/>
      <w:widowControl/>
      <w:tabs>
        <w:tab w:val="num" w:pos="1134"/>
      </w:tabs>
      <w:autoSpaceDE/>
      <w:autoSpaceDN/>
      <w:adjustRightInd/>
      <w:spacing w:before="80" w:after="80"/>
      <w:ind w:left="1134" w:hanging="850"/>
      <w:outlineLvl w:val="8"/>
    </w:pPr>
    <w:rPr>
      <w:rFonts w:ascii="Arial" w:eastAsia="黑体" w:hAnsi="Arial" w:cs="Arial"/>
      <w:kern w:val="2"/>
    </w:rPr>
  </w:style>
  <w:style w:type="paragraph" w:customStyle="1" w:styleId="TableDescription">
    <w:name w:val="Table Description"/>
    <w:rsid w:val="005B2697"/>
    <w:pPr>
      <w:keepNext/>
      <w:spacing w:before="160" w:after="80"/>
      <w:ind w:left="1134"/>
    </w:pPr>
    <w:rPr>
      <w:rFonts w:ascii="Arial" w:eastAsia="黑体" w:hAnsi="Arial" w:cs="Arial Narrow"/>
      <w:kern w:val="2"/>
    </w:rPr>
  </w:style>
  <w:style w:type="paragraph" w:customStyle="1" w:styleId="TableHeading">
    <w:name w:val="Table Heading"/>
    <w:rsid w:val="005B2697"/>
    <w:pPr>
      <w:keepNext/>
      <w:spacing w:before="80" w:after="80"/>
      <w:jc w:val="center"/>
    </w:pPr>
    <w:rPr>
      <w:rFonts w:ascii="Arial" w:eastAsia="黑体" w:hAnsi="Arial" w:cs="Arial Narrow"/>
      <w:b/>
      <w:bCs/>
    </w:rPr>
  </w:style>
  <w:style w:type="paragraph" w:customStyle="1" w:styleId="TableText">
    <w:name w:val="Table Text"/>
    <w:link w:val="TableTextChar"/>
    <w:rsid w:val="005B2697"/>
    <w:pPr>
      <w:autoSpaceDE w:val="0"/>
      <w:autoSpaceDN w:val="0"/>
      <w:spacing w:before="80" w:after="80"/>
      <w:textAlignment w:val="bottom"/>
    </w:pPr>
    <w:rPr>
      <w:rFonts w:ascii="Arial" w:hAnsi="Arial" w:cs="Arial Narrow"/>
    </w:rPr>
  </w:style>
  <w:style w:type="character" w:customStyle="1" w:styleId="TableTextChar">
    <w:name w:val="Table Text Char"/>
    <w:basedOn w:val="a5"/>
    <w:link w:val="TableText"/>
    <w:rsid w:val="005B2697"/>
    <w:rPr>
      <w:rFonts w:ascii="Arial" w:hAnsi="Arial" w:cs="Arial Narrow"/>
      <w:lang w:val="en-US" w:eastAsia="zh-CN" w:bidi="ar-SA"/>
    </w:rPr>
  </w:style>
  <w:style w:type="paragraph" w:customStyle="1" w:styleId="FigureDescription">
    <w:name w:val="Figure Description"/>
    <w:next w:val="a3"/>
    <w:rsid w:val="005B2697"/>
    <w:pPr>
      <w:spacing w:before="80" w:after="320"/>
      <w:ind w:left="1134"/>
    </w:pPr>
    <w:rPr>
      <w:rFonts w:ascii="Arial" w:hAnsi="Arial" w:cs="Arial Narrow"/>
    </w:rPr>
  </w:style>
  <w:style w:type="paragraph" w:customStyle="1" w:styleId="ItemStep">
    <w:name w:val="Item Step"/>
    <w:rsid w:val="005B2697"/>
    <w:pPr>
      <w:tabs>
        <w:tab w:val="num" w:pos="1559"/>
      </w:tabs>
      <w:ind w:left="1559" w:hanging="425"/>
      <w:outlineLvl w:val="4"/>
    </w:pPr>
    <w:rPr>
      <w:rFonts w:ascii="Arial" w:hAnsi="Arial" w:cs="Arial"/>
    </w:rPr>
  </w:style>
  <w:style w:type="paragraph" w:customStyle="1" w:styleId="NotesHeadinginTable">
    <w:name w:val="Notes Heading in Table"/>
    <w:next w:val="a3"/>
    <w:rsid w:val="005B2697"/>
    <w:pPr>
      <w:keepNext/>
      <w:spacing w:before="40" w:after="40"/>
    </w:pPr>
    <w:rPr>
      <w:rFonts w:ascii="Arial" w:eastAsia="黑体" w:hAnsi="Arial" w:cs="Arial"/>
      <w:b/>
      <w:i/>
      <w:noProof/>
    </w:rPr>
  </w:style>
  <w:style w:type="paragraph" w:customStyle="1" w:styleId="NotesTextinTable">
    <w:name w:val="Notes Text in Table"/>
    <w:rsid w:val="005B2697"/>
    <w:pPr>
      <w:spacing w:before="40" w:after="40"/>
    </w:pPr>
    <w:rPr>
      <w:rFonts w:ascii="Arial" w:eastAsia="楷体_GB2312" w:hAnsi="Arial" w:cs="Arial Narrow"/>
      <w:i/>
    </w:rPr>
  </w:style>
  <w:style w:type="table" w:customStyle="1" w:styleId="Table">
    <w:name w:val="Table"/>
    <w:basedOn w:val="aff1"/>
    <w:rsid w:val="005B2697"/>
    <w:pPr>
      <w:widowControl/>
      <w:autoSpaceDE/>
      <w:autoSpaceDN/>
      <w:adjustRightInd/>
      <w:spacing w:line="240" w:lineRule="auto"/>
    </w:pPr>
    <w:tblPr>
      <w:tblInd w:w="12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wordWrap/>
        <w:spacing w:line="240" w:lineRule="auto"/>
        <w:ind w:leftChars="0" w:left="0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ItemListinTable">
    <w:name w:val="Item List in Table"/>
    <w:basedOn w:val="ItemList"/>
    <w:rsid w:val="005B2697"/>
    <w:pPr>
      <w:numPr>
        <w:numId w:val="7"/>
      </w:numPr>
      <w:jc w:val="both"/>
    </w:pPr>
  </w:style>
  <w:style w:type="paragraph" w:customStyle="1" w:styleId="Default">
    <w:name w:val="Default"/>
    <w:rsid w:val="0084486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2">
    <w:name w:val="Char Char2"/>
    <w:basedOn w:val="a3"/>
    <w:semiHidden/>
    <w:rsid w:val="00C40BCE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character" w:styleId="aff3">
    <w:name w:val="annotation reference"/>
    <w:basedOn w:val="a5"/>
    <w:semiHidden/>
    <w:rsid w:val="00352460"/>
    <w:rPr>
      <w:sz w:val="21"/>
      <w:szCs w:val="21"/>
    </w:rPr>
  </w:style>
  <w:style w:type="paragraph" w:styleId="aff4">
    <w:name w:val="annotation text"/>
    <w:basedOn w:val="a3"/>
    <w:link w:val="Char2"/>
    <w:semiHidden/>
    <w:rsid w:val="00352460"/>
  </w:style>
  <w:style w:type="paragraph" w:customStyle="1" w:styleId="CharChar1">
    <w:name w:val="Char Char1"/>
    <w:basedOn w:val="a3"/>
    <w:semiHidden/>
    <w:rsid w:val="00964FBA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paragraph" w:customStyle="1" w:styleId="CharChar2CharCharCharChar">
    <w:name w:val="Char Char2 Char Char Char Char"/>
    <w:basedOn w:val="a3"/>
    <w:semiHidden/>
    <w:rsid w:val="005C3423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paragraph" w:customStyle="1" w:styleId="CharCharCharCharCharChar">
    <w:name w:val="Char Char Char Char Char Char"/>
    <w:basedOn w:val="a3"/>
    <w:semiHidden/>
    <w:rsid w:val="00EC7A48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character" w:customStyle="1" w:styleId="Char">
    <w:name w:val="正文首行缩进 Char"/>
    <w:basedOn w:val="a5"/>
    <w:link w:val="a4"/>
    <w:rsid w:val="003A7B5E"/>
    <w:rPr>
      <w:rFonts w:ascii="Arial" w:hAnsi="Arial"/>
      <w:sz w:val="21"/>
      <w:szCs w:val="21"/>
    </w:rPr>
  </w:style>
  <w:style w:type="paragraph" w:styleId="aff5">
    <w:name w:val="annotation subject"/>
    <w:basedOn w:val="aff4"/>
    <w:next w:val="aff4"/>
    <w:link w:val="Char3"/>
    <w:rsid w:val="00D1275F"/>
    <w:rPr>
      <w:b/>
      <w:bCs/>
    </w:rPr>
  </w:style>
  <w:style w:type="character" w:customStyle="1" w:styleId="Char2">
    <w:name w:val="批注文字 Char"/>
    <w:basedOn w:val="a5"/>
    <w:link w:val="aff4"/>
    <w:semiHidden/>
    <w:rsid w:val="00D1275F"/>
  </w:style>
  <w:style w:type="character" w:customStyle="1" w:styleId="Char3">
    <w:name w:val="批注主题 Char"/>
    <w:basedOn w:val="Char2"/>
    <w:link w:val="aff5"/>
    <w:rsid w:val="00D1275F"/>
  </w:style>
  <w:style w:type="paragraph" w:customStyle="1" w:styleId="Char4">
    <w:name w:val="Char"/>
    <w:basedOn w:val="a3"/>
    <w:semiHidden/>
    <w:rsid w:val="00A55884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paragraph" w:styleId="TOC">
    <w:name w:val="TOC Heading"/>
    <w:basedOn w:val="1"/>
    <w:next w:val="a3"/>
    <w:uiPriority w:val="39"/>
    <w:unhideWhenUsed/>
    <w:qFormat/>
    <w:rsid w:val="0029158B"/>
    <w:pPr>
      <w:keepLines/>
      <w:numPr>
        <w:numId w:val="0"/>
      </w:numPr>
      <w:autoSpaceDE/>
      <w:autoSpaceDN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3Char">
    <w:name w:val="标题 3 Char"/>
    <w:aliases w:val="heading 3 Char"/>
    <w:basedOn w:val="a5"/>
    <w:link w:val="3"/>
    <w:rsid w:val="006F4007"/>
    <w:rPr>
      <w:rFonts w:ascii="Arial" w:eastAsia="黑体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2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&#39033;&#30446;&#24037;&#20316;&#30446;&#24405;\&#38382;&#39064;&#35299;&#20915;&amp;SR&#36319;&#36394;\word&#25991;&#26723;&#27169;&#26495;&#26679;&#20363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D762A-53CC-4B52-9E8A-FBAD71349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word文档模板样例.dot</Template>
  <TotalTime>1359</TotalTime>
  <Pages>5</Pages>
  <Words>229</Words>
  <Characters>1311</Characters>
  <Application>Microsoft Office Word</Application>
  <DocSecurity>0</DocSecurity>
  <Lines>10</Lines>
  <Paragraphs>3</Paragraphs>
  <ScaleCrop>false</ScaleCrop>
  <Company>Huawei Tech. Co.</Company>
  <LinksUpToDate>false</LinksUpToDate>
  <CharactersWithSpaces>1537</CharactersWithSpaces>
  <SharedDoc>false</SharedDoc>
  <HLinks>
    <vt:vector size="126" baseType="variant"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_Toc332729387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_Toc332729386</vt:lpwstr>
      </vt:variant>
      <vt:variant>
        <vt:i4>1179696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_Toc332729385</vt:lpwstr>
      </vt:variant>
      <vt:variant>
        <vt:i4>1179696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_Toc332729384</vt:lpwstr>
      </vt:variant>
      <vt:variant>
        <vt:i4>1179696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_Toc332729383</vt:lpwstr>
      </vt:variant>
      <vt:variant>
        <vt:i4>1179696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_Toc332729382</vt:lpwstr>
      </vt:variant>
      <vt:variant>
        <vt:i4>1179696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_Toc332729381</vt:lpwstr>
      </vt:variant>
      <vt:variant>
        <vt:i4>1179696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_Toc332729380</vt:lpwstr>
      </vt:variant>
      <vt:variant>
        <vt:i4>1900592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_Toc332729379</vt:lpwstr>
      </vt:variant>
      <vt:variant>
        <vt:i4>1900592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_Toc332729378</vt:lpwstr>
      </vt:variant>
      <vt:variant>
        <vt:i4>1900592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_Toc332729377</vt:lpwstr>
      </vt:variant>
      <vt:variant>
        <vt:i4>1900592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_Toc332729376</vt:lpwstr>
      </vt:variant>
      <vt:variant>
        <vt:i4>1900592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_Toc332729375</vt:lpwstr>
      </vt:variant>
      <vt:variant>
        <vt:i4>1900592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_Toc332729374</vt:lpwstr>
      </vt:variant>
      <vt:variant>
        <vt:i4>1900592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_Toc332729373</vt:lpwstr>
      </vt:variant>
      <vt:variant>
        <vt:i4>1900592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_Toc332729372</vt:lpwstr>
      </vt:variant>
      <vt:variant>
        <vt:i4>1900592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_Toc332729371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_Toc332729370</vt:lpwstr>
      </vt:variant>
      <vt:variant>
        <vt:i4>1835056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_Toc332729369</vt:lpwstr>
      </vt:variant>
      <vt:variant>
        <vt:i4>1835056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_Toc332729368</vt:lpwstr>
      </vt:variant>
      <vt:variant>
        <vt:i4>1835056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_Toc332729367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Huawei Technologies Co</dc:title>
  <dc:creator>l17596</dc:creator>
  <cp:lastModifiedBy>hezhiyong (A)</cp:lastModifiedBy>
  <cp:revision>266</cp:revision>
  <cp:lastPrinted>2019-06-20T15:25:00Z</cp:lastPrinted>
  <dcterms:created xsi:type="dcterms:W3CDTF">2014-04-10T11:32:00Z</dcterms:created>
  <dcterms:modified xsi:type="dcterms:W3CDTF">2019-06-20T15:25:00Z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level">
    <vt:lpwstr>2</vt:lpwstr>
  </property>
  <property fmtid="{D5CDD505-2E9C-101B-9397-08002B2CF9AE}" pid="3" name="slevelui">
    <vt:lpwstr>1</vt:lpwstr>
  </property>
  <property fmtid="{D5CDD505-2E9C-101B-9397-08002B2CF9AE}" pid="4" name="_ms_pID_725343">
    <vt:lpwstr>(2)ikZ8fuCtRGqznWVPPeAtEsntFUi23C9sViHzXEEjDiSaWltYZ2o8WHfGhN9zy0vAa56hs/YM_x000d_
IpLLOyuuYzrpk4TKsnmUYB8fstlfxwe4cLX1PocogU70mQ2mfQYBjjZx4HTkdF7X6GA37vZQ_x000d_
qywjRPbpRvO/VIOlshFCl6PDDozUEtlJ3ZSwou8oCbFIExRv5ZKA9hzvoeuD+5+mlkHp6be2_x000d_
1n1wIFYI+K5kEtb5LT</vt:lpwstr>
  </property>
  <property fmtid="{D5CDD505-2E9C-101B-9397-08002B2CF9AE}" pid="5" name="_ms_pID_7253431">
    <vt:lpwstr>J7sKREBA0RiTLKJF+vyUBKewZbUepzYpwYEA+UHsmo8Yj6J3wmnDvm_x000d_
o8xxss1DKYZwpOBPAhWoJihigOKmYZz6Md5trxOFDXgOlnmOi3MhgA==</vt:lpwstr>
  </property>
  <property fmtid="{D5CDD505-2E9C-101B-9397-08002B2CF9AE}" pid="6" name="_2015_ms_pID_725343">
    <vt:lpwstr>(3)Dz3dtBr2sKgeYWmCY02wlTmki/djGgM5F+swDBaGeWeJ0RoNsSFMy0DkI70Bf9GtVrUg7M86
KJI5473nsUntwTvwtlUYWY9SxVNWxqgwb7CuPwfS5ugZ8yHgWL5dkJkoE/72Fxf9OrPCySpp
Lrli4aL9oJBLBck2IMzCctmxr88vYYgeSURZBYJHBJEJkN0YGJt4Id/DHkrezmbw6ff/GbIq
BxbsPtEtUJd78desd2</vt:lpwstr>
  </property>
  <property fmtid="{D5CDD505-2E9C-101B-9397-08002B2CF9AE}" pid="7" name="_2015_ms_pID_7253431">
    <vt:lpwstr>4CAkHt3kjRasbvbT8Vl1o5cKRyFsFEXehlj/6gDyZPUdbQh36P9LoV
b5tuXz3MWC6Lngg9Iw5sAhp8eSf4mOk1CxWizv7sqCZuZpSMPyxfkGgbU5mF2+m7Uim7L4zI
qhxW2CfrwYWtlRB7poC4i8feNRGm/6r5kxlp4/OywI66jurwClY0QId/KYvysj0yKiUG41hR
QSgBtPmKpOhHEQ0reoHuBj+/BWlNi2TvQ6T2</vt:lpwstr>
  </property>
  <property fmtid="{D5CDD505-2E9C-101B-9397-08002B2CF9AE}" pid="8" name="_2015_ms_pID_7253432">
    <vt:lpwstr>ug==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1560906568</vt:lpwstr>
  </property>
</Properties>
</file>